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9447D7" w14:textId="77777777" w:rsidR="002E2441" w:rsidRDefault="002E2441" w:rsidP="002E2441">
      <w:pPr>
        <w:rPr>
          <w:u w:val="single"/>
        </w:rPr>
      </w:pPr>
      <w:r w:rsidRPr="00290083">
        <w:rPr>
          <w:u w:val="single"/>
        </w:rPr>
        <w:t>Tisková zpráva Ředitelství silnic Zlínského kraje</w:t>
      </w:r>
    </w:p>
    <w:p w14:paraId="5E8ADE2E" w14:textId="0B49C2C5" w:rsidR="000271F7" w:rsidRDefault="002A5DD6" w:rsidP="00633B20">
      <w:pPr>
        <w:pStyle w:val="Nadpis2"/>
      </w:pPr>
      <w:r>
        <w:t>Na příjezdu do Kelníků vybudujeme opěrnou zeď</w:t>
      </w:r>
    </w:p>
    <w:p w14:paraId="107A76E9" w14:textId="1E3771E7" w:rsidR="000271F7" w:rsidRDefault="006F0689" w:rsidP="00A51F6F">
      <w:pPr>
        <w:spacing w:before="120"/>
        <w:rPr>
          <w:b/>
          <w:color w:val="003F77"/>
          <w:szCs w:val="24"/>
        </w:rPr>
      </w:pPr>
      <w:r>
        <w:rPr>
          <w:b/>
          <w:color w:val="003F77"/>
          <w:szCs w:val="24"/>
        </w:rPr>
        <w:t>Příjezdovou silnici III. třídy do obce Kelníky zajistí ve svažitém terénu železobetonová opěrná zeď. Silničáři ji postaví v období od července do října tohoto roku. Provoz na komunikaci nebude přerušen, ale bude umožněn střídavě v jednom jízdním pruhu a řízen světelnou signalizací.</w:t>
      </w:r>
    </w:p>
    <w:p w14:paraId="7211BE4B" w14:textId="77777777" w:rsidR="00761D7F" w:rsidRDefault="00761D7F" w:rsidP="00A51F6F">
      <w:pPr>
        <w:pStyle w:val="Nadpis4"/>
      </w:pPr>
      <w:r>
        <w:t>Popis prací</w:t>
      </w:r>
    </w:p>
    <w:p w14:paraId="452A727C" w14:textId="67E93C70" w:rsidR="00E21781" w:rsidRDefault="00E21781" w:rsidP="00A51F6F">
      <w:r>
        <w:t xml:space="preserve">Předmětem díla je stabilizace silničního tělesa v extravilánu obce Kelníky v celkové délce cca 130 metrů. </w:t>
      </w:r>
    </w:p>
    <w:p w14:paraId="0876DA8A" w14:textId="092DD32C" w:rsidR="00E21781" w:rsidRDefault="00E21781" w:rsidP="00A51F6F">
      <w:r>
        <w:t xml:space="preserve">Stabilizace bude zajištěna železobetonovou pilotovou kotvenou opěrnou zdí o výšce 1,2 metru, šířce 0,8 metru a celkové délce 90 metrů. Zeď bude založena na pilotách o průměru 600 milimetrů, délky 6 </w:t>
      </w:r>
      <w:r w:rsidR="00F24EF6">
        <w:t>až</w:t>
      </w:r>
      <w:r>
        <w:t xml:space="preserve"> 8 metrů. Zeď bude do flyšových sedimentů ukotvena také pomocí závrtných injektovaných kotevních tyčí</w:t>
      </w:r>
      <w:bookmarkStart w:id="0" w:name="_GoBack"/>
      <w:bookmarkEnd w:id="0"/>
      <w:r w:rsidR="00F24EF6">
        <w:t>.</w:t>
      </w:r>
      <w:r w:rsidR="006F0689">
        <w:t xml:space="preserve"> Do železobetonového</w:t>
      </w:r>
      <w:r>
        <w:t xml:space="preserve"> trámce bude osazeno bezpečnostní svodidlo zádržného systému se svislou výplní. </w:t>
      </w:r>
    </w:p>
    <w:p w14:paraId="52AA8B4A" w14:textId="0FE9C6A5" w:rsidR="00E21781" w:rsidRDefault="00E21781" w:rsidP="00A51F6F">
      <w:r>
        <w:t>Sanace vozovky bude spočívat v odfrézování asfaltových vrstev v průměrné mocnosti 120 m</w:t>
      </w:r>
      <w:r w:rsidR="006F0689">
        <w:t>ili</w:t>
      </w:r>
      <w:r>
        <w:t>m</w:t>
      </w:r>
      <w:r w:rsidR="006F0689">
        <w:t>etrů</w:t>
      </w:r>
      <w:r>
        <w:t>, lokálních vysprávk</w:t>
      </w:r>
      <w:r w:rsidR="002A5DD6">
        <w:t>ách</w:t>
      </w:r>
      <w:r>
        <w:t xml:space="preserve"> a následném položení </w:t>
      </w:r>
      <w:r w:rsidR="006F0689">
        <w:t>živičných vrstev</w:t>
      </w:r>
      <w:r>
        <w:t xml:space="preserve">. Odvodnění bude zajištěno podélným </w:t>
      </w:r>
      <w:r w:rsidR="002A5DD6">
        <w:t>a příčným spádem přes římsu zdi</w:t>
      </w:r>
      <w:r>
        <w:t xml:space="preserve"> do žlabů z lomového kamene, umístěných na začátku a konci opěrné zdi. Doplněno bude drenáží na rubové straně opěrné zdi.</w:t>
      </w:r>
    </w:p>
    <w:p w14:paraId="74B3212D" w14:textId="77777777" w:rsidR="00761D7F" w:rsidRDefault="00761D7F" w:rsidP="00A51F6F">
      <w:pPr>
        <w:pStyle w:val="Nadpis4"/>
      </w:pPr>
      <w:r>
        <w:t>Zhotovitel, cena, termín</w:t>
      </w:r>
    </w:p>
    <w:p w14:paraId="170CBF13" w14:textId="58E3E342" w:rsidR="00761D7F" w:rsidRDefault="00761D7F" w:rsidP="00A51F6F">
      <w:r>
        <w:t>Zhotovitelem stavby</w:t>
      </w:r>
      <w:r w:rsidRPr="00851B3F">
        <w:t xml:space="preserve"> bud</w:t>
      </w:r>
      <w:r w:rsidR="002C3D0E">
        <w:t>e firma</w:t>
      </w:r>
      <w:r w:rsidR="00954AB1">
        <w:t xml:space="preserve"> </w:t>
      </w:r>
      <w:r w:rsidR="00FA7F31" w:rsidRPr="00FA7F31">
        <w:t>KKS, spol. s r. o.</w:t>
      </w:r>
      <w:r w:rsidR="00FA7F31">
        <w:t>, Zlín</w:t>
      </w:r>
      <w:r w:rsidR="008E6906" w:rsidRPr="008E6906">
        <w:t>.</w:t>
      </w:r>
      <w:r w:rsidRPr="00851B3F">
        <w:t xml:space="preserve"> Smluvní cena za tuto zakázku </w:t>
      </w:r>
      <w:r>
        <w:t xml:space="preserve">činí </w:t>
      </w:r>
      <w:r w:rsidR="002A5DD6">
        <w:t>9</w:t>
      </w:r>
      <w:r>
        <w:t>,</w:t>
      </w:r>
      <w:r w:rsidR="002A5DD6">
        <w:t>299</w:t>
      </w:r>
      <w:r>
        <w:t> </w:t>
      </w:r>
      <w:r w:rsidRPr="00851B3F">
        <w:t>milionu korun (vč</w:t>
      </w:r>
      <w:r>
        <w:t>etně</w:t>
      </w:r>
      <w:r w:rsidRPr="00851B3F">
        <w:t xml:space="preserve"> DPH). </w:t>
      </w:r>
      <w:r>
        <w:t xml:space="preserve">Stavba bude financována z prostředků Ředitelství silnic Zlínského kraje. </w:t>
      </w:r>
      <w:r w:rsidRPr="001F1EFF">
        <w:t xml:space="preserve">Stavební práce </w:t>
      </w:r>
      <w:r>
        <w:t>s</w:t>
      </w:r>
      <w:r w:rsidR="00E6564A">
        <w:t> </w:t>
      </w:r>
      <w:r>
        <w:t xml:space="preserve">dopravním omezením </w:t>
      </w:r>
      <w:r w:rsidRPr="001F1EFF">
        <w:t xml:space="preserve">budou probíhat od </w:t>
      </w:r>
      <w:r w:rsidR="002A5DD6">
        <w:t>7</w:t>
      </w:r>
      <w:r w:rsidR="00CC2D70">
        <w:t>. červ</w:t>
      </w:r>
      <w:r w:rsidR="002A5DD6">
        <w:t>e</w:t>
      </w:r>
      <w:r w:rsidR="00CC2D70">
        <w:t>n</w:t>
      </w:r>
      <w:r w:rsidR="002A5DD6">
        <w:t>ce</w:t>
      </w:r>
      <w:r w:rsidR="006E306C">
        <w:t xml:space="preserve"> </w:t>
      </w:r>
      <w:r w:rsidR="00CC26BC">
        <w:t xml:space="preserve">do </w:t>
      </w:r>
      <w:r w:rsidR="00CC2D70">
        <w:t xml:space="preserve">konce </w:t>
      </w:r>
      <w:r w:rsidR="00FA7F31">
        <w:t>října</w:t>
      </w:r>
      <w:r w:rsidR="00CC26BC">
        <w:t xml:space="preserve"> 2025</w:t>
      </w:r>
      <w:r w:rsidR="00AC25B8">
        <w:t>.</w:t>
      </w:r>
    </w:p>
    <w:p w14:paraId="5F0AFBF7" w14:textId="77777777" w:rsidR="00761D7F" w:rsidRDefault="00761D7F" w:rsidP="00A51F6F">
      <w:pPr>
        <w:pStyle w:val="Nadpis4"/>
      </w:pPr>
      <w:r>
        <w:t>Uzavírky a dopravní omezení</w:t>
      </w:r>
    </w:p>
    <w:p w14:paraId="73D33CFC" w14:textId="3ED530E1" w:rsidR="006A4434" w:rsidRDefault="006F0689" w:rsidP="00A51F6F">
      <w:r>
        <w:t xml:space="preserve">Stavební práce budou probíhat za částečné uzavírky </w:t>
      </w:r>
      <w:r w:rsidR="002A5DD6">
        <w:t>s uzavřením jednoho jízdního pruhu. Průjezd vozidel bude řízen světelnou signalizací</w:t>
      </w:r>
      <w:r w:rsidR="007368E0">
        <w:t>.</w:t>
      </w:r>
    </w:p>
    <w:p w14:paraId="387C1CB3" w14:textId="77777777" w:rsidR="005D4A1E" w:rsidRPr="005D4A1E" w:rsidRDefault="005D4A1E" w:rsidP="00447B0A"/>
    <w:p w14:paraId="62B44C81" w14:textId="4C39F0DE" w:rsidR="00447B0A" w:rsidRDefault="006F0689" w:rsidP="00447B0A">
      <w:r>
        <w:t>Zlín 20</w:t>
      </w:r>
      <w:r w:rsidR="00447B0A">
        <w:t xml:space="preserve">. </w:t>
      </w:r>
      <w:r>
        <w:t>června</w:t>
      </w:r>
      <w:r w:rsidR="009E682C">
        <w:t xml:space="preserve"> 2025</w:t>
      </w:r>
    </w:p>
    <w:p w14:paraId="5D337956" w14:textId="77777777" w:rsidR="00157BCD" w:rsidRDefault="00157BCD" w:rsidP="00447B0A"/>
    <w:p w14:paraId="0EF30F10" w14:textId="77777777" w:rsidR="00447B0A" w:rsidRPr="00290083" w:rsidRDefault="00447B0A" w:rsidP="00447B0A">
      <w:r w:rsidRPr="00290083">
        <w:t>Kontakt:</w:t>
      </w:r>
      <w:r>
        <w:t xml:space="preserve"> </w:t>
      </w:r>
    </w:p>
    <w:p w14:paraId="1D958ED7" w14:textId="77777777" w:rsidR="00447B0A" w:rsidRPr="00290083" w:rsidRDefault="00447B0A" w:rsidP="00447B0A">
      <w:r w:rsidRPr="00290083">
        <w:t>Ředitelství silnic Zlínského kraje</w:t>
      </w:r>
      <w:r w:rsidRPr="00290083">
        <w:br/>
        <w:t>Tel. 577 044 206</w:t>
      </w:r>
      <w:r w:rsidRPr="00290083">
        <w:br/>
        <w:t xml:space="preserve">E-mail: </w:t>
      </w:r>
      <w:r>
        <w:rPr>
          <w:u w:val="single"/>
        </w:rPr>
        <w:t>podatelna@rszk.cz</w:t>
      </w:r>
      <w:r w:rsidRPr="00290083">
        <w:br/>
        <w:t xml:space="preserve">Internetové stránky: </w:t>
      </w:r>
      <w:hyperlink r:id="rId11" w:history="1">
        <w:r w:rsidRPr="00270C33">
          <w:rPr>
            <w:rStyle w:val="Hypertextovodkaz"/>
          </w:rPr>
          <w:t>www.rszk.cz</w:t>
        </w:r>
      </w:hyperlink>
    </w:p>
    <w:p w14:paraId="0D958029" w14:textId="77777777" w:rsidR="00447B0A" w:rsidRPr="00270C33" w:rsidRDefault="00447B0A" w:rsidP="00447B0A">
      <w:pPr>
        <w:rPr>
          <w:color w:val="595959"/>
        </w:rPr>
      </w:pPr>
      <w:r w:rsidRPr="00270C33">
        <w:rPr>
          <w:color w:val="595959"/>
        </w:rPr>
        <w:t>________________________________</w:t>
      </w:r>
    </w:p>
    <w:p w14:paraId="26527AEF" w14:textId="3640C6BA" w:rsidR="00227748" w:rsidRPr="00291B3C" w:rsidRDefault="00447B0A" w:rsidP="00291B3C">
      <w:pPr>
        <w:rPr>
          <w:color w:val="595959"/>
          <w:sz w:val="20"/>
        </w:rPr>
      </w:pPr>
      <w:r w:rsidRPr="0059033F">
        <w:rPr>
          <w:b/>
          <w:bCs/>
          <w:color w:val="595959"/>
          <w:sz w:val="20"/>
        </w:rPr>
        <w:t>Ředitelství silnic Zlínského kraje</w:t>
      </w:r>
      <w:r w:rsidRPr="0059033F">
        <w:rPr>
          <w:color w:val="595959"/>
          <w:sz w:val="20"/>
        </w:rPr>
        <w:t>, příspěvková organizace, bylo založeno 1. 10. 2001. Jeho zřizovatelem je Zlínský kraj. Základním účelem a pře</w:t>
      </w:r>
      <w:r>
        <w:rPr>
          <w:color w:val="595959"/>
          <w:sz w:val="20"/>
        </w:rPr>
        <w:t>dmětem činnosti ŘSZK je výstavba</w:t>
      </w:r>
      <w:r w:rsidRPr="0059033F">
        <w:rPr>
          <w:color w:val="595959"/>
          <w:sz w:val="20"/>
        </w:rPr>
        <w:t>, oprava, údržba a majetková správa silnic a jejich součástí a příslušenství ve vlastnictví Zlínského kraje. Ve správě ŘSZK jsou všechny silnice II. a III. třídy na území Zlínského kraje. Dohromady jde</w:t>
      </w:r>
      <w:r>
        <w:rPr>
          <w:color w:val="595959"/>
          <w:sz w:val="20"/>
        </w:rPr>
        <w:t xml:space="preserve"> o 513</w:t>
      </w:r>
      <w:r w:rsidRPr="0059033F">
        <w:rPr>
          <w:color w:val="595959"/>
          <w:sz w:val="20"/>
        </w:rPr>
        <w:t xml:space="preserve"> kilometrů silnic II. třídy a 1 </w:t>
      </w:r>
      <w:r w:rsidR="00503E5C">
        <w:rPr>
          <w:color w:val="595959"/>
          <w:sz w:val="20"/>
        </w:rPr>
        <w:t>251</w:t>
      </w:r>
      <w:r w:rsidRPr="0059033F">
        <w:rPr>
          <w:color w:val="595959"/>
          <w:sz w:val="20"/>
        </w:rPr>
        <w:t xml:space="preserve"> kilometrů silnic III. třídy. K těmto silnicím patří </w:t>
      </w:r>
      <w:r w:rsidR="00503E5C">
        <w:rPr>
          <w:color w:val="595959"/>
          <w:sz w:val="20"/>
        </w:rPr>
        <w:t>také 725</w:t>
      </w:r>
      <w:r w:rsidRPr="00270C33">
        <w:rPr>
          <w:color w:val="595959"/>
          <w:sz w:val="20"/>
        </w:rPr>
        <w:t xml:space="preserve"> mostů</w:t>
      </w:r>
      <w:r>
        <w:rPr>
          <w:color w:val="595959"/>
          <w:sz w:val="20"/>
        </w:rPr>
        <w:t>.</w:t>
      </w:r>
      <w:r w:rsidRPr="00270C33">
        <w:rPr>
          <w:color w:val="595959"/>
          <w:sz w:val="20"/>
        </w:rPr>
        <w:t xml:space="preserve"> ŘSZK má </w:t>
      </w:r>
      <w:r w:rsidR="000E5129">
        <w:rPr>
          <w:color w:val="595959"/>
          <w:sz w:val="20"/>
        </w:rPr>
        <w:t>44</w:t>
      </w:r>
      <w:r w:rsidRPr="00270C33">
        <w:rPr>
          <w:color w:val="595959"/>
          <w:sz w:val="20"/>
        </w:rPr>
        <w:t xml:space="preserve"> zaměstnanců a pracoviště ve všech čtyřech okr</w:t>
      </w:r>
      <w:r w:rsidRPr="007B0A5F">
        <w:rPr>
          <w:color w:val="595959"/>
          <w:sz w:val="20"/>
        </w:rPr>
        <w:t>esech kraje.</w:t>
      </w:r>
    </w:p>
    <w:sectPr w:rsidR="00227748" w:rsidRPr="00291B3C">
      <w:headerReference w:type="default" r:id="rId12"/>
      <w:footerReference w:type="default" r:id="rId13"/>
      <w:type w:val="continuous"/>
      <w:pgSz w:w="11906" w:h="16835" w:code="9"/>
      <w:pgMar w:top="1418" w:right="964" w:bottom="964" w:left="1531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DCE2F" w14:textId="77777777" w:rsidR="00533224" w:rsidRDefault="00533224">
      <w:pPr>
        <w:spacing w:after="0"/>
      </w:pPr>
      <w:r>
        <w:separator/>
      </w:r>
    </w:p>
  </w:endnote>
  <w:endnote w:type="continuationSeparator" w:id="0">
    <w:p w14:paraId="44660F3B" w14:textId="77777777" w:rsidR="00533224" w:rsidRDefault="00533224">
      <w:pPr>
        <w:spacing w:after="0"/>
      </w:pPr>
      <w:r>
        <w:continuationSeparator/>
      </w:r>
    </w:p>
  </w:endnote>
  <w:endnote w:type="continuationNotice" w:id="1">
    <w:p w14:paraId="6A30EF0E" w14:textId="77777777" w:rsidR="00533224" w:rsidRDefault="0053322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2682C" w14:textId="77777777" w:rsidR="002E2441" w:rsidRDefault="002E24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BD461" w14:textId="77777777" w:rsidR="00533224" w:rsidRDefault="00533224">
      <w:pPr>
        <w:spacing w:after="0"/>
      </w:pPr>
      <w:r>
        <w:separator/>
      </w:r>
    </w:p>
  </w:footnote>
  <w:footnote w:type="continuationSeparator" w:id="0">
    <w:p w14:paraId="66D7E0B8" w14:textId="77777777" w:rsidR="00533224" w:rsidRDefault="00533224">
      <w:pPr>
        <w:spacing w:after="0"/>
      </w:pPr>
      <w:r>
        <w:continuationSeparator/>
      </w:r>
    </w:p>
  </w:footnote>
  <w:footnote w:type="continuationNotice" w:id="1">
    <w:p w14:paraId="3E49275C" w14:textId="77777777" w:rsidR="00533224" w:rsidRDefault="0053322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2D82C" w14:textId="77777777" w:rsidR="002E2441" w:rsidRDefault="002E2441">
    <w:pPr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F0689">
      <w:rPr>
        <w:rStyle w:val="slostrnky"/>
        <w:noProof/>
      </w:rPr>
      <w:t>2</w:t>
    </w:r>
    <w:r>
      <w:rPr>
        <w:rStyle w:val="slostrnky"/>
      </w:rPr>
      <w:fldChar w:fldCharType="end"/>
    </w:r>
  </w:p>
  <w:p w14:paraId="306BF66A" w14:textId="77777777" w:rsidR="002E2441" w:rsidRDefault="002E24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4BB1"/>
    <w:multiLevelType w:val="hybridMultilevel"/>
    <w:tmpl w:val="1DE4F54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96A66"/>
    <w:multiLevelType w:val="hybridMultilevel"/>
    <w:tmpl w:val="31120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491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3B10EF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50C173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977FB3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C534CBD"/>
    <w:multiLevelType w:val="multilevel"/>
    <w:tmpl w:val="2F8C7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EE85622"/>
    <w:multiLevelType w:val="multilevel"/>
    <w:tmpl w:val="2F8C7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E8375C4"/>
    <w:multiLevelType w:val="multilevel"/>
    <w:tmpl w:val="0B6C6D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71F2490"/>
    <w:multiLevelType w:val="multilevel"/>
    <w:tmpl w:val="AE7EC0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8F07184"/>
    <w:multiLevelType w:val="singleLevel"/>
    <w:tmpl w:val="040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A6E32A6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12D4728"/>
    <w:multiLevelType w:val="multilevel"/>
    <w:tmpl w:val="56A8D7F6"/>
    <w:lvl w:ilvl="0">
      <w:start w:val="1"/>
      <w:numFmt w:val="decimal"/>
      <w:pStyle w:val="StylNadpis1bezslov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1"/>
  </w:num>
  <w:num w:numId="5">
    <w:abstractNumId w:val="2"/>
  </w:num>
  <w:num w:numId="6">
    <w:abstractNumId w:val="3"/>
  </w:num>
  <w:num w:numId="7">
    <w:abstractNumId w:val="12"/>
  </w:num>
  <w:num w:numId="8">
    <w:abstractNumId w:val="9"/>
  </w:num>
  <w:num w:numId="9">
    <w:abstractNumId w:val="8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48"/>
    <w:rsid w:val="0000421A"/>
    <w:rsid w:val="000101BC"/>
    <w:rsid w:val="000134CB"/>
    <w:rsid w:val="000224E8"/>
    <w:rsid w:val="00025E8D"/>
    <w:rsid w:val="000271F7"/>
    <w:rsid w:val="00032D05"/>
    <w:rsid w:val="00040837"/>
    <w:rsid w:val="0004487F"/>
    <w:rsid w:val="00045001"/>
    <w:rsid w:val="00045916"/>
    <w:rsid w:val="00050DF7"/>
    <w:rsid w:val="000518BD"/>
    <w:rsid w:val="00056D90"/>
    <w:rsid w:val="000732F5"/>
    <w:rsid w:val="00076239"/>
    <w:rsid w:val="00084658"/>
    <w:rsid w:val="00086157"/>
    <w:rsid w:val="00087600"/>
    <w:rsid w:val="00096A47"/>
    <w:rsid w:val="00097369"/>
    <w:rsid w:val="000A0437"/>
    <w:rsid w:val="000A20A6"/>
    <w:rsid w:val="000A2212"/>
    <w:rsid w:val="000B11A1"/>
    <w:rsid w:val="000B14AF"/>
    <w:rsid w:val="000B1FF6"/>
    <w:rsid w:val="000C006B"/>
    <w:rsid w:val="000C3BE2"/>
    <w:rsid w:val="000C57E1"/>
    <w:rsid w:val="000D1FF2"/>
    <w:rsid w:val="000D21B4"/>
    <w:rsid w:val="000D33AA"/>
    <w:rsid w:val="000D751B"/>
    <w:rsid w:val="000E3ADC"/>
    <w:rsid w:val="000E3D93"/>
    <w:rsid w:val="000E5129"/>
    <w:rsid w:val="000E73CF"/>
    <w:rsid w:val="000F5CF3"/>
    <w:rsid w:val="000F7799"/>
    <w:rsid w:val="001139B1"/>
    <w:rsid w:val="001158D9"/>
    <w:rsid w:val="00117F6F"/>
    <w:rsid w:val="0012056F"/>
    <w:rsid w:val="00120E18"/>
    <w:rsid w:val="00123F30"/>
    <w:rsid w:val="001347E2"/>
    <w:rsid w:val="00136D16"/>
    <w:rsid w:val="00152A66"/>
    <w:rsid w:val="00153128"/>
    <w:rsid w:val="0015684D"/>
    <w:rsid w:val="00157BCD"/>
    <w:rsid w:val="00160824"/>
    <w:rsid w:val="00163D3A"/>
    <w:rsid w:val="00164241"/>
    <w:rsid w:val="001646D5"/>
    <w:rsid w:val="00174DCB"/>
    <w:rsid w:val="001756BF"/>
    <w:rsid w:val="00177145"/>
    <w:rsid w:val="001857F4"/>
    <w:rsid w:val="00187283"/>
    <w:rsid w:val="00190B73"/>
    <w:rsid w:val="00194761"/>
    <w:rsid w:val="001963F1"/>
    <w:rsid w:val="00196BD9"/>
    <w:rsid w:val="00197ADB"/>
    <w:rsid w:val="001A0EA4"/>
    <w:rsid w:val="001A14D4"/>
    <w:rsid w:val="001A157A"/>
    <w:rsid w:val="001A2DA8"/>
    <w:rsid w:val="001A793E"/>
    <w:rsid w:val="001B108C"/>
    <w:rsid w:val="001B5C05"/>
    <w:rsid w:val="001B612B"/>
    <w:rsid w:val="001C1FC5"/>
    <w:rsid w:val="001C2677"/>
    <w:rsid w:val="001C27B9"/>
    <w:rsid w:val="001C2A54"/>
    <w:rsid w:val="001C7A92"/>
    <w:rsid w:val="001D17B4"/>
    <w:rsid w:val="001D2895"/>
    <w:rsid w:val="001D4A31"/>
    <w:rsid w:val="001D6415"/>
    <w:rsid w:val="001D6B60"/>
    <w:rsid w:val="001E0889"/>
    <w:rsid w:val="001E6CB2"/>
    <w:rsid w:val="001F04F5"/>
    <w:rsid w:val="001F0510"/>
    <w:rsid w:val="001F1EFF"/>
    <w:rsid w:val="001F23C8"/>
    <w:rsid w:val="001F33A9"/>
    <w:rsid w:val="001F427E"/>
    <w:rsid w:val="001F6FA6"/>
    <w:rsid w:val="002035CD"/>
    <w:rsid w:val="00203F2F"/>
    <w:rsid w:val="00204030"/>
    <w:rsid w:val="0021490B"/>
    <w:rsid w:val="00222F37"/>
    <w:rsid w:val="00227748"/>
    <w:rsid w:val="002320F8"/>
    <w:rsid w:val="002336A5"/>
    <w:rsid w:val="00234B77"/>
    <w:rsid w:val="00236E16"/>
    <w:rsid w:val="00237506"/>
    <w:rsid w:val="002437C6"/>
    <w:rsid w:val="00243E19"/>
    <w:rsid w:val="00251500"/>
    <w:rsid w:val="00251F12"/>
    <w:rsid w:val="00262156"/>
    <w:rsid w:val="00270B77"/>
    <w:rsid w:val="002712D6"/>
    <w:rsid w:val="00276C9A"/>
    <w:rsid w:val="002809BD"/>
    <w:rsid w:val="00282C55"/>
    <w:rsid w:val="00283F58"/>
    <w:rsid w:val="00287622"/>
    <w:rsid w:val="00291B3C"/>
    <w:rsid w:val="002946A1"/>
    <w:rsid w:val="002A3383"/>
    <w:rsid w:val="002A5DD6"/>
    <w:rsid w:val="002A7FBB"/>
    <w:rsid w:val="002B796E"/>
    <w:rsid w:val="002C3755"/>
    <w:rsid w:val="002C3D0E"/>
    <w:rsid w:val="002C477A"/>
    <w:rsid w:val="002C4C26"/>
    <w:rsid w:val="002C4D7D"/>
    <w:rsid w:val="002D2DC6"/>
    <w:rsid w:val="002D5C94"/>
    <w:rsid w:val="002E1476"/>
    <w:rsid w:val="002E2441"/>
    <w:rsid w:val="002E3139"/>
    <w:rsid w:val="002E6A11"/>
    <w:rsid w:val="002F00EB"/>
    <w:rsid w:val="002F254F"/>
    <w:rsid w:val="002F4A9F"/>
    <w:rsid w:val="002F60E2"/>
    <w:rsid w:val="002F714F"/>
    <w:rsid w:val="003036F9"/>
    <w:rsid w:val="003054B3"/>
    <w:rsid w:val="00305F7D"/>
    <w:rsid w:val="00314C4A"/>
    <w:rsid w:val="00316B37"/>
    <w:rsid w:val="00316C93"/>
    <w:rsid w:val="0031781E"/>
    <w:rsid w:val="00326BD6"/>
    <w:rsid w:val="00327838"/>
    <w:rsid w:val="00331446"/>
    <w:rsid w:val="003336A1"/>
    <w:rsid w:val="0033484E"/>
    <w:rsid w:val="00335478"/>
    <w:rsid w:val="00337AC2"/>
    <w:rsid w:val="00342AC3"/>
    <w:rsid w:val="00345BCE"/>
    <w:rsid w:val="00345F46"/>
    <w:rsid w:val="00346442"/>
    <w:rsid w:val="00347876"/>
    <w:rsid w:val="003478C0"/>
    <w:rsid w:val="003528AC"/>
    <w:rsid w:val="00352F69"/>
    <w:rsid w:val="0035360E"/>
    <w:rsid w:val="003553A4"/>
    <w:rsid w:val="003673A4"/>
    <w:rsid w:val="00371586"/>
    <w:rsid w:val="00383FEE"/>
    <w:rsid w:val="00387F7B"/>
    <w:rsid w:val="003932C4"/>
    <w:rsid w:val="00396B09"/>
    <w:rsid w:val="003A1347"/>
    <w:rsid w:val="003A1976"/>
    <w:rsid w:val="003A2365"/>
    <w:rsid w:val="003A4F06"/>
    <w:rsid w:val="003A509D"/>
    <w:rsid w:val="003B1D26"/>
    <w:rsid w:val="003B3739"/>
    <w:rsid w:val="003B7121"/>
    <w:rsid w:val="003C0403"/>
    <w:rsid w:val="003C11B9"/>
    <w:rsid w:val="003C20BD"/>
    <w:rsid w:val="003C544E"/>
    <w:rsid w:val="003C7C0D"/>
    <w:rsid w:val="003D1086"/>
    <w:rsid w:val="003D2DD6"/>
    <w:rsid w:val="003D4CB6"/>
    <w:rsid w:val="003D6EFD"/>
    <w:rsid w:val="003E0902"/>
    <w:rsid w:val="003E103A"/>
    <w:rsid w:val="003E42B0"/>
    <w:rsid w:val="003F183D"/>
    <w:rsid w:val="003F2EBF"/>
    <w:rsid w:val="003F3BDB"/>
    <w:rsid w:val="003F5DEF"/>
    <w:rsid w:val="00400E9A"/>
    <w:rsid w:val="0040109D"/>
    <w:rsid w:val="00404057"/>
    <w:rsid w:val="00406622"/>
    <w:rsid w:val="0040681C"/>
    <w:rsid w:val="004164C6"/>
    <w:rsid w:val="00417985"/>
    <w:rsid w:val="00420F12"/>
    <w:rsid w:val="00424F0A"/>
    <w:rsid w:val="004254DA"/>
    <w:rsid w:val="00427A74"/>
    <w:rsid w:val="00432253"/>
    <w:rsid w:val="004338BC"/>
    <w:rsid w:val="00434179"/>
    <w:rsid w:val="00437678"/>
    <w:rsid w:val="00441E23"/>
    <w:rsid w:val="00443CB9"/>
    <w:rsid w:val="004475FE"/>
    <w:rsid w:val="00447B0A"/>
    <w:rsid w:val="004556A0"/>
    <w:rsid w:val="00457298"/>
    <w:rsid w:val="00463BFF"/>
    <w:rsid w:val="00464530"/>
    <w:rsid w:val="00464EB3"/>
    <w:rsid w:val="00466EE9"/>
    <w:rsid w:val="004707B9"/>
    <w:rsid w:val="004778FA"/>
    <w:rsid w:val="004842D5"/>
    <w:rsid w:val="00493366"/>
    <w:rsid w:val="00496F39"/>
    <w:rsid w:val="0049712A"/>
    <w:rsid w:val="004A10C7"/>
    <w:rsid w:val="004A36F5"/>
    <w:rsid w:val="004A44B5"/>
    <w:rsid w:val="004A7A8E"/>
    <w:rsid w:val="004B0021"/>
    <w:rsid w:val="004B1CB3"/>
    <w:rsid w:val="004B32F6"/>
    <w:rsid w:val="004B3778"/>
    <w:rsid w:val="004C13EE"/>
    <w:rsid w:val="004C15AD"/>
    <w:rsid w:val="004C15FA"/>
    <w:rsid w:val="004D01D7"/>
    <w:rsid w:val="004D5204"/>
    <w:rsid w:val="004D5500"/>
    <w:rsid w:val="004D61AC"/>
    <w:rsid w:val="004D681D"/>
    <w:rsid w:val="004E70C7"/>
    <w:rsid w:val="004E7B81"/>
    <w:rsid w:val="004E7D62"/>
    <w:rsid w:val="004F2EC1"/>
    <w:rsid w:val="004F5B18"/>
    <w:rsid w:val="00501C0F"/>
    <w:rsid w:val="00503E5C"/>
    <w:rsid w:val="0050659F"/>
    <w:rsid w:val="00507B51"/>
    <w:rsid w:val="0051010E"/>
    <w:rsid w:val="00511894"/>
    <w:rsid w:val="00520DF6"/>
    <w:rsid w:val="00522416"/>
    <w:rsid w:val="00523DE7"/>
    <w:rsid w:val="00523EAE"/>
    <w:rsid w:val="0053254D"/>
    <w:rsid w:val="0053279C"/>
    <w:rsid w:val="00532D26"/>
    <w:rsid w:val="00533224"/>
    <w:rsid w:val="00536AA1"/>
    <w:rsid w:val="00542419"/>
    <w:rsid w:val="00542D65"/>
    <w:rsid w:val="00545A42"/>
    <w:rsid w:val="005460EF"/>
    <w:rsid w:val="0054747B"/>
    <w:rsid w:val="005508EC"/>
    <w:rsid w:val="0055421B"/>
    <w:rsid w:val="005619FA"/>
    <w:rsid w:val="005623ED"/>
    <w:rsid w:val="00566EFC"/>
    <w:rsid w:val="00575A48"/>
    <w:rsid w:val="005761F7"/>
    <w:rsid w:val="00582239"/>
    <w:rsid w:val="00582D37"/>
    <w:rsid w:val="005849B2"/>
    <w:rsid w:val="0058651A"/>
    <w:rsid w:val="00591F57"/>
    <w:rsid w:val="00592890"/>
    <w:rsid w:val="00593143"/>
    <w:rsid w:val="005A1100"/>
    <w:rsid w:val="005A5741"/>
    <w:rsid w:val="005A64DB"/>
    <w:rsid w:val="005A6B69"/>
    <w:rsid w:val="005B3937"/>
    <w:rsid w:val="005B5602"/>
    <w:rsid w:val="005B6B2F"/>
    <w:rsid w:val="005C2E00"/>
    <w:rsid w:val="005D0D2F"/>
    <w:rsid w:val="005D1923"/>
    <w:rsid w:val="005D4A1E"/>
    <w:rsid w:val="005E3450"/>
    <w:rsid w:val="005E47B6"/>
    <w:rsid w:val="005E6798"/>
    <w:rsid w:val="005E6FE1"/>
    <w:rsid w:val="005F139F"/>
    <w:rsid w:val="005F3665"/>
    <w:rsid w:val="005F5B4C"/>
    <w:rsid w:val="005F61ED"/>
    <w:rsid w:val="0060155C"/>
    <w:rsid w:val="00602A8D"/>
    <w:rsid w:val="00603100"/>
    <w:rsid w:val="00603871"/>
    <w:rsid w:val="006124C8"/>
    <w:rsid w:val="00614E17"/>
    <w:rsid w:val="00614E3E"/>
    <w:rsid w:val="006242B4"/>
    <w:rsid w:val="006264CE"/>
    <w:rsid w:val="00633753"/>
    <w:rsid w:val="00633B20"/>
    <w:rsid w:val="006350DB"/>
    <w:rsid w:val="00651930"/>
    <w:rsid w:val="00652847"/>
    <w:rsid w:val="00655636"/>
    <w:rsid w:val="00657AA4"/>
    <w:rsid w:val="00663D90"/>
    <w:rsid w:val="00664884"/>
    <w:rsid w:val="00666BE8"/>
    <w:rsid w:val="00667D65"/>
    <w:rsid w:val="00670BAF"/>
    <w:rsid w:val="00670D6E"/>
    <w:rsid w:val="00682DAC"/>
    <w:rsid w:val="00686377"/>
    <w:rsid w:val="00686CDD"/>
    <w:rsid w:val="00690E59"/>
    <w:rsid w:val="00694F8D"/>
    <w:rsid w:val="006A4434"/>
    <w:rsid w:val="006B2CD7"/>
    <w:rsid w:val="006B3B48"/>
    <w:rsid w:val="006C6C32"/>
    <w:rsid w:val="006D06E8"/>
    <w:rsid w:val="006D275E"/>
    <w:rsid w:val="006E1F6E"/>
    <w:rsid w:val="006E306C"/>
    <w:rsid w:val="006E6FC4"/>
    <w:rsid w:val="006F0689"/>
    <w:rsid w:val="006F48BD"/>
    <w:rsid w:val="00700AA2"/>
    <w:rsid w:val="007061D7"/>
    <w:rsid w:val="00706948"/>
    <w:rsid w:val="007109D1"/>
    <w:rsid w:val="00714EBC"/>
    <w:rsid w:val="00715098"/>
    <w:rsid w:val="00715396"/>
    <w:rsid w:val="00716F56"/>
    <w:rsid w:val="007368E0"/>
    <w:rsid w:val="00737333"/>
    <w:rsid w:val="007417D3"/>
    <w:rsid w:val="00741E3F"/>
    <w:rsid w:val="00745F18"/>
    <w:rsid w:val="00745FE1"/>
    <w:rsid w:val="00746A59"/>
    <w:rsid w:val="00747610"/>
    <w:rsid w:val="00752BF4"/>
    <w:rsid w:val="00761D7F"/>
    <w:rsid w:val="00761FD2"/>
    <w:rsid w:val="007640CD"/>
    <w:rsid w:val="00764DA9"/>
    <w:rsid w:val="00776CC6"/>
    <w:rsid w:val="007816CB"/>
    <w:rsid w:val="00787CB4"/>
    <w:rsid w:val="00790CE6"/>
    <w:rsid w:val="00795BB8"/>
    <w:rsid w:val="007A600D"/>
    <w:rsid w:val="007B1C97"/>
    <w:rsid w:val="007B30FE"/>
    <w:rsid w:val="007B6782"/>
    <w:rsid w:val="007B724E"/>
    <w:rsid w:val="007C19EF"/>
    <w:rsid w:val="007C490E"/>
    <w:rsid w:val="007C5EC8"/>
    <w:rsid w:val="007D240F"/>
    <w:rsid w:val="007D57A5"/>
    <w:rsid w:val="007E461A"/>
    <w:rsid w:val="007F2971"/>
    <w:rsid w:val="007F3F21"/>
    <w:rsid w:val="007F5604"/>
    <w:rsid w:val="007F6906"/>
    <w:rsid w:val="007F727E"/>
    <w:rsid w:val="008137CF"/>
    <w:rsid w:val="0082342F"/>
    <w:rsid w:val="00831BF5"/>
    <w:rsid w:val="00833AFC"/>
    <w:rsid w:val="00833FF3"/>
    <w:rsid w:val="008352F3"/>
    <w:rsid w:val="00842E55"/>
    <w:rsid w:val="00844AB9"/>
    <w:rsid w:val="008452FF"/>
    <w:rsid w:val="00847BEB"/>
    <w:rsid w:val="00851321"/>
    <w:rsid w:val="00851E8F"/>
    <w:rsid w:val="00854E9F"/>
    <w:rsid w:val="0085554C"/>
    <w:rsid w:val="0086063B"/>
    <w:rsid w:val="00866C44"/>
    <w:rsid w:val="00870527"/>
    <w:rsid w:val="00872345"/>
    <w:rsid w:val="00873FAE"/>
    <w:rsid w:val="0087417C"/>
    <w:rsid w:val="00876838"/>
    <w:rsid w:val="0087684B"/>
    <w:rsid w:val="008776F3"/>
    <w:rsid w:val="00880DC5"/>
    <w:rsid w:val="00882192"/>
    <w:rsid w:val="0088257B"/>
    <w:rsid w:val="00893D70"/>
    <w:rsid w:val="008A24B9"/>
    <w:rsid w:val="008A7A64"/>
    <w:rsid w:val="008B7D36"/>
    <w:rsid w:val="008D1FB9"/>
    <w:rsid w:val="008D4F6D"/>
    <w:rsid w:val="008D548A"/>
    <w:rsid w:val="008D6E13"/>
    <w:rsid w:val="008E01F9"/>
    <w:rsid w:val="008E1DF0"/>
    <w:rsid w:val="008E2B94"/>
    <w:rsid w:val="008E3931"/>
    <w:rsid w:val="008E4844"/>
    <w:rsid w:val="008E620B"/>
    <w:rsid w:val="008E6906"/>
    <w:rsid w:val="008E7BA2"/>
    <w:rsid w:val="008F00E8"/>
    <w:rsid w:val="008F1546"/>
    <w:rsid w:val="008F1E4B"/>
    <w:rsid w:val="008F447F"/>
    <w:rsid w:val="0090544C"/>
    <w:rsid w:val="00907E18"/>
    <w:rsid w:val="00911A33"/>
    <w:rsid w:val="00913FF6"/>
    <w:rsid w:val="00915785"/>
    <w:rsid w:val="00920564"/>
    <w:rsid w:val="0092387E"/>
    <w:rsid w:val="009306BB"/>
    <w:rsid w:val="00930928"/>
    <w:rsid w:val="00932024"/>
    <w:rsid w:val="00933993"/>
    <w:rsid w:val="00942D32"/>
    <w:rsid w:val="00944698"/>
    <w:rsid w:val="00944EDD"/>
    <w:rsid w:val="009505CD"/>
    <w:rsid w:val="009509B3"/>
    <w:rsid w:val="009520BA"/>
    <w:rsid w:val="009547F0"/>
    <w:rsid w:val="00954AB1"/>
    <w:rsid w:val="0095614F"/>
    <w:rsid w:val="00963B96"/>
    <w:rsid w:val="00966048"/>
    <w:rsid w:val="00967D14"/>
    <w:rsid w:val="00974B12"/>
    <w:rsid w:val="00975254"/>
    <w:rsid w:val="00975AAB"/>
    <w:rsid w:val="0097630F"/>
    <w:rsid w:val="009848C9"/>
    <w:rsid w:val="00986954"/>
    <w:rsid w:val="00990583"/>
    <w:rsid w:val="00992A21"/>
    <w:rsid w:val="0099418A"/>
    <w:rsid w:val="0099559E"/>
    <w:rsid w:val="009A2AD2"/>
    <w:rsid w:val="009A6DD1"/>
    <w:rsid w:val="009B0706"/>
    <w:rsid w:val="009B0FD6"/>
    <w:rsid w:val="009B2BA5"/>
    <w:rsid w:val="009B3BD1"/>
    <w:rsid w:val="009C7D4E"/>
    <w:rsid w:val="009D28A6"/>
    <w:rsid w:val="009D2943"/>
    <w:rsid w:val="009D46E2"/>
    <w:rsid w:val="009D5634"/>
    <w:rsid w:val="009D702A"/>
    <w:rsid w:val="009D7EDC"/>
    <w:rsid w:val="009E03FA"/>
    <w:rsid w:val="009E1307"/>
    <w:rsid w:val="009E682C"/>
    <w:rsid w:val="009F25DE"/>
    <w:rsid w:val="009F2D66"/>
    <w:rsid w:val="009F3E2F"/>
    <w:rsid w:val="009F4240"/>
    <w:rsid w:val="009F6FBA"/>
    <w:rsid w:val="00A05547"/>
    <w:rsid w:val="00A16197"/>
    <w:rsid w:val="00A16C9C"/>
    <w:rsid w:val="00A16D6D"/>
    <w:rsid w:val="00A17D5F"/>
    <w:rsid w:val="00A242A3"/>
    <w:rsid w:val="00A31B18"/>
    <w:rsid w:val="00A35CF4"/>
    <w:rsid w:val="00A36225"/>
    <w:rsid w:val="00A37AA2"/>
    <w:rsid w:val="00A51F6F"/>
    <w:rsid w:val="00A56521"/>
    <w:rsid w:val="00A651C3"/>
    <w:rsid w:val="00A7393D"/>
    <w:rsid w:val="00A77FD6"/>
    <w:rsid w:val="00A825A3"/>
    <w:rsid w:val="00A836C6"/>
    <w:rsid w:val="00A851BC"/>
    <w:rsid w:val="00A900E6"/>
    <w:rsid w:val="00A971FC"/>
    <w:rsid w:val="00AA0613"/>
    <w:rsid w:val="00AB0B96"/>
    <w:rsid w:val="00AB2604"/>
    <w:rsid w:val="00AB2E80"/>
    <w:rsid w:val="00AB3497"/>
    <w:rsid w:val="00AC0FEF"/>
    <w:rsid w:val="00AC192B"/>
    <w:rsid w:val="00AC1BCA"/>
    <w:rsid w:val="00AC25B8"/>
    <w:rsid w:val="00AC2C6F"/>
    <w:rsid w:val="00AC5EA9"/>
    <w:rsid w:val="00AD0217"/>
    <w:rsid w:val="00AD1D2F"/>
    <w:rsid w:val="00AD2538"/>
    <w:rsid w:val="00AD5102"/>
    <w:rsid w:val="00AD53A5"/>
    <w:rsid w:val="00AD627D"/>
    <w:rsid w:val="00AE0FA0"/>
    <w:rsid w:val="00AE39D0"/>
    <w:rsid w:val="00AF394E"/>
    <w:rsid w:val="00AF61D6"/>
    <w:rsid w:val="00B04EE1"/>
    <w:rsid w:val="00B06C1F"/>
    <w:rsid w:val="00B12CCE"/>
    <w:rsid w:val="00B15C94"/>
    <w:rsid w:val="00B2311E"/>
    <w:rsid w:val="00B2385D"/>
    <w:rsid w:val="00B251D6"/>
    <w:rsid w:val="00B26E2E"/>
    <w:rsid w:val="00B307BB"/>
    <w:rsid w:val="00B33AFB"/>
    <w:rsid w:val="00B34113"/>
    <w:rsid w:val="00B34D70"/>
    <w:rsid w:val="00B35AD9"/>
    <w:rsid w:val="00B40957"/>
    <w:rsid w:val="00B42C3B"/>
    <w:rsid w:val="00B4433E"/>
    <w:rsid w:val="00B443B6"/>
    <w:rsid w:val="00B47DCF"/>
    <w:rsid w:val="00B529CA"/>
    <w:rsid w:val="00B53BB1"/>
    <w:rsid w:val="00B612D6"/>
    <w:rsid w:val="00B6245E"/>
    <w:rsid w:val="00B71FC8"/>
    <w:rsid w:val="00B7661A"/>
    <w:rsid w:val="00B805E2"/>
    <w:rsid w:val="00B8172A"/>
    <w:rsid w:val="00B86CB9"/>
    <w:rsid w:val="00B917AA"/>
    <w:rsid w:val="00B91D72"/>
    <w:rsid w:val="00B91DF8"/>
    <w:rsid w:val="00B925F5"/>
    <w:rsid w:val="00B949A5"/>
    <w:rsid w:val="00B96A6E"/>
    <w:rsid w:val="00B976B2"/>
    <w:rsid w:val="00BA1824"/>
    <w:rsid w:val="00BA2E76"/>
    <w:rsid w:val="00BA6156"/>
    <w:rsid w:val="00BB74D0"/>
    <w:rsid w:val="00BE000E"/>
    <w:rsid w:val="00BF2142"/>
    <w:rsid w:val="00BF3BC1"/>
    <w:rsid w:val="00BF7FFE"/>
    <w:rsid w:val="00C02E22"/>
    <w:rsid w:val="00C032D3"/>
    <w:rsid w:val="00C0654C"/>
    <w:rsid w:val="00C14A5D"/>
    <w:rsid w:val="00C15F4B"/>
    <w:rsid w:val="00C22554"/>
    <w:rsid w:val="00C2445E"/>
    <w:rsid w:val="00C30C54"/>
    <w:rsid w:val="00C3130B"/>
    <w:rsid w:val="00C33172"/>
    <w:rsid w:val="00C34CCF"/>
    <w:rsid w:val="00C40CF5"/>
    <w:rsid w:val="00C413D9"/>
    <w:rsid w:val="00C427B1"/>
    <w:rsid w:val="00C45517"/>
    <w:rsid w:val="00C52916"/>
    <w:rsid w:val="00C530B8"/>
    <w:rsid w:val="00C54B19"/>
    <w:rsid w:val="00C63295"/>
    <w:rsid w:val="00C63A5B"/>
    <w:rsid w:val="00C63C44"/>
    <w:rsid w:val="00C6668C"/>
    <w:rsid w:val="00C719F9"/>
    <w:rsid w:val="00C73145"/>
    <w:rsid w:val="00C733D0"/>
    <w:rsid w:val="00C81BE0"/>
    <w:rsid w:val="00C8344D"/>
    <w:rsid w:val="00C8389F"/>
    <w:rsid w:val="00C843BE"/>
    <w:rsid w:val="00C85633"/>
    <w:rsid w:val="00C904A8"/>
    <w:rsid w:val="00C930A2"/>
    <w:rsid w:val="00CA4176"/>
    <w:rsid w:val="00CA74CB"/>
    <w:rsid w:val="00CB38EF"/>
    <w:rsid w:val="00CB3DD8"/>
    <w:rsid w:val="00CB41EB"/>
    <w:rsid w:val="00CC26BC"/>
    <w:rsid w:val="00CC2D70"/>
    <w:rsid w:val="00CC4692"/>
    <w:rsid w:val="00CF1D0C"/>
    <w:rsid w:val="00CF28AF"/>
    <w:rsid w:val="00CF3F56"/>
    <w:rsid w:val="00D07B61"/>
    <w:rsid w:val="00D118C3"/>
    <w:rsid w:val="00D20902"/>
    <w:rsid w:val="00D2460A"/>
    <w:rsid w:val="00D2534D"/>
    <w:rsid w:val="00D25DFE"/>
    <w:rsid w:val="00D25F98"/>
    <w:rsid w:val="00D30ACC"/>
    <w:rsid w:val="00D32646"/>
    <w:rsid w:val="00D33681"/>
    <w:rsid w:val="00D3567E"/>
    <w:rsid w:val="00D36B85"/>
    <w:rsid w:val="00D41EBE"/>
    <w:rsid w:val="00D42D34"/>
    <w:rsid w:val="00D47DA2"/>
    <w:rsid w:val="00D52DDE"/>
    <w:rsid w:val="00D62024"/>
    <w:rsid w:val="00D63140"/>
    <w:rsid w:val="00D665E5"/>
    <w:rsid w:val="00D66E0E"/>
    <w:rsid w:val="00D70E74"/>
    <w:rsid w:val="00D746C0"/>
    <w:rsid w:val="00D76AF0"/>
    <w:rsid w:val="00D83BD7"/>
    <w:rsid w:val="00D83BE7"/>
    <w:rsid w:val="00D868C0"/>
    <w:rsid w:val="00D91BEC"/>
    <w:rsid w:val="00D93980"/>
    <w:rsid w:val="00DB12FC"/>
    <w:rsid w:val="00DB1B03"/>
    <w:rsid w:val="00DB3B8D"/>
    <w:rsid w:val="00DC2D13"/>
    <w:rsid w:val="00DC35D4"/>
    <w:rsid w:val="00DD087E"/>
    <w:rsid w:val="00DD26AA"/>
    <w:rsid w:val="00DD6BD0"/>
    <w:rsid w:val="00DE0AD3"/>
    <w:rsid w:val="00DF3F32"/>
    <w:rsid w:val="00E038C6"/>
    <w:rsid w:val="00E15D2E"/>
    <w:rsid w:val="00E176C2"/>
    <w:rsid w:val="00E21653"/>
    <w:rsid w:val="00E21781"/>
    <w:rsid w:val="00E363DD"/>
    <w:rsid w:val="00E3743A"/>
    <w:rsid w:val="00E3775C"/>
    <w:rsid w:val="00E41064"/>
    <w:rsid w:val="00E43397"/>
    <w:rsid w:val="00E470BD"/>
    <w:rsid w:val="00E50C27"/>
    <w:rsid w:val="00E648C0"/>
    <w:rsid w:val="00E64F8E"/>
    <w:rsid w:val="00E6564A"/>
    <w:rsid w:val="00E674E2"/>
    <w:rsid w:val="00E75BA1"/>
    <w:rsid w:val="00E84DAD"/>
    <w:rsid w:val="00E84E84"/>
    <w:rsid w:val="00E85EA6"/>
    <w:rsid w:val="00E96169"/>
    <w:rsid w:val="00E96B9C"/>
    <w:rsid w:val="00EA0E19"/>
    <w:rsid w:val="00EA1EE8"/>
    <w:rsid w:val="00EA32BA"/>
    <w:rsid w:val="00EA4ED3"/>
    <w:rsid w:val="00EB281F"/>
    <w:rsid w:val="00EB4A6F"/>
    <w:rsid w:val="00EB676B"/>
    <w:rsid w:val="00EC157B"/>
    <w:rsid w:val="00ED0F81"/>
    <w:rsid w:val="00ED108A"/>
    <w:rsid w:val="00ED13CA"/>
    <w:rsid w:val="00ED2B81"/>
    <w:rsid w:val="00EE3AAE"/>
    <w:rsid w:val="00EE6F21"/>
    <w:rsid w:val="00EF07E5"/>
    <w:rsid w:val="00EF1280"/>
    <w:rsid w:val="00EF2D86"/>
    <w:rsid w:val="00EF797D"/>
    <w:rsid w:val="00F015F3"/>
    <w:rsid w:val="00F01984"/>
    <w:rsid w:val="00F03511"/>
    <w:rsid w:val="00F03F83"/>
    <w:rsid w:val="00F10BC5"/>
    <w:rsid w:val="00F1264E"/>
    <w:rsid w:val="00F1485A"/>
    <w:rsid w:val="00F14C88"/>
    <w:rsid w:val="00F24EF6"/>
    <w:rsid w:val="00F311B6"/>
    <w:rsid w:val="00F317EA"/>
    <w:rsid w:val="00F33E45"/>
    <w:rsid w:val="00F34B4F"/>
    <w:rsid w:val="00F36D39"/>
    <w:rsid w:val="00F36E38"/>
    <w:rsid w:val="00F37D60"/>
    <w:rsid w:val="00F47A02"/>
    <w:rsid w:val="00F47C1A"/>
    <w:rsid w:val="00F50D8A"/>
    <w:rsid w:val="00F52CA7"/>
    <w:rsid w:val="00F55214"/>
    <w:rsid w:val="00F55E8D"/>
    <w:rsid w:val="00F57729"/>
    <w:rsid w:val="00F624BD"/>
    <w:rsid w:val="00F66489"/>
    <w:rsid w:val="00F67A79"/>
    <w:rsid w:val="00F72817"/>
    <w:rsid w:val="00F759A0"/>
    <w:rsid w:val="00F81426"/>
    <w:rsid w:val="00F81CE4"/>
    <w:rsid w:val="00F85EFF"/>
    <w:rsid w:val="00F92E18"/>
    <w:rsid w:val="00FA424E"/>
    <w:rsid w:val="00FA4765"/>
    <w:rsid w:val="00FA6BA0"/>
    <w:rsid w:val="00FA7973"/>
    <w:rsid w:val="00FA7F31"/>
    <w:rsid w:val="00FB19C0"/>
    <w:rsid w:val="00FB27B8"/>
    <w:rsid w:val="00FB2837"/>
    <w:rsid w:val="00FB4846"/>
    <w:rsid w:val="00FB4A64"/>
    <w:rsid w:val="00FC17D8"/>
    <w:rsid w:val="00FC1DE9"/>
    <w:rsid w:val="00FD0FEA"/>
    <w:rsid w:val="00FD4DD4"/>
    <w:rsid w:val="00FD5007"/>
    <w:rsid w:val="00FD5888"/>
    <w:rsid w:val="00FD7E56"/>
    <w:rsid w:val="00FE0892"/>
    <w:rsid w:val="00FF189B"/>
    <w:rsid w:val="00FF3D43"/>
    <w:rsid w:val="00F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386EE"/>
  <w15:docId w15:val="{03891AFC-368A-42F1-8831-C6314AC6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7283"/>
    <w:pPr>
      <w:spacing w:after="120"/>
    </w:pPr>
    <w:rPr>
      <w:sz w:val="24"/>
    </w:rPr>
  </w:style>
  <w:style w:type="paragraph" w:styleId="Nadpis1">
    <w:name w:val="heading 1"/>
    <w:basedOn w:val="Normln"/>
    <w:next w:val="Normln"/>
    <w:autoRedefine/>
    <w:qFormat/>
    <w:rsid w:val="000A0437"/>
    <w:pPr>
      <w:keepNext/>
      <w:keepLines/>
      <w:spacing w:before="240"/>
      <w:outlineLvl w:val="0"/>
    </w:pPr>
    <w:rPr>
      <w:b/>
      <w:kern w:val="28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qFormat/>
    <w:rsid w:val="001646D5"/>
    <w:pPr>
      <w:keepNext/>
      <w:keepLines/>
      <w:spacing w:before="240" w:after="0"/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rsid w:val="000A0437"/>
    <w:pPr>
      <w:keepNext/>
      <w:spacing w:before="240"/>
      <w:outlineLvl w:val="2"/>
    </w:pPr>
    <w:rPr>
      <w:b/>
      <w:sz w:val="28"/>
      <w:szCs w:val="24"/>
    </w:rPr>
  </w:style>
  <w:style w:type="paragraph" w:styleId="Nadpis4">
    <w:name w:val="heading 4"/>
    <w:basedOn w:val="Normln"/>
    <w:next w:val="Normln"/>
    <w:link w:val="Nadpis4Char"/>
    <w:qFormat/>
    <w:rsid w:val="001646D5"/>
    <w:pPr>
      <w:keepNext/>
      <w:spacing w:before="120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qFormat/>
    <w:rsid w:val="000A0437"/>
    <w:pPr>
      <w:spacing w:before="240" w:after="60"/>
      <w:outlineLvl w:val="4"/>
    </w:pPr>
    <w:rPr>
      <w:b/>
      <w:szCs w:val="24"/>
    </w:rPr>
  </w:style>
  <w:style w:type="paragraph" w:styleId="Nadpis6">
    <w:name w:val="heading 6"/>
    <w:basedOn w:val="Normln"/>
    <w:next w:val="Normln"/>
    <w:qFormat/>
    <w:rsid w:val="000A0437"/>
    <w:pPr>
      <w:keepNext/>
      <w:spacing w:before="240" w:after="60"/>
      <w:outlineLvl w:val="5"/>
    </w:pPr>
    <w:rPr>
      <w:b/>
    </w:rPr>
  </w:style>
  <w:style w:type="paragraph" w:styleId="Nadpis7">
    <w:name w:val="heading 7"/>
    <w:basedOn w:val="Normln"/>
    <w:next w:val="Normln"/>
    <w:qFormat/>
    <w:rsid w:val="000A0437"/>
    <w:pPr>
      <w:spacing w:before="240" w:after="60"/>
      <w:outlineLvl w:val="6"/>
    </w:pPr>
    <w:rPr>
      <w:szCs w:val="24"/>
    </w:rPr>
  </w:style>
  <w:style w:type="paragraph" w:styleId="Nadpis8">
    <w:name w:val="heading 8"/>
    <w:basedOn w:val="Normln"/>
    <w:next w:val="Normln"/>
    <w:qFormat/>
    <w:rsid w:val="000A0437"/>
    <w:pPr>
      <w:spacing w:before="240" w:after="60"/>
      <w:outlineLvl w:val="7"/>
    </w:pPr>
    <w:rPr>
      <w:i/>
      <w:iCs/>
      <w:szCs w:val="24"/>
    </w:rPr>
  </w:style>
  <w:style w:type="paragraph" w:styleId="Nadpis9">
    <w:name w:val="heading 9"/>
    <w:basedOn w:val="Normln"/>
    <w:next w:val="Normln"/>
    <w:qFormat/>
    <w:rsid w:val="000A043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A0437"/>
    <w:pPr>
      <w:tabs>
        <w:tab w:val="center" w:pos="4536"/>
        <w:tab w:val="right" w:pos="9072"/>
      </w:tabs>
    </w:pPr>
  </w:style>
  <w:style w:type="paragraph" w:customStyle="1" w:styleId="Psacstrojesky">
    <w:name w:val="Psací stroj česky"/>
    <w:basedOn w:val="Normln"/>
    <w:rsid w:val="000A0437"/>
    <w:pPr>
      <w:spacing w:line="480" w:lineRule="auto"/>
    </w:pPr>
    <w:rPr>
      <w:rFonts w:ascii="Courier New" w:hAnsi="Courier New"/>
    </w:rPr>
  </w:style>
  <w:style w:type="paragraph" w:styleId="Zpat">
    <w:name w:val="footer"/>
    <w:basedOn w:val="Normln"/>
    <w:rsid w:val="000A0437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adpis1"/>
    <w:next w:val="Normln"/>
    <w:rsid w:val="000A0437"/>
    <w:pPr>
      <w:pageBreakBefore/>
    </w:pPr>
    <w:rPr>
      <w:smallCaps/>
      <w:sz w:val="36"/>
      <w:szCs w:val="36"/>
    </w:rPr>
  </w:style>
  <w:style w:type="paragraph" w:styleId="Zkladntext">
    <w:name w:val="Body Text"/>
    <w:basedOn w:val="Normln"/>
    <w:rsid w:val="000A0437"/>
  </w:style>
  <w:style w:type="character" w:styleId="Zdraznn">
    <w:name w:val="Emphasis"/>
    <w:qFormat/>
    <w:rsid w:val="000A0437"/>
    <w:rPr>
      <w:rFonts w:ascii="Times New Roman" w:hAnsi="Times New Roman"/>
      <w:i/>
      <w:sz w:val="24"/>
    </w:rPr>
  </w:style>
  <w:style w:type="character" w:styleId="slostrnky">
    <w:name w:val="page number"/>
    <w:rsid w:val="000A0437"/>
    <w:rPr>
      <w:rFonts w:ascii="Times New Roman" w:hAnsi="Times New Roman"/>
      <w:b/>
      <w:sz w:val="24"/>
    </w:rPr>
  </w:style>
  <w:style w:type="paragraph" w:customStyle="1" w:styleId="StylNadpis1bezslovn">
    <w:name w:val="Styl Nadpis 1 bez číslování"/>
    <w:basedOn w:val="Nadpis1"/>
    <w:next w:val="Normln"/>
    <w:rsid w:val="000A0437"/>
    <w:pPr>
      <w:numPr>
        <w:numId w:val="13"/>
      </w:numPr>
    </w:pPr>
    <w:rPr>
      <w:bCs/>
    </w:rPr>
  </w:style>
  <w:style w:type="paragraph" w:customStyle="1" w:styleId="Nadpis1bez">
    <w:name w:val="Nadpis 1 bez"/>
    <w:basedOn w:val="Nadpis1"/>
    <w:next w:val="Normln"/>
    <w:rsid w:val="000A0437"/>
  </w:style>
  <w:style w:type="paragraph" w:customStyle="1" w:styleId="Otzkarozhovor">
    <w:name w:val="Otázka rozhovor"/>
    <w:basedOn w:val="Normln"/>
    <w:next w:val="Normln"/>
    <w:qFormat/>
    <w:rsid w:val="000A0437"/>
    <w:rPr>
      <w:b/>
      <w:bCs/>
      <w:i/>
    </w:rPr>
  </w:style>
  <w:style w:type="paragraph" w:styleId="Obsah1">
    <w:name w:val="toc 1"/>
    <w:basedOn w:val="Normln"/>
    <w:next w:val="Normln"/>
    <w:autoRedefine/>
    <w:semiHidden/>
    <w:rsid w:val="000A0437"/>
    <w:rPr>
      <w:smallCaps/>
      <w:szCs w:val="24"/>
    </w:rPr>
  </w:style>
  <w:style w:type="paragraph" w:styleId="Titulek">
    <w:name w:val="caption"/>
    <w:basedOn w:val="Normln"/>
    <w:next w:val="Normln"/>
    <w:qFormat/>
    <w:rsid w:val="000A0437"/>
    <w:pPr>
      <w:spacing w:before="60" w:after="360"/>
    </w:pPr>
    <w:rPr>
      <w:bCs/>
      <w:i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C9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B1C97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F0351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43E19"/>
    <w:pPr>
      <w:spacing w:after="0"/>
    </w:pPr>
    <w:rPr>
      <w:rFonts w:eastAsiaTheme="minorHAnsi"/>
      <w:szCs w:val="24"/>
    </w:rPr>
  </w:style>
  <w:style w:type="paragraph" w:styleId="Odstavecseseznamem">
    <w:name w:val="List Paragraph"/>
    <w:basedOn w:val="Normln"/>
    <w:uiPriority w:val="34"/>
    <w:qFormat/>
    <w:rsid w:val="00243E1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1646D5"/>
    <w:rPr>
      <w:b/>
      <w:sz w:val="28"/>
    </w:rPr>
  </w:style>
  <w:style w:type="character" w:styleId="Sledovanodkaz">
    <w:name w:val="FollowedHyperlink"/>
    <w:basedOn w:val="Standardnpsmoodstavce"/>
    <w:uiPriority w:val="99"/>
    <w:semiHidden/>
    <w:unhideWhenUsed/>
    <w:rsid w:val="008A24B9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rsid w:val="00DC35D4"/>
    <w:rPr>
      <w:b/>
      <w:sz w:val="24"/>
    </w:rPr>
  </w:style>
  <w:style w:type="paragraph" w:styleId="Seznam">
    <w:name w:val="List"/>
    <w:basedOn w:val="Normln"/>
    <w:uiPriority w:val="99"/>
    <w:rsid w:val="006F48BD"/>
    <w:pPr>
      <w:overflowPunct w:val="0"/>
      <w:autoSpaceDE w:val="0"/>
      <w:autoSpaceDN w:val="0"/>
      <w:adjustRightInd w:val="0"/>
      <w:spacing w:after="0"/>
      <w:ind w:left="283" w:hanging="283"/>
      <w:textAlignment w:val="baseline"/>
    </w:pPr>
    <w:rPr>
      <w:sz w:val="20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03E5C"/>
    <w:rPr>
      <w:color w:val="605E5C"/>
      <w:shd w:val="clear" w:color="auto" w:fill="E1DFDD"/>
    </w:rPr>
  </w:style>
  <w:style w:type="character" w:customStyle="1" w:styleId="Nadpis5Char">
    <w:name w:val="Nadpis 5 Char"/>
    <w:basedOn w:val="Standardnpsmoodstavce"/>
    <w:link w:val="Nadpis5"/>
    <w:rsid w:val="00025E8D"/>
    <w:rPr>
      <w:b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37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szk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jta\AppData\Roaming\Microsoft\&#352;ablony\TZ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0470CD67D94942861A0A8BEDFA3E52" ma:contentTypeVersion="1" ma:contentTypeDescription="Vytvoří nový dokument" ma:contentTypeScope="" ma:versionID="4eeecf967a92da205f72fe2df92d384d">
  <xsd:schema xmlns:xsd="http://www.w3.org/2001/XMLSchema" xmlns:xs="http://www.w3.org/2001/XMLSchema" xmlns:p="http://schemas.microsoft.com/office/2006/metadata/properties" xmlns:ns3="8c1a8161-6365-47b4-a689-e859c46faf23" targetNamespace="http://schemas.microsoft.com/office/2006/metadata/properties" ma:root="true" ma:fieldsID="75824d11afad0e630d8a72976d4b8789" ns3:_="">
    <xsd:import namespace="8c1a8161-6365-47b4-a689-e859c46faf2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a8161-6365-47b4-a689-e859c46faf2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6F86C-41EF-4914-BEC9-92732911E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93EFE-5AD8-409E-A201-3FC80A041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a8161-6365-47b4-a689-e859c46fa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EBF8F-2EDB-4793-8F37-BDDCBEB25F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18763-0A05-421C-AAFF-9F3D235E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TZ.dot</Template>
  <TotalTime>23</TotalTime>
  <Pages>1</Pages>
  <Words>360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t</vt:lpstr>
    </vt:vector>
  </TitlesOfParts>
  <Company>HP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Cekota</dc:creator>
  <cp:lastModifiedBy>Vojtěch Cekota</cp:lastModifiedBy>
  <cp:revision>1</cp:revision>
  <cp:lastPrinted>1900-12-31T23:00:00Z</cp:lastPrinted>
  <dcterms:created xsi:type="dcterms:W3CDTF">2025-06-19T07:22:00Z</dcterms:created>
  <dcterms:modified xsi:type="dcterms:W3CDTF">2025-06-20T11:30:00Z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0x010100FA0470CD67D94942861A0A8BEDFA3E52</vt:lpwstr>
  </property>
</Properties>
</file>