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4E4AE6" w14:textId="77777777" w:rsidR="00C12D1B" w:rsidRDefault="00C12D1B" w:rsidP="00C12D1B">
      <w:pPr>
        <w:pStyle w:val="Nzev"/>
        <w:pBdr>
          <w:bottom w:val="none" w:sz="0" w:space="0" w:color="auto"/>
        </w:pBdr>
        <w:spacing w:after="120" w:line="240" w:lineRule="auto"/>
        <w:ind w:firstLine="0"/>
        <w:jc w:val="center"/>
        <w:rPr>
          <w:b/>
          <w:bCs/>
          <w:color w:val="000000"/>
          <w:sz w:val="36"/>
          <w:szCs w:val="36"/>
        </w:rPr>
      </w:pPr>
    </w:p>
    <w:p w14:paraId="589C52CA" w14:textId="00D5F980" w:rsidR="00C12D1B" w:rsidRPr="00C12D1B" w:rsidRDefault="00C12D1B" w:rsidP="00C12D1B">
      <w:pPr>
        <w:pStyle w:val="Nzev"/>
        <w:pBdr>
          <w:bottom w:val="none" w:sz="0" w:space="0" w:color="auto"/>
        </w:pBdr>
        <w:spacing w:after="120" w:line="240" w:lineRule="auto"/>
        <w:ind w:firstLine="0"/>
        <w:jc w:val="center"/>
        <w:rPr>
          <w:b/>
          <w:smallCaps/>
          <w:color w:val="000000"/>
          <w:sz w:val="36"/>
        </w:rPr>
      </w:pPr>
      <w:r w:rsidRPr="00C12D1B">
        <w:rPr>
          <w:b/>
          <w:bCs/>
          <w:color w:val="000000"/>
          <w:sz w:val="36"/>
          <w:szCs w:val="36"/>
        </w:rPr>
        <w:t xml:space="preserve">Individuální dotace </w:t>
      </w:r>
      <w:r w:rsidR="009666C1">
        <w:rPr>
          <w:b/>
          <w:bCs/>
          <w:color w:val="000000"/>
          <w:sz w:val="36"/>
          <w:szCs w:val="36"/>
        </w:rPr>
        <w:t>2025</w:t>
      </w:r>
    </w:p>
    <w:p w14:paraId="0020E52E" w14:textId="77777777" w:rsidR="00C12D1B" w:rsidRDefault="00C12D1B" w:rsidP="00C12D1B">
      <w:pPr>
        <w:pStyle w:val="Nzev"/>
        <w:pBdr>
          <w:bottom w:val="none" w:sz="0" w:space="0" w:color="auto"/>
        </w:pBdr>
        <w:spacing w:after="120" w:line="240" w:lineRule="auto"/>
        <w:ind w:firstLine="0"/>
        <w:jc w:val="center"/>
        <w:rPr>
          <w:b/>
          <w:color w:val="000000"/>
          <w:sz w:val="36"/>
          <w:szCs w:val="36"/>
        </w:rPr>
      </w:pPr>
      <w:r w:rsidRPr="00C12D1B">
        <w:rPr>
          <w:b/>
          <w:color w:val="000000"/>
          <w:sz w:val="36"/>
          <w:szCs w:val="36"/>
        </w:rPr>
        <w:t>Podpora neziskových subjektů v obci Drnovice</w:t>
      </w:r>
    </w:p>
    <w:p w14:paraId="0904C85E" w14:textId="77777777" w:rsidR="00601009" w:rsidRPr="00601009" w:rsidRDefault="00601009" w:rsidP="00601009">
      <w:pPr>
        <w:rPr>
          <w:lang w:eastAsia="en-US"/>
        </w:rPr>
      </w:pPr>
    </w:p>
    <w:p w14:paraId="17876989" w14:textId="77777777" w:rsidR="00C12D1B" w:rsidRDefault="00C12D1B" w:rsidP="00CF6866">
      <w:pPr>
        <w:spacing w:line="240" w:lineRule="auto"/>
        <w:jc w:val="both"/>
      </w:pPr>
      <w:r>
        <w:t>Obec Drnovice poskytuje finanční prostředky spolkům, neziskovým organizacím a sdružením působících na území obce. Prostředky jsou poskytovány formou individuálních dotací. Jedná se o individuální účelové dotace s jasně stanoveným cílem a vymezeným předmětem podpory.</w:t>
      </w:r>
    </w:p>
    <w:p w14:paraId="40E87524" w14:textId="77777777" w:rsidR="00C12D1B" w:rsidRDefault="00C12D1B" w:rsidP="00CF6866">
      <w:pPr>
        <w:spacing w:line="240" w:lineRule="auto"/>
        <w:jc w:val="both"/>
      </w:pPr>
      <w:r>
        <w:t>Dotace jsou členěny na několik samostatných titulů, jejichž struktura je vedena snahou o efektivní a cílené využívání veřejných prostředků ve prospěch práce s mládeží a také zkvalitnění podmínek společenského života v obci.</w:t>
      </w:r>
    </w:p>
    <w:p w14:paraId="30E2C281" w14:textId="77777777" w:rsidR="00C12D1B" w:rsidRDefault="00C12D1B" w:rsidP="00CF6866">
      <w:pPr>
        <w:spacing w:line="240" w:lineRule="auto"/>
        <w:jc w:val="both"/>
      </w:pPr>
      <w:r>
        <w:t>Dotace jsou individuálně rozdělovány na základně daných oblastí podpory, což zajistí transparentnost při rozdělování a samotném užití dotace. Tím bude zajištěna i veřejná kontrola obecních financí přerozdělených mezi obecní spolky k vykonávání jejich činnosti.</w:t>
      </w:r>
    </w:p>
    <w:p w14:paraId="064C978C" w14:textId="77777777" w:rsidR="00A37CC0" w:rsidRDefault="00A37CC0" w:rsidP="00CF6866">
      <w:pPr>
        <w:spacing w:line="240" w:lineRule="auto"/>
        <w:jc w:val="both"/>
      </w:pPr>
    </w:p>
    <w:p w14:paraId="435E90AE" w14:textId="77777777" w:rsidR="00A37CC0" w:rsidRDefault="00A37CC0" w:rsidP="00CF6866">
      <w:pPr>
        <w:spacing w:line="240" w:lineRule="auto"/>
        <w:jc w:val="both"/>
      </w:pPr>
    </w:p>
    <w:p w14:paraId="1DE12D3E" w14:textId="77777777" w:rsidR="00C12D1B" w:rsidRPr="00C12D1B" w:rsidRDefault="00C12D1B" w:rsidP="00CF6866">
      <w:pPr>
        <w:pStyle w:val="Nadpis1"/>
        <w:keepLines w:val="0"/>
        <w:numPr>
          <w:ilvl w:val="0"/>
          <w:numId w:val="4"/>
        </w:num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C12D1B">
        <w:rPr>
          <w:rFonts w:ascii="Times New Roman" w:hAnsi="Times New Roman"/>
          <w:sz w:val="24"/>
          <w:szCs w:val="24"/>
        </w:rPr>
        <w:t>Vyhlašovatel:</w:t>
      </w:r>
    </w:p>
    <w:p w14:paraId="629168AE" w14:textId="77777777" w:rsidR="00C12D1B" w:rsidRDefault="00C12D1B" w:rsidP="00C12D1B">
      <w:pPr>
        <w:jc w:val="both"/>
      </w:pPr>
      <w:r>
        <w:t>Obec Drnovice</w:t>
      </w:r>
    </w:p>
    <w:p w14:paraId="7F69CE26" w14:textId="77777777" w:rsidR="00C12D1B" w:rsidRPr="00C12D1B" w:rsidRDefault="00C12D1B" w:rsidP="00C12D1B">
      <w:pPr>
        <w:pStyle w:val="Nadpis1"/>
        <w:keepLines w:val="0"/>
        <w:numPr>
          <w:ilvl w:val="0"/>
          <w:numId w:val="4"/>
        </w:num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C12D1B">
        <w:rPr>
          <w:rFonts w:ascii="Times New Roman" w:hAnsi="Times New Roman"/>
          <w:sz w:val="24"/>
          <w:szCs w:val="24"/>
        </w:rPr>
        <w:t>Oblasti podpory</w:t>
      </w:r>
    </w:p>
    <w:p w14:paraId="19167A13" w14:textId="77777777" w:rsidR="00C12D1B" w:rsidRDefault="00C12D1B" w:rsidP="00C12D1B">
      <w:pPr>
        <w:pStyle w:val="Odstavecseseznamem"/>
        <w:numPr>
          <w:ilvl w:val="0"/>
          <w:numId w:val="5"/>
        </w:numPr>
      </w:pPr>
      <w:r>
        <w:t>Údržba a provoz areálů</w:t>
      </w:r>
    </w:p>
    <w:p w14:paraId="0E55DE88" w14:textId="77777777" w:rsidR="00C12D1B" w:rsidRDefault="00C12D1B" w:rsidP="00C12D1B">
      <w:pPr>
        <w:pStyle w:val="Odstavecseseznamem"/>
        <w:numPr>
          <w:ilvl w:val="0"/>
          <w:numId w:val="5"/>
        </w:numPr>
      </w:pPr>
      <w:r>
        <w:t>Volnočasové aktivity dětí a mládeže</w:t>
      </w:r>
    </w:p>
    <w:p w14:paraId="0F46C0A8" w14:textId="77777777" w:rsidR="00C12D1B" w:rsidRDefault="00C12D1B" w:rsidP="00C12D1B">
      <w:pPr>
        <w:pStyle w:val="Odstavecseseznamem"/>
        <w:numPr>
          <w:ilvl w:val="0"/>
          <w:numId w:val="5"/>
        </w:numPr>
      </w:pPr>
      <w:r>
        <w:t>Pořádání veřejných akcí</w:t>
      </w:r>
    </w:p>
    <w:p w14:paraId="285997D1" w14:textId="77777777" w:rsidR="00C12D1B" w:rsidRDefault="00C12D1B" w:rsidP="00C12D1B">
      <w:pPr>
        <w:pStyle w:val="Odstavecseseznamem"/>
        <w:numPr>
          <w:ilvl w:val="0"/>
          <w:numId w:val="5"/>
        </w:numPr>
      </w:pPr>
      <w:r>
        <w:t>Investice, opravy a udržování</w:t>
      </w:r>
    </w:p>
    <w:p w14:paraId="259C4056" w14:textId="0F832D00" w:rsidR="00117743" w:rsidRPr="00311E1E" w:rsidRDefault="00117743" w:rsidP="00C12D1B">
      <w:pPr>
        <w:pStyle w:val="Odstavecseseznamem"/>
        <w:numPr>
          <w:ilvl w:val="0"/>
          <w:numId w:val="5"/>
        </w:numPr>
      </w:pPr>
      <w:r>
        <w:t>Soustředěn</w:t>
      </w:r>
      <w:r w:rsidR="00227897">
        <w:t xml:space="preserve">í, </w:t>
      </w:r>
      <w:r>
        <w:t>vícedenní akce</w:t>
      </w:r>
      <w:r w:rsidR="00227897">
        <w:t xml:space="preserve"> a tábory</w:t>
      </w:r>
    </w:p>
    <w:p w14:paraId="1021FBE7" w14:textId="77777777" w:rsidR="00C12D1B" w:rsidRPr="00C12D1B" w:rsidRDefault="00C12D1B" w:rsidP="00C12D1B">
      <w:pPr>
        <w:pStyle w:val="Nadpis1"/>
        <w:keepLines w:val="0"/>
        <w:numPr>
          <w:ilvl w:val="0"/>
          <w:numId w:val="4"/>
        </w:num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C12D1B">
        <w:rPr>
          <w:rFonts w:ascii="Times New Roman" w:hAnsi="Times New Roman"/>
          <w:sz w:val="24"/>
          <w:szCs w:val="24"/>
        </w:rPr>
        <w:t>Místo a způsob podání žádosti</w:t>
      </w:r>
    </w:p>
    <w:p w14:paraId="549A7D90" w14:textId="4F90205B" w:rsidR="00117743" w:rsidRDefault="00C12D1B" w:rsidP="00117743">
      <w:pPr>
        <w:spacing w:line="240" w:lineRule="auto"/>
        <w:ind w:left="567" w:firstLine="0"/>
        <w:jc w:val="both"/>
      </w:pPr>
      <w:r>
        <w:t>Žádosti budou přijímány písemně na podatelně OÚ (kancelář OÚ) nebo elektronicky datovou schránkou do</w:t>
      </w:r>
      <w:r w:rsidR="009666C1">
        <w:t xml:space="preserve"> </w:t>
      </w:r>
      <w:r w:rsidR="009666C1" w:rsidRPr="00987D73">
        <w:rPr>
          <w:b/>
          <w:bCs/>
          <w:u w:val="single"/>
        </w:rPr>
        <w:t>13. 2. 2025</w:t>
      </w:r>
      <w:r w:rsidR="00987D73">
        <w:rPr>
          <w:b/>
          <w:bCs/>
          <w:u w:val="single"/>
        </w:rPr>
        <w:t>.</w:t>
      </w:r>
    </w:p>
    <w:p w14:paraId="09E4969F" w14:textId="0F7933FC" w:rsidR="00C12D1B" w:rsidRPr="00C12D1B" w:rsidRDefault="00C12D1B" w:rsidP="00987D73">
      <w:pPr>
        <w:pStyle w:val="Nadpis1"/>
        <w:keepLines w:val="0"/>
        <w:numPr>
          <w:ilvl w:val="0"/>
          <w:numId w:val="4"/>
        </w:numPr>
        <w:spacing w:before="120" w:after="0"/>
        <w:jc w:val="both"/>
      </w:pPr>
      <w:r w:rsidRPr="00987D73">
        <w:rPr>
          <w:rFonts w:ascii="Times New Roman" w:hAnsi="Times New Roman"/>
          <w:sz w:val="24"/>
          <w:szCs w:val="24"/>
        </w:rPr>
        <w:t>Schv</w:t>
      </w:r>
      <w:r w:rsidR="009666C1" w:rsidRPr="00987D73">
        <w:rPr>
          <w:rFonts w:ascii="Times New Roman" w:hAnsi="Times New Roman"/>
          <w:sz w:val="24"/>
          <w:szCs w:val="24"/>
        </w:rPr>
        <w:t>álení:</w:t>
      </w:r>
    </w:p>
    <w:p w14:paraId="21731008" w14:textId="77777777" w:rsidR="00C12D1B" w:rsidRDefault="00C12D1B" w:rsidP="00C12D1B">
      <w:pPr>
        <w:spacing w:before="120"/>
        <w:ind w:firstLine="0"/>
      </w:pPr>
      <w:r>
        <w:t>Oblasti podpory projednalo Zastupitelstvo obce Drnovice</w:t>
      </w:r>
      <w:r w:rsidR="00DA69BF">
        <w:t xml:space="preserve"> usnesení</w:t>
      </w:r>
      <w:r>
        <w:t xml:space="preserve"> č. 11/2019</w:t>
      </w:r>
      <w:r w:rsidRPr="00A734A4">
        <w:t xml:space="preserve"> </w:t>
      </w:r>
      <w:r>
        <w:t>ze dne 18.2.2019.</w:t>
      </w:r>
      <w:r>
        <w:br w:type="page"/>
      </w:r>
    </w:p>
    <w:tbl>
      <w:tblPr>
        <w:tblStyle w:val="Mkatabulky"/>
        <w:tblW w:w="9280" w:type="dxa"/>
        <w:tblLook w:val="04A0" w:firstRow="1" w:lastRow="0" w:firstColumn="1" w:lastColumn="0" w:noHBand="0" w:noVBand="1"/>
      </w:tblPr>
      <w:tblGrid>
        <w:gridCol w:w="9280"/>
      </w:tblGrid>
      <w:tr w:rsidR="009E2834" w14:paraId="3243ADD3" w14:textId="77777777" w:rsidTr="009E2834">
        <w:trPr>
          <w:trHeight w:val="20"/>
        </w:trPr>
        <w:tc>
          <w:tcPr>
            <w:tcW w:w="9280" w:type="dxa"/>
            <w:shd w:val="clear" w:color="auto" w:fill="FFFFD1"/>
            <w:vAlign w:val="center"/>
          </w:tcPr>
          <w:p w14:paraId="6A065BFF" w14:textId="77777777" w:rsidR="009E2834" w:rsidRDefault="009E2834" w:rsidP="009E2834">
            <w:pPr>
              <w:pStyle w:val="Nzev"/>
              <w:pBdr>
                <w:bottom w:val="none" w:sz="0" w:space="0" w:color="auto"/>
              </w:pBdr>
              <w:ind w:firstLine="0"/>
              <w:jc w:val="center"/>
              <w:rPr>
                <w:b/>
                <w:color w:val="000000"/>
                <w:sz w:val="24"/>
                <w:szCs w:val="36"/>
              </w:rPr>
            </w:pPr>
            <w:bookmarkStart w:id="0" w:name="_Hlk187248453"/>
          </w:p>
          <w:p w14:paraId="62675C10" w14:textId="4BA3E7F4" w:rsidR="009E2834" w:rsidRPr="009E2834" w:rsidRDefault="009E2834" w:rsidP="009E2834">
            <w:pPr>
              <w:pStyle w:val="Nzev"/>
              <w:pBdr>
                <w:bottom w:val="none" w:sz="0" w:space="0" w:color="auto"/>
              </w:pBdr>
              <w:ind w:firstLine="0"/>
              <w:jc w:val="center"/>
              <w:rPr>
                <w:b/>
                <w:color w:val="000000"/>
                <w:sz w:val="40"/>
              </w:rPr>
            </w:pPr>
            <w:r w:rsidRPr="009E2834">
              <w:rPr>
                <w:b/>
                <w:color w:val="000000"/>
                <w:sz w:val="24"/>
                <w:szCs w:val="36"/>
              </w:rPr>
              <w:t>TITULNÍ STRANA</w:t>
            </w:r>
          </w:p>
        </w:tc>
      </w:tr>
      <w:bookmarkEnd w:id="0"/>
    </w:tbl>
    <w:p w14:paraId="563ACB34" w14:textId="77777777" w:rsidR="0076346D" w:rsidRDefault="0076346D" w:rsidP="00C12D1B">
      <w:pPr>
        <w:pStyle w:val="Nzev"/>
        <w:ind w:firstLine="0"/>
        <w:jc w:val="center"/>
        <w:rPr>
          <w:b/>
          <w:color w:val="000000"/>
          <w:sz w:val="40"/>
        </w:rPr>
      </w:pPr>
    </w:p>
    <w:p w14:paraId="28925F59" w14:textId="77777777" w:rsidR="00C12D1B" w:rsidRPr="00C12D1B" w:rsidRDefault="00C12D1B" w:rsidP="00C12D1B">
      <w:pPr>
        <w:pStyle w:val="Nzev"/>
        <w:ind w:firstLine="0"/>
        <w:jc w:val="center"/>
        <w:rPr>
          <w:b/>
          <w:color w:val="000000"/>
          <w:sz w:val="40"/>
        </w:rPr>
      </w:pPr>
      <w:r w:rsidRPr="00C12D1B">
        <w:rPr>
          <w:b/>
          <w:color w:val="000000"/>
          <w:sz w:val="40"/>
        </w:rPr>
        <w:t>Formulář žádosti</w:t>
      </w:r>
    </w:p>
    <w:p w14:paraId="1260A636" w14:textId="77777777" w:rsidR="00C12D1B" w:rsidRPr="00C12D1B" w:rsidRDefault="00C12D1B" w:rsidP="00C12D1B">
      <w:pPr>
        <w:pStyle w:val="Nzev"/>
        <w:ind w:firstLine="0"/>
        <w:jc w:val="center"/>
        <w:rPr>
          <w:b/>
          <w:smallCaps/>
          <w:color w:val="000000"/>
          <w:sz w:val="40"/>
        </w:rPr>
      </w:pPr>
      <w:r w:rsidRPr="00C12D1B">
        <w:rPr>
          <w:b/>
          <w:smallCaps/>
          <w:color w:val="000000"/>
          <w:sz w:val="40"/>
        </w:rPr>
        <w:t>Podpora neziskových subjektů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551"/>
        <w:gridCol w:w="4546"/>
      </w:tblGrid>
      <w:tr w:rsidR="00C12D1B" w14:paraId="2A2BBEC9" w14:textId="77777777" w:rsidTr="00B42B9A">
        <w:tc>
          <w:tcPr>
            <w:tcW w:w="4551" w:type="dxa"/>
          </w:tcPr>
          <w:p w14:paraId="20D52708" w14:textId="77777777" w:rsidR="00C12D1B" w:rsidRDefault="00C12D1B" w:rsidP="00697A8F">
            <w:pPr>
              <w:spacing w:before="60"/>
              <w:ind w:firstLine="0"/>
              <w:rPr>
                <w:b/>
              </w:rPr>
            </w:pPr>
            <w:r w:rsidRPr="00A07C8A">
              <w:rPr>
                <w:b/>
              </w:rPr>
              <w:t>Dotační titul</w:t>
            </w:r>
          </w:p>
          <w:p w14:paraId="2C472756" w14:textId="77777777" w:rsidR="00C12D1B" w:rsidRPr="00A07C8A" w:rsidRDefault="00C12D1B" w:rsidP="00697A8F">
            <w:pPr>
              <w:spacing w:before="60"/>
              <w:ind w:firstLine="0"/>
              <w:rPr>
                <w:b/>
              </w:rPr>
            </w:pPr>
            <w:r>
              <w:rPr>
                <w:sz w:val="20"/>
              </w:rPr>
              <w:t>zakroužkujte</w:t>
            </w:r>
          </w:p>
        </w:tc>
        <w:tc>
          <w:tcPr>
            <w:tcW w:w="4546" w:type="dxa"/>
            <w:vAlign w:val="center"/>
          </w:tcPr>
          <w:p w14:paraId="40BCE862" w14:textId="1F25996D" w:rsidR="00C12D1B" w:rsidRDefault="00C12D1B" w:rsidP="00697A8F">
            <w:pPr>
              <w:spacing w:before="60"/>
              <w:ind w:firstLine="0"/>
              <w:jc w:val="center"/>
            </w:pPr>
            <w:r>
              <w:t xml:space="preserve">A / B / C/ D </w:t>
            </w:r>
            <w:r w:rsidR="00117743">
              <w:t>/E</w:t>
            </w:r>
          </w:p>
        </w:tc>
      </w:tr>
      <w:tr w:rsidR="00C12D1B" w14:paraId="1B919852" w14:textId="77777777" w:rsidTr="00B42B9A">
        <w:tc>
          <w:tcPr>
            <w:tcW w:w="4551" w:type="dxa"/>
            <w:shd w:val="clear" w:color="auto" w:fill="EAF1DD"/>
          </w:tcPr>
          <w:p w14:paraId="6B42EDEC" w14:textId="77777777" w:rsidR="00C12D1B" w:rsidRPr="00537D09" w:rsidRDefault="00C12D1B" w:rsidP="00697A8F">
            <w:pPr>
              <w:spacing w:before="60"/>
              <w:ind w:firstLine="0"/>
              <w:rPr>
                <w:b/>
              </w:rPr>
            </w:pPr>
            <w:r w:rsidRPr="00A07C8A">
              <w:rPr>
                <w:b/>
              </w:rPr>
              <w:t>Žadatel</w:t>
            </w:r>
          </w:p>
        </w:tc>
        <w:tc>
          <w:tcPr>
            <w:tcW w:w="4546" w:type="dxa"/>
            <w:shd w:val="clear" w:color="auto" w:fill="EAF1DD"/>
            <w:vAlign w:val="center"/>
          </w:tcPr>
          <w:p w14:paraId="01AE6CD3" w14:textId="77777777" w:rsidR="00C12D1B" w:rsidRDefault="00C12D1B" w:rsidP="00697A8F">
            <w:pPr>
              <w:spacing w:before="60"/>
              <w:ind w:firstLine="0"/>
              <w:jc w:val="center"/>
            </w:pPr>
          </w:p>
        </w:tc>
      </w:tr>
      <w:tr w:rsidR="00C12D1B" w14:paraId="62DC0541" w14:textId="77777777" w:rsidTr="009E2834">
        <w:tc>
          <w:tcPr>
            <w:tcW w:w="4551" w:type="dxa"/>
            <w:shd w:val="clear" w:color="auto" w:fill="EAF1DD"/>
          </w:tcPr>
          <w:p w14:paraId="3B8D4813" w14:textId="77777777" w:rsidR="00C12D1B" w:rsidRDefault="00C12D1B" w:rsidP="00697A8F">
            <w:pPr>
              <w:spacing w:before="60"/>
              <w:ind w:firstLine="0"/>
              <w:rPr>
                <w:b/>
              </w:rPr>
            </w:pPr>
            <w:r>
              <w:rPr>
                <w:b/>
              </w:rPr>
              <w:t>Statutární zástupce</w:t>
            </w:r>
          </w:p>
          <w:p w14:paraId="3612D9EB" w14:textId="77777777" w:rsidR="00C12D1B" w:rsidRPr="00A07C8A" w:rsidRDefault="00C12D1B" w:rsidP="00697A8F">
            <w:pPr>
              <w:spacing w:before="60"/>
              <w:ind w:firstLine="0"/>
              <w:rPr>
                <w:b/>
              </w:rPr>
            </w:pPr>
            <w:r>
              <w:rPr>
                <w:sz w:val="20"/>
              </w:rPr>
              <w:t>jméno, příjmení, funkce</w:t>
            </w:r>
          </w:p>
        </w:tc>
        <w:tc>
          <w:tcPr>
            <w:tcW w:w="4546" w:type="dxa"/>
            <w:shd w:val="clear" w:color="auto" w:fill="EAF1DD" w:themeFill="accent3" w:themeFillTint="33"/>
            <w:vAlign w:val="center"/>
          </w:tcPr>
          <w:p w14:paraId="0C3EDE1F" w14:textId="77777777" w:rsidR="00C12D1B" w:rsidRDefault="00C12D1B" w:rsidP="00697A8F">
            <w:pPr>
              <w:spacing w:before="60"/>
              <w:ind w:firstLine="0"/>
              <w:jc w:val="center"/>
            </w:pPr>
          </w:p>
        </w:tc>
      </w:tr>
      <w:tr w:rsidR="00C12D1B" w14:paraId="0836831B" w14:textId="77777777" w:rsidTr="00B42B9A">
        <w:tc>
          <w:tcPr>
            <w:tcW w:w="4551" w:type="dxa"/>
            <w:shd w:val="clear" w:color="auto" w:fill="EAF1DD"/>
          </w:tcPr>
          <w:p w14:paraId="2DC27F15" w14:textId="77777777" w:rsidR="00C12D1B" w:rsidRDefault="00C12D1B" w:rsidP="00697A8F">
            <w:pPr>
              <w:spacing w:before="60"/>
              <w:ind w:firstLine="0"/>
              <w:rPr>
                <w:b/>
              </w:rPr>
            </w:pPr>
            <w:r w:rsidRPr="00A07C8A">
              <w:rPr>
                <w:b/>
              </w:rPr>
              <w:t>Kontaktní adresa</w:t>
            </w:r>
          </w:p>
          <w:p w14:paraId="199214C2" w14:textId="77777777" w:rsidR="00C12D1B" w:rsidRDefault="00C12D1B" w:rsidP="00697A8F">
            <w:pPr>
              <w:spacing w:before="60"/>
              <w:ind w:firstLine="0"/>
            </w:pPr>
            <w:r w:rsidRPr="00A07C8A">
              <w:rPr>
                <w:sz w:val="20"/>
              </w:rPr>
              <w:t>adresa, telefon, e-mail</w:t>
            </w:r>
          </w:p>
        </w:tc>
        <w:tc>
          <w:tcPr>
            <w:tcW w:w="4546" w:type="dxa"/>
            <w:shd w:val="clear" w:color="auto" w:fill="EAF1DD"/>
            <w:vAlign w:val="center"/>
          </w:tcPr>
          <w:p w14:paraId="14331EEF" w14:textId="77777777" w:rsidR="00C12D1B" w:rsidRDefault="00C12D1B" w:rsidP="00697A8F">
            <w:pPr>
              <w:spacing w:before="60"/>
              <w:ind w:firstLine="0"/>
              <w:jc w:val="center"/>
            </w:pPr>
          </w:p>
        </w:tc>
      </w:tr>
      <w:tr w:rsidR="00C12D1B" w14:paraId="51656DA2" w14:textId="77777777" w:rsidTr="00B42B9A">
        <w:tc>
          <w:tcPr>
            <w:tcW w:w="4551" w:type="dxa"/>
          </w:tcPr>
          <w:p w14:paraId="575B6C78" w14:textId="77777777" w:rsidR="00C12D1B" w:rsidRPr="00A07C8A" w:rsidRDefault="00C12D1B" w:rsidP="00697A8F">
            <w:pPr>
              <w:spacing w:before="60"/>
              <w:ind w:firstLine="0"/>
              <w:rPr>
                <w:b/>
              </w:rPr>
            </w:pPr>
            <w:r w:rsidRPr="00A07C8A">
              <w:rPr>
                <w:b/>
              </w:rPr>
              <w:t>Forma poskytnutí dotace</w:t>
            </w:r>
          </w:p>
          <w:p w14:paraId="695D2CB4" w14:textId="77777777" w:rsidR="00C12D1B" w:rsidRDefault="00C12D1B" w:rsidP="00697A8F">
            <w:pPr>
              <w:spacing w:before="60"/>
              <w:ind w:firstLine="0"/>
            </w:pPr>
            <w:r w:rsidRPr="00A07C8A">
              <w:rPr>
                <w:sz w:val="20"/>
              </w:rPr>
              <w:t>nehodící se škrtněte</w:t>
            </w:r>
          </w:p>
        </w:tc>
        <w:tc>
          <w:tcPr>
            <w:tcW w:w="4546" w:type="dxa"/>
            <w:vAlign w:val="center"/>
          </w:tcPr>
          <w:p w14:paraId="3688F1EC" w14:textId="77777777" w:rsidR="00C12D1B" w:rsidRPr="00987D73" w:rsidRDefault="00C12D1B" w:rsidP="00987D73">
            <w:pPr>
              <w:pStyle w:val="Odstavecseseznamem"/>
              <w:numPr>
                <w:ilvl w:val="0"/>
                <w:numId w:val="6"/>
              </w:numPr>
              <w:spacing w:before="60"/>
              <w:rPr>
                <w:b/>
                <w:bCs/>
              </w:rPr>
            </w:pPr>
            <w:r w:rsidRPr="00987D73">
              <w:rPr>
                <w:b/>
                <w:bCs/>
              </w:rPr>
              <w:t>hotově</w:t>
            </w:r>
          </w:p>
          <w:p w14:paraId="3EB5C03A" w14:textId="265A80FB" w:rsidR="00C12D1B" w:rsidRPr="00987D73" w:rsidRDefault="00C12D1B" w:rsidP="00987D73">
            <w:pPr>
              <w:pStyle w:val="Odstavecseseznamem"/>
              <w:numPr>
                <w:ilvl w:val="0"/>
                <w:numId w:val="6"/>
              </w:numPr>
              <w:spacing w:before="60"/>
              <w:rPr>
                <w:sz w:val="20"/>
              </w:rPr>
            </w:pPr>
            <w:r w:rsidRPr="00987D73">
              <w:rPr>
                <w:b/>
                <w:bCs/>
              </w:rPr>
              <w:t>převodem</w:t>
            </w:r>
            <w:r>
              <w:t xml:space="preserve"> </w:t>
            </w:r>
            <w:r w:rsidRPr="00987D73">
              <w:rPr>
                <w:sz w:val="20"/>
              </w:rPr>
              <w:t>(vyplňte níže číslo účtu)</w:t>
            </w:r>
          </w:p>
          <w:p w14:paraId="5D9C5493" w14:textId="77777777" w:rsidR="00C12D1B" w:rsidRDefault="00C12D1B" w:rsidP="00697A8F">
            <w:pPr>
              <w:spacing w:before="60"/>
              <w:ind w:firstLine="0"/>
              <w:jc w:val="center"/>
            </w:pPr>
          </w:p>
        </w:tc>
      </w:tr>
      <w:tr w:rsidR="00C12D1B" w14:paraId="6FBDBC85" w14:textId="77777777" w:rsidTr="009E2834">
        <w:tc>
          <w:tcPr>
            <w:tcW w:w="4551" w:type="dxa"/>
            <w:shd w:val="clear" w:color="auto" w:fill="FFFFCC"/>
          </w:tcPr>
          <w:p w14:paraId="3B2BBEB6" w14:textId="5AE84CC2" w:rsidR="00C12D1B" w:rsidRPr="00221895" w:rsidRDefault="00B42B9A" w:rsidP="00697A8F">
            <w:pPr>
              <w:spacing w:before="60"/>
              <w:ind w:firstLine="0"/>
              <w:rPr>
                <w:b/>
              </w:rPr>
            </w:pPr>
            <w:r>
              <w:rPr>
                <w:b/>
              </w:rPr>
              <w:t>Celková v</w:t>
            </w:r>
            <w:r w:rsidR="00C12D1B">
              <w:rPr>
                <w:b/>
              </w:rPr>
              <w:t>ýše dotace</w:t>
            </w:r>
            <w:r>
              <w:rPr>
                <w:b/>
              </w:rPr>
              <w:t xml:space="preserve"> u všech titulů, na které organice žádá (A,</w:t>
            </w:r>
            <w:r w:rsidR="001B509C">
              <w:rPr>
                <w:b/>
              </w:rPr>
              <w:t xml:space="preserve"> </w:t>
            </w:r>
            <w:r>
              <w:rPr>
                <w:b/>
              </w:rPr>
              <w:t>B,</w:t>
            </w:r>
            <w:r w:rsidR="001B509C">
              <w:rPr>
                <w:b/>
              </w:rPr>
              <w:t xml:space="preserve"> </w:t>
            </w:r>
            <w:r>
              <w:rPr>
                <w:b/>
              </w:rPr>
              <w:t>C,</w:t>
            </w:r>
            <w:r w:rsidR="001B509C">
              <w:rPr>
                <w:b/>
              </w:rPr>
              <w:t xml:space="preserve"> </w:t>
            </w:r>
            <w:r>
              <w:rPr>
                <w:b/>
              </w:rPr>
              <w:t>D,</w:t>
            </w:r>
            <w:r w:rsidR="001B509C">
              <w:rPr>
                <w:b/>
              </w:rPr>
              <w:t xml:space="preserve"> </w:t>
            </w:r>
            <w:r>
              <w:rPr>
                <w:b/>
              </w:rPr>
              <w:t>E):</w:t>
            </w:r>
          </w:p>
        </w:tc>
        <w:tc>
          <w:tcPr>
            <w:tcW w:w="4546" w:type="dxa"/>
            <w:shd w:val="clear" w:color="auto" w:fill="FFFFD1"/>
            <w:vAlign w:val="center"/>
          </w:tcPr>
          <w:p w14:paraId="1840244F" w14:textId="77777777" w:rsidR="00C12D1B" w:rsidRDefault="00C12D1B" w:rsidP="00697A8F">
            <w:pPr>
              <w:ind w:firstLine="0"/>
              <w:jc w:val="center"/>
            </w:pPr>
          </w:p>
        </w:tc>
      </w:tr>
      <w:tr w:rsidR="00C12D1B" w14:paraId="5B493C78" w14:textId="77777777" w:rsidTr="00B42B9A">
        <w:tc>
          <w:tcPr>
            <w:tcW w:w="4551" w:type="dxa"/>
            <w:shd w:val="clear" w:color="auto" w:fill="FFFFCC"/>
          </w:tcPr>
          <w:p w14:paraId="5CF621A4" w14:textId="7912E57C" w:rsidR="00C12D1B" w:rsidRPr="00221895" w:rsidRDefault="00C12D1B" w:rsidP="00697A8F">
            <w:pPr>
              <w:spacing w:before="60"/>
              <w:ind w:firstLine="0"/>
              <w:rPr>
                <w:b/>
              </w:rPr>
            </w:pPr>
            <w:r>
              <w:rPr>
                <w:b/>
              </w:rPr>
              <w:t>Celková výše nákladů</w:t>
            </w:r>
            <w:r w:rsidR="001B509C">
              <w:rPr>
                <w:b/>
              </w:rPr>
              <w:t xml:space="preserve"> u všech titulů </w:t>
            </w:r>
            <w:r w:rsidR="00987D73">
              <w:rPr>
                <w:b/>
              </w:rPr>
              <w:br/>
            </w:r>
            <w:r w:rsidR="001B509C">
              <w:rPr>
                <w:b/>
              </w:rPr>
              <w:t>(A, B, C, D, E):</w:t>
            </w:r>
          </w:p>
        </w:tc>
        <w:tc>
          <w:tcPr>
            <w:tcW w:w="4546" w:type="dxa"/>
            <w:shd w:val="clear" w:color="auto" w:fill="FFFFCC"/>
            <w:vAlign w:val="center"/>
          </w:tcPr>
          <w:p w14:paraId="69757CFF" w14:textId="77777777" w:rsidR="00C12D1B" w:rsidRDefault="00C12D1B" w:rsidP="00697A8F">
            <w:pPr>
              <w:ind w:firstLine="0"/>
              <w:jc w:val="center"/>
            </w:pPr>
          </w:p>
        </w:tc>
      </w:tr>
    </w:tbl>
    <w:p w14:paraId="23A1AEC6" w14:textId="77777777" w:rsidR="00380B58" w:rsidRDefault="00380B58" w:rsidP="00C12D1B"/>
    <w:p w14:paraId="6DB1E090" w14:textId="6F7E95EE" w:rsidR="00CF0286" w:rsidRDefault="00380B58">
      <w:pPr>
        <w:spacing w:line="240" w:lineRule="auto"/>
        <w:ind w:firstLine="0"/>
      </w:pPr>
      <w:r>
        <w:br w:type="page"/>
      </w:r>
    </w:p>
    <w:p w14:paraId="059CE80B" w14:textId="77777777" w:rsidR="00C12D1B" w:rsidRDefault="00C12D1B" w:rsidP="00CF0286">
      <w:pPr>
        <w:spacing w:line="240" w:lineRule="auto"/>
        <w:ind w:firstLine="0"/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550"/>
        <w:gridCol w:w="2280"/>
        <w:gridCol w:w="2267"/>
      </w:tblGrid>
      <w:tr w:rsidR="00C12D1B" w:rsidRPr="00072E43" w14:paraId="28728327" w14:textId="77777777" w:rsidTr="00DA69BF">
        <w:trPr>
          <w:trHeight w:val="680"/>
        </w:trPr>
        <w:tc>
          <w:tcPr>
            <w:tcW w:w="9210" w:type="dxa"/>
            <w:gridSpan w:val="3"/>
            <w:shd w:val="clear" w:color="auto" w:fill="F2DBDB"/>
            <w:vAlign w:val="center"/>
          </w:tcPr>
          <w:p w14:paraId="58A6CBDF" w14:textId="77777777" w:rsidR="00C12D1B" w:rsidRDefault="00C12D1B" w:rsidP="00697A8F">
            <w:pPr>
              <w:ind w:firstLine="0"/>
              <w:jc w:val="center"/>
              <w:rPr>
                <w:b/>
              </w:rPr>
            </w:pPr>
            <w:r w:rsidRPr="00072E43">
              <w:rPr>
                <w:b/>
              </w:rPr>
              <w:t>Vyplňte pouze pokud žádáte o dotační titul A – Údržba a provoz areálů.</w:t>
            </w:r>
          </w:p>
          <w:p w14:paraId="5C00DEDC" w14:textId="1FD890E8" w:rsidR="00E202A1" w:rsidRPr="00E202A1" w:rsidRDefault="00E202A1" w:rsidP="00697A8F">
            <w:pPr>
              <w:ind w:firstLine="0"/>
              <w:jc w:val="center"/>
              <w:rPr>
                <w:bCs/>
              </w:rPr>
            </w:pPr>
            <w:r w:rsidRPr="00E202A1">
              <w:rPr>
                <w:bCs/>
              </w:rPr>
              <w:t>(energie)</w:t>
            </w:r>
          </w:p>
        </w:tc>
      </w:tr>
      <w:tr w:rsidR="00E202A1" w14:paraId="78B86732" w14:textId="77777777" w:rsidTr="00DA69BF">
        <w:trPr>
          <w:trHeight w:val="721"/>
        </w:trPr>
        <w:tc>
          <w:tcPr>
            <w:tcW w:w="4605" w:type="dxa"/>
          </w:tcPr>
          <w:p w14:paraId="67F298F5" w14:textId="748620A9" w:rsidR="00E202A1" w:rsidRDefault="00E202A1" w:rsidP="00697A8F">
            <w:pPr>
              <w:spacing w:after="200"/>
              <w:ind w:firstLine="0"/>
            </w:pPr>
            <w:r>
              <w:t>Název oddílu, spolku, organizace:</w:t>
            </w:r>
          </w:p>
        </w:tc>
        <w:tc>
          <w:tcPr>
            <w:tcW w:w="4605" w:type="dxa"/>
            <w:gridSpan w:val="2"/>
            <w:vAlign w:val="center"/>
          </w:tcPr>
          <w:p w14:paraId="60E2D2A8" w14:textId="77777777" w:rsidR="00E202A1" w:rsidRDefault="00E202A1" w:rsidP="00697A8F">
            <w:pPr>
              <w:jc w:val="center"/>
            </w:pPr>
          </w:p>
        </w:tc>
      </w:tr>
      <w:tr w:rsidR="00C12D1B" w14:paraId="5D02893A" w14:textId="77777777" w:rsidTr="00DA69BF">
        <w:trPr>
          <w:trHeight w:val="721"/>
        </w:trPr>
        <w:tc>
          <w:tcPr>
            <w:tcW w:w="4605" w:type="dxa"/>
          </w:tcPr>
          <w:p w14:paraId="4C1E31DB" w14:textId="77777777" w:rsidR="00C12D1B" w:rsidRDefault="00C12D1B" w:rsidP="00697A8F">
            <w:pPr>
              <w:spacing w:after="200"/>
              <w:ind w:firstLine="0"/>
              <w:rPr>
                <w:b/>
              </w:rPr>
            </w:pPr>
            <w:r>
              <w:t xml:space="preserve">Který majetek je využíván obcí nebo její rozpočtovou organizací? </w:t>
            </w:r>
            <w:r w:rsidRPr="00065C23">
              <w:rPr>
                <w:i/>
              </w:rPr>
              <w:t>(vypište)</w:t>
            </w:r>
          </w:p>
        </w:tc>
        <w:tc>
          <w:tcPr>
            <w:tcW w:w="4605" w:type="dxa"/>
            <w:gridSpan w:val="2"/>
            <w:vAlign w:val="center"/>
          </w:tcPr>
          <w:p w14:paraId="3D6B6B5C" w14:textId="77777777" w:rsidR="00C12D1B" w:rsidRDefault="00C12D1B" w:rsidP="00697A8F">
            <w:pPr>
              <w:jc w:val="center"/>
            </w:pPr>
          </w:p>
        </w:tc>
      </w:tr>
      <w:tr w:rsidR="00C12D1B" w14:paraId="50F041C4" w14:textId="77777777" w:rsidTr="00DA69BF">
        <w:trPr>
          <w:trHeight w:val="1387"/>
        </w:trPr>
        <w:tc>
          <w:tcPr>
            <w:tcW w:w="4605" w:type="dxa"/>
          </w:tcPr>
          <w:p w14:paraId="455769FC" w14:textId="77777777" w:rsidR="00C12D1B" w:rsidRDefault="00C12D1B" w:rsidP="00601009">
            <w:pPr>
              <w:spacing w:after="200"/>
              <w:ind w:firstLine="0"/>
            </w:pPr>
            <w:r>
              <w:t>Které další spolky působící na území obce majetek využívají</w:t>
            </w:r>
            <w:r w:rsidRPr="00065C23">
              <w:t>?</w:t>
            </w:r>
            <w:r w:rsidRPr="00065C23">
              <w:rPr>
                <w:i/>
              </w:rPr>
              <w:t xml:space="preserve"> (vypište)</w:t>
            </w:r>
          </w:p>
        </w:tc>
        <w:tc>
          <w:tcPr>
            <w:tcW w:w="4605" w:type="dxa"/>
            <w:gridSpan w:val="2"/>
            <w:vAlign w:val="center"/>
          </w:tcPr>
          <w:p w14:paraId="4589C250" w14:textId="77777777" w:rsidR="00C12D1B" w:rsidRDefault="00C12D1B" w:rsidP="00697A8F">
            <w:pPr>
              <w:jc w:val="center"/>
            </w:pPr>
          </w:p>
        </w:tc>
      </w:tr>
      <w:tr w:rsidR="00BF7E70" w14:paraId="1240FF28" w14:textId="77777777" w:rsidTr="00B914E1">
        <w:trPr>
          <w:trHeight w:val="147"/>
        </w:trPr>
        <w:tc>
          <w:tcPr>
            <w:tcW w:w="4605" w:type="dxa"/>
            <w:vMerge w:val="restart"/>
          </w:tcPr>
          <w:p w14:paraId="2C17D9B7" w14:textId="77777777" w:rsidR="00BF7E70" w:rsidRDefault="00BF7E70" w:rsidP="00697A8F">
            <w:pPr>
              <w:spacing w:after="200"/>
              <w:ind w:firstLine="0"/>
            </w:pPr>
            <w:r>
              <w:t>Položkový rozpočet:</w:t>
            </w:r>
          </w:p>
        </w:tc>
        <w:tc>
          <w:tcPr>
            <w:tcW w:w="4605" w:type="dxa"/>
            <w:gridSpan w:val="2"/>
            <w:vAlign w:val="center"/>
          </w:tcPr>
          <w:p w14:paraId="2A080F55" w14:textId="0DD4C37F" w:rsidR="00BF7E70" w:rsidRPr="00072E43" w:rsidRDefault="00BF7E70" w:rsidP="00697A8F">
            <w:pPr>
              <w:ind w:firstLine="0"/>
              <w:jc w:val="center"/>
              <w:rPr>
                <w:i/>
              </w:rPr>
            </w:pPr>
            <w:r>
              <w:rPr>
                <w:i/>
              </w:rPr>
              <w:t xml:space="preserve">Rozpočet </w:t>
            </w:r>
            <w:r w:rsidRPr="00072E43">
              <w:rPr>
                <w:i/>
              </w:rPr>
              <w:t>přiložte prosím jako přílohu</w:t>
            </w:r>
            <w:r>
              <w:rPr>
                <w:i/>
              </w:rPr>
              <w:t>!</w:t>
            </w:r>
          </w:p>
        </w:tc>
      </w:tr>
      <w:tr w:rsidR="00BF7E70" w14:paraId="4D8311EE" w14:textId="77777777" w:rsidTr="0038696D">
        <w:trPr>
          <w:trHeight w:val="147"/>
        </w:trPr>
        <w:tc>
          <w:tcPr>
            <w:tcW w:w="4605" w:type="dxa"/>
            <w:vMerge/>
          </w:tcPr>
          <w:p w14:paraId="65D8DFB2" w14:textId="77777777" w:rsidR="00BF7E70" w:rsidRDefault="00BF7E70" w:rsidP="00697A8F">
            <w:pPr>
              <w:spacing w:after="200"/>
              <w:ind w:firstLine="0"/>
            </w:pPr>
          </w:p>
        </w:tc>
        <w:tc>
          <w:tcPr>
            <w:tcW w:w="2302" w:type="dxa"/>
            <w:vAlign w:val="center"/>
          </w:tcPr>
          <w:p w14:paraId="245A5FBE" w14:textId="3416707A" w:rsidR="00BF7E70" w:rsidRPr="00BF7E70" w:rsidRDefault="00BF7E70" w:rsidP="00697A8F">
            <w:pPr>
              <w:ind w:firstLine="0"/>
              <w:jc w:val="center"/>
              <w:rPr>
                <w:b/>
                <w:bCs/>
                <w:iCs/>
              </w:rPr>
            </w:pPr>
            <w:r w:rsidRPr="00BF7E70">
              <w:rPr>
                <w:b/>
                <w:bCs/>
                <w:iCs/>
              </w:rPr>
              <w:t>Celková částka:</w:t>
            </w:r>
          </w:p>
        </w:tc>
        <w:tc>
          <w:tcPr>
            <w:tcW w:w="2303" w:type="dxa"/>
            <w:vAlign w:val="center"/>
          </w:tcPr>
          <w:p w14:paraId="06215EA0" w14:textId="77777777" w:rsidR="00BF7E70" w:rsidRDefault="00BF7E70" w:rsidP="00697A8F">
            <w:pPr>
              <w:ind w:firstLine="0"/>
              <w:jc w:val="center"/>
              <w:rPr>
                <w:i/>
              </w:rPr>
            </w:pPr>
          </w:p>
          <w:p w14:paraId="4C0A9857" w14:textId="23D7AED1" w:rsidR="00BF7E70" w:rsidRPr="00072E43" w:rsidRDefault="00BF7E70" w:rsidP="00697A8F">
            <w:pPr>
              <w:ind w:firstLine="0"/>
              <w:jc w:val="center"/>
              <w:rPr>
                <w:i/>
              </w:rPr>
            </w:pPr>
          </w:p>
        </w:tc>
      </w:tr>
      <w:tr w:rsidR="00BF7E70" w14:paraId="1B480B14" w14:textId="77777777" w:rsidTr="0038696D">
        <w:trPr>
          <w:trHeight w:val="147"/>
        </w:trPr>
        <w:tc>
          <w:tcPr>
            <w:tcW w:w="4605" w:type="dxa"/>
            <w:vMerge/>
          </w:tcPr>
          <w:p w14:paraId="3853A683" w14:textId="77777777" w:rsidR="00BF7E70" w:rsidRDefault="00BF7E70" w:rsidP="00697A8F">
            <w:pPr>
              <w:spacing w:after="200"/>
              <w:ind w:firstLine="0"/>
            </w:pPr>
          </w:p>
        </w:tc>
        <w:tc>
          <w:tcPr>
            <w:tcW w:w="2302" w:type="dxa"/>
            <w:vAlign w:val="center"/>
          </w:tcPr>
          <w:p w14:paraId="0522D1CF" w14:textId="7F3CCDDB" w:rsidR="00BF7E70" w:rsidRPr="00BF7E70" w:rsidRDefault="00BF7E70" w:rsidP="00697A8F">
            <w:pPr>
              <w:ind w:firstLine="0"/>
              <w:jc w:val="center"/>
              <w:rPr>
                <w:b/>
                <w:bCs/>
                <w:iCs/>
              </w:rPr>
            </w:pPr>
            <w:r w:rsidRPr="00BF7E70">
              <w:rPr>
                <w:b/>
                <w:bCs/>
                <w:iCs/>
              </w:rPr>
              <w:t>Žádaná částka:</w:t>
            </w:r>
          </w:p>
        </w:tc>
        <w:tc>
          <w:tcPr>
            <w:tcW w:w="2303" w:type="dxa"/>
            <w:vAlign w:val="center"/>
          </w:tcPr>
          <w:p w14:paraId="7B424932" w14:textId="77777777" w:rsidR="00BF7E70" w:rsidRDefault="00BF7E70" w:rsidP="00697A8F">
            <w:pPr>
              <w:ind w:firstLine="0"/>
              <w:jc w:val="center"/>
              <w:rPr>
                <w:i/>
              </w:rPr>
            </w:pPr>
          </w:p>
          <w:p w14:paraId="7C27BB44" w14:textId="3E05F207" w:rsidR="00BF7E70" w:rsidRPr="00072E43" w:rsidRDefault="00BF7E70" w:rsidP="00697A8F">
            <w:pPr>
              <w:ind w:firstLine="0"/>
              <w:jc w:val="center"/>
              <w:rPr>
                <w:i/>
              </w:rPr>
            </w:pPr>
          </w:p>
        </w:tc>
      </w:tr>
      <w:tr w:rsidR="00C12D1B" w14:paraId="52A9FF9A" w14:textId="77777777" w:rsidTr="00DA69BF">
        <w:trPr>
          <w:trHeight w:val="213"/>
        </w:trPr>
        <w:tc>
          <w:tcPr>
            <w:tcW w:w="4605" w:type="dxa"/>
          </w:tcPr>
          <w:p w14:paraId="62895BC0" w14:textId="77777777" w:rsidR="00C12D1B" w:rsidRDefault="00C12D1B" w:rsidP="00601009">
            <w:pPr>
              <w:spacing w:after="200"/>
              <w:ind w:firstLine="0"/>
            </w:pPr>
            <w:r>
              <w:t>Kopie vyúčtování energi</w:t>
            </w:r>
            <w:r w:rsidR="00601009">
              <w:t>í</w:t>
            </w:r>
            <w:r>
              <w:t xml:space="preserve"> za předchozí období:</w:t>
            </w:r>
          </w:p>
        </w:tc>
        <w:tc>
          <w:tcPr>
            <w:tcW w:w="4605" w:type="dxa"/>
            <w:gridSpan w:val="2"/>
            <w:vAlign w:val="center"/>
          </w:tcPr>
          <w:p w14:paraId="4A91B3C2" w14:textId="77777777" w:rsidR="00C12D1B" w:rsidRPr="00072E43" w:rsidRDefault="00C12D1B" w:rsidP="00697A8F">
            <w:pPr>
              <w:ind w:firstLine="0"/>
              <w:jc w:val="center"/>
              <w:rPr>
                <w:i/>
              </w:rPr>
            </w:pPr>
            <w:r w:rsidRPr="00072E43">
              <w:rPr>
                <w:i/>
              </w:rPr>
              <w:t>přiložte prosím jako přílohu</w:t>
            </w:r>
          </w:p>
        </w:tc>
      </w:tr>
    </w:tbl>
    <w:p w14:paraId="5D62F6B7" w14:textId="608C42A8" w:rsidR="00C12D1B" w:rsidRDefault="00C12D1B" w:rsidP="00CF0286">
      <w:pPr>
        <w:spacing w:line="240" w:lineRule="auto"/>
        <w:ind w:firstLine="0"/>
      </w:pPr>
      <w:r>
        <w:br w:type="page"/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553"/>
        <w:gridCol w:w="2277"/>
        <w:gridCol w:w="2267"/>
      </w:tblGrid>
      <w:tr w:rsidR="00C12D1B" w14:paraId="227DB47D" w14:textId="77777777" w:rsidTr="009666C1">
        <w:trPr>
          <w:trHeight w:val="711"/>
        </w:trPr>
        <w:tc>
          <w:tcPr>
            <w:tcW w:w="9097" w:type="dxa"/>
            <w:gridSpan w:val="3"/>
            <w:shd w:val="clear" w:color="auto" w:fill="F2DBDB"/>
            <w:vAlign w:val="center"/>
          </w:tcPr>
          <w:p w14:paraId="2E3CA570" w14:textId="77777777" w:rsidR="00C12D1B" w:rsidRDefault="00C12D1B" w:rsidP="003E5B89">
            <w:pPr>
              <w:ind w:firstLine="0"/>
              <w:jc w:val="center"/>
              <w:rPr>
                <w:b/>
              </w:rPr>
            </w:pPr>
            <w:r w:rsidRPr="00072E43">
              <w:rPr>
                <w:b/>
              </w:rPr>
              <w:lastRenderedPageBreak/>
              <w:t xml:space="preserve">Vyplňte pouze pokud žádáte o dotační titul B – </w:t>
            </w:r>
            <w:r>
              <w:rPr>
                <w:b/>
              </w:rPr>
              <w:t>V</w:t>
            </w:r>
            <w:r w:rsidRPr="00072E43">
              <w:rPr>
                <w:b/>
              </w:rPr>
              <w:t>olnočasové aktivity</w:t>
            </w:r>
          </w:p>
          <w:p w14:paraId="67A38357" w14:textId="77777777" w:rsidR="00C12D1B" w:rsidRPr="00072E43" w:rsidRDefault="00C12D1B" w:rsidP="003E5B89">
            <w:pPr>
              <w:ind w:firstLine="0"/>
              <w:jc w:val="center"/>
              <w:rPr>
                <w:b/>
              </w:rPr>
            </w:pPr>
            <w:r w:rsidRPr="00072E43">
              <w:rPr>
                <w:b/>
              </w:rPr>
              <w:t>dětí a mládeže</w:t>
            </w:r>
          </w:p>
          <w:p w14:paraId="06F28FA7" w14:textId="77777777" w:rsidR="00C12D1B" w:rsidRPr="00072E43" w:rsidRDefault="00C12D1B" w:rsidP="003E5B89">
            <w:pPr>
              <w:ind w:firstLine="0"/>
              <w:jc w:val="center"/>
            </w:pPr>
            <w:r w:rsidRPr="00072E43">
              <w:t xml:space="preserve">Uvádějte </w:t>
            </w:r>
            <w:r>
              <w:t xml:space="preserve">prosím </w:t>
            </w:r>
            <w:r w:rsidRPr="00072E43">
              <w:t>údaje za minulý rok</w:t>
            </w:r>
          </w:p>
        </w:tc>
      </w:tr>
      <w:tr w:rsidR="008B19EA" w14:paraId="2A9D6347" w14:textId="77777777" w:rsidTr="009666C1">
        <w:trPr>
          <w:trHeight w:val="881"/>
        </w:trPr>
        <w:tc>
          <w:tcPr>
            <w:tcW w:w="4553" w:type="dxa"/>
          </w:tcPr>
          <w:p w14:paraId="5DEE5A2A" w14:textId="443BCE49" w:rsidR="008B19EA" w:rsidRDefault="00E202A1" w:rsidP="00C12D1B">
            <w:pPr>
              <w:ind w:firstLine="0"/>
            </w:pPr>
            <w:r>
              <w:t>Název oddílu, spolku, organizace:</w:t>
            </w:r>
          </w:p>
        </w:tc>
        <w:tc>
          <w:tcPr>
            <w:tcW w:w="4544" w:type="dxa"/>
            <w:gridSpan w:val="2"/>
            <w:vAlign w:val="bottom"/>
          </w:tcPr>
          <w:p w14:paraId="1C05EE8D" w14:textId="77777777" w:rsidR="008B19EA" w:rsidRPr="00065C23" w:rsidRDefault="008B19EA" w:rsidP="00011345">
            <w:pPr>
              <w:ind w:firstLine="0"/>
              <w:jc w:val="center"/>
              <w:rPr>
                <w:i/>
              </w:rPr>
            </w:pPr>
          </w:p>
        </w:tc>
      </w:tr>
      <w:tr w:rsidR="00C12D1B" w14:paraId="124AFF12" w14:textId="77777777" w:rsidTr="009666C1">
        <w:trPr>
          <w:trHeight w:val="881"/>
        </w:trPr>
        <w:tc>
          <w:tcPr>
            <w:tcW w:w="4553" w:type="dxa"/>
          </w:tcPr>
          <w:p w14:paraId="4B81E970" w14:textId="77777777" w:rsidR="00C12D1B" w:rsidRDefault="00C12D1B" w:rsidP="00C12D1B">
            <w:pPr>
              <w:ind w:firstLine="0"/>
            </w:pPr>
            <w:r>
              <w:t>Počet dětí do 18 let:</w:t>
            </w:r>
          </w:p>
          <w:p w14:paraId="51E55935" w14:textId="77777777" w:rsidR="00C12D1B" w:rsidRPr="00065C23" w:rsidRDefault="00C12D1B" w:rsidP="00697A8F">
            <w:pPr>
              <w:spacing w:after="200"/>
              <w:ind w:firstLine="0"/>
              <w:rPr>
                <w:b/>
                <w:i/>
              </w:rPr>
            </w:pPr>
          </w:p>
        </w:tc>
        <w:tc>
          <w:tcPr>
            <w:tcW w:w="4544" w:type="dxa"/>
            <w:gridSpan w:val="2"/>
            <w:vAlign w:val="bottom"/>
          </w:tcPr>
          <w:p w14:paraId="669C3931" w14:textId="77777777" w:rsidR="00C12D1B" w:rsidRPr="00BF7E70" w:rsidRDefault="00011345" w:rsidP="00011345">
            <w:pPr>
              <w:ind w:firstLine="0"/>
              <w:jc w:val="center"/>
              <w:rPr>
                <w:sz w:val="22"/>
                <w:szCs w:val="22"/>
              </w:rPr>
            </w:pPr>
            <w:r w:rsidRPr="00BF7E70">
              <w:rPr>
                <w:i/>
                <w:sz w:val="22"/>
                <w:szCs w:val="22"/>
              </w:rPr>
              <w:t>jmenný seznam přiložte prosím jako přílohu</w:t>
            </w:r>
          </w:p>
        </w:tc>
      </w:tr>
      <w:tr w:rsidR="00C12D1B" w14:paraId="2337E9CB" w14:textId="77777777" w:rsidTr="009666C1">
        <w:trPr>
          <w:trHeight w:val="2134"/>
        </w:trPr>
        <w:tc>
          <w:tcPr>
            <w:tcW w:w="4553" w:type="dxa"/>
          </w:tcPr>
          <w:p w14:paraId="65026F65" w14:textId="77777777" w:rsidR="00C12D1B" w:rsidRDefault="00C12D1B" w:rsidP="00697A8F">
            <w:pPr>
              <w:spacing w:after="200"/>
              <w:ind w:firstLine="0"/>
            </w:pPr>
            <w:r>
              <w:t>Jakým způsobem dotace přispěje ke zkvalitnění činnosti organizace?</w:t>
            </w:r>
          </w:p>
          <w:p w14:paraId="67C51E55" w14:textId="24B24FE3" w:rsidR="00E202A1" w:rsidRPr="00E202A1" w:rsidRDefault="00E202A1" w:rsidP="00697A8F">
            <w:pPr>
              <w:spacing w:after="200"/>
              <w:ind w:firstLine="0"/>
              <w:rPr>
                <w:i/>
                <w:iCs/>
              </w:rPr>
            </w:pPr>
            <w:r>
              <w:rPr>
                <w:i/>
                <w:iCs/>
              </w:rPr>
              <w:t>-</w:t>
            </w:r>
            <w:r w:rsidRPr="00E202A1">
              <w:rPr>
                <w:i/>
                <w:iCs/>
                <w:sz w:val="20"/>
                <w:szCs w:val="20"/>
              </w:rPr>
              <w:t>Vyplň</w:t>
            </w:r>
            <w:r w:rsidR="009666C1">
              <w:rPr>
                <w:i/>
                <w:iCs/>
                <w:sz w:val="20"/>
                <w:szCs w:val="20"/>
              </w:rPr>
              <w:t>te</w:t>
            </w:r>
            <w:r w:rsidRPr="00E202A1">
              <w:rPr>
                <w:i/>
                <w:iCs/>
                <w:sz w:val="20"/>
                <w:szCs w:val="20"/>
              </w:rPr>
              <w:t xml:space="preserve">, na co budou </w:t>
            </w:r>
            <w:r>
              <w:rPr>
                <w:i/>
                <w:iCs/>
                <w:sz w:val="20"/>
                <w:szCs w:val="20"/>
              </w:rPr>
              <w:t xml:space="preserve">v souladu s rozpočtem </w:t>
            </w:r>
            <w:r w:rsidRPr="00E202A1">
              <w:rPr>
                <w:i/>
                <w:iCs/>
                <w:sz w:val="20"/>
                <w:szCs w:val="20"/>
              </w:rPr>
              <w:t>konkrétně prostředky vynaloženy.</w:t>
            </w:r>
          </w:p>
        </w:tc>
        <w:tc>
          <w:tcPr>
            <w:tcW w:w="4544" w:type="dxa"/>
            <w:gridSpan w:val="2"/>
            <w:vAlign w:val="center"/>
          </w:tcPr>
          <w:p w14:paraId="1029809E" w14:textId="77777777" w:rsidR="00C12D1B" w:rsidRDefault="00C12D1B" w:rsidP="00697A8F">
            <w:pPr>
              <w:jc w:val="center"/>
            </w:pPr>
          </w:p>
        </w:tc>
      </w:tr>
      <w:tr w:rsidR="00C12D1B" w14:paraId="0E035094" w14:textId="77777777" w:rsidTr="009666C1">
        <w:trPr>
          <w:trHeight w:val="1824"/>
        </w:trPr>
        <w:tc>
          <w:tcPr>
            <w:tcW w:w="4553" w:type="dxa"/>
          </w:tcPr>
          <w:p w14:paraId="38277F3D" w14:textId="77777777" w:rsidR="00C12D1B" w:rsidRDefault="00C12D1B" w:rsidP="00697A8F">
            <w:pPr>
              <w:spacing w:after="200"/>
              <w:ind w:firstLine="0"/>
            </w:pPr>
            <w:r>
              <w:t>Spolupráce na akcích obce (vypište prosím):</w:t>
            </w:r>
          </w:p>
          <w:p w14:paraId="7D31227B" w14:textId="64FAD11D" w:rsidR="008B19EA" w:rsidRDefault="008B19EA" w:rsidP="00697A8F">
            <w:pPr>
              <w:spacing w:after="200"/>
              <w:ind w:firstLine="0"/>
            </w:pPr>
            <w:r w:rsidRPr="008B19EA">
              <w:rPr>
                <w:i/>
                <w:iCs/>
                <w:sz w:val="20"/>
                <w:szCs w:val="20"/>
              </w:rPr>
              <w:t>-Vyplň</w:t>
            </w:r>
            <w:r w:rsidR="009666C1">
              <w:rPr>
                <w:i/>
                <w:iCs/>
                <w:sz w:val="20"/>
                <w:szCs w:val="20"/>
              </w:rPr>
              <w:t>te</w:t>
            </w:r>
            <w:r w:rsidRPr="008B19EA">
              <w:rPr>
                <w:i/>
                <w:iCs/>
                <w:sz w:val="20"/>
                <w:szCs w:val="20"/>
              </w:rPr>
              <w:t>, pokud nebylo uvedeno v jiném formuláři</w:t>
            </w:r>
            <w:r w:rsidR="00987D73">
              <w:rPr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4544" w:type="dxa"/>
            <w:gridSpan w:val="2"/>
            <w:vAlign w:val="center"/>
          </w:tcPr>
          <w:p w14:paraId="6104BE3F" w14:textId="77777777" w:rsidR="00C12D1B" w:rsidRDefault="00C12D1B" w:rsidP="00697A8F">
            <w:pPr>
              <w:jc w:val="center"/>
            </w:pPr>
          </w:p>
        </w:tc>
      </w:tr>
      <w:tr w:rsidR="00C12D1B" w14:paraId="3D825DD0" w14:textId="77777777" w:rsidTr="009666C1">
        <w:trPr>
          <w:trHeight w:val="1148"/>
        </w:trPr>
        <w:tc>
          <w:tcPr>
            <w:tcW w:w="4553" w:type="dxa"/>
          </w:tcPr>
          <w:p w14:paraId="4BC3D98F" w14:textId="77777777" w:rsidR="008B19EA" w:rsidRPr="00BF7E70" w:rsidRDefault="00C12D1B" w:rsidP="00BF7E70">
            <w:pPr>
              <w:ind w:firstLine="0"/>
              <w:rPr>
                <w:sz w:val="22"/>
                <w:szCs w:val="22"/>
              </w:rPr>
            </w:pPr>
            <w:r w:rsidRPr="00BF7E70">
              <w:rPr>
                <w:sz w:val="22"/>
                <w:szCs w:val="22"/>
              </w:rPr>
              <w:t>Kolikrát v minulém roce proběhla prezentace činnosti v informačních zdrojích obce (zpravodaj</w:t>
            </w:r>
            <w:r w:rsidR="008B19EA" w:rsidRPr="00BF7E70">
              <w:rPr>
                <w:sz w:val="22"/>
                <w:szCs w:val="22"/>
              </w:rPr>
              <w:t xml:space="preserve">, </w:t>
            </w:r>
            <w:r w:rsidRPr="00BF7E70">
              <w:rPr>
                <w:sz w:val="22"/>
                <w:szCs w:val="22"/>
              </w:rPr>
              <w:t>internet</w:t>
            </w:r>
            <w:r w:rsidR="008B19EA" w:rsidRPr="00BF7E70">
              <w:rPr>
                <w:sz w:val="22"/>
                <w:szCs w:val="22"/>
              </w:rPr>
              <w:t>, web</w:t>
            </w:r>
            <w:r w:rsidRPr="00BF7E70">
              <w:rPr>
                <w:sz w:val="22"/>
                <w:szCs w:val="22"/>
              </w:rPr>
              <w:t>)?</w:t>
            </w:r>
          </w:p>
          <w:p w14:paraId="30370181" w14:textId="42576873" w:rsidR="008B19EA" w:rsidRDefault="008B19EA" w:rsidP="00BF7E70">
            <w:pPr>
              <w:ind w:firstLine="0"/>
            </w:pPr>
            <w:r w:rsidRPr="00BF7E70">
              <w:rPr>
                <w:i/>
                <w:iCs/>
                <w:sz w:val="22"/>
                <w:szCs w:val="22"/>
              </w:rPr>
              <w:t>-Vyplň</w:t>
            </w:r>
            <w:r w:rsidR="009666C1">
              <w:rPr>
                <w:i/>
                <w:iCs/>
                <w:sz w:val="22"/>
                <w:szCs w:val="22"/>
              </w:rPr>
              <w:t>te</w:t>
            </w:r>
            <w:r w:rsidRPr="00BF7E70">
              <w:rPr>
                <w:i/>
                <w:iCs/>
                <w:sz w:val="22"/>
                <w:szCs w:val="22"/>
              </w:rPr>
              <w:t>, pokud nebylo uvedeno v jiném formuláři</w:t>
            </w:r>
            <w:r w:rsidR="009666C1">
              <w:rPr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4544" w:type="dxa"/>
            <w:gridSpan w:val="2"/>
            <w:vAlign w:val="center"/>
          </w:tcPr>
          <w:p w14:paraId="6E047ED3" w14:textId="77777777" w:rsidR="00C12D1B" w:rsidRDefault="00C12D1B" w:rsidP="00697A8F">
            <w:pPr>
              <w:jc w:val="center"/>
            </w:pPr>
          </w:p>
        </w:tc>
      </w:tr>
      <w:tr w:rsidR="00CF0286" w14:paraId="054642B6" w14:textId="77777777" w:rsidTr="009666C1">
        <w:trPr>
          <w:trHeight w:val="151"/>
        </w:trPr>
        <w:tc>
          <w:tcPr>
            <w:tcW w:w="4553" w:type="dxa"/>
            <w:vMerge w:val="restart"/>
          </w:tcPr>
          <w:p w14:paraId="4D55C376" w14:textId="10373493" w:rsidR="00CF0286" w:rsidRDefault="00CF0286" w:rsidP="00697A8F">
            <w:pPr>
              <w:spacing w:after="200"/>
              <w:ind w:firstLine="0"/>
            </w:pPr>
            <w:r>
              <w:t xml:space="preserve"> Položkový rozpočet</w:t>
            </w:r>
            <w:r w:rsidR="00726188">
              <w:t>:</w:t>
            </w:r>
          </w:p>
        </w:tc>
        <w:tc>
          <w:tcPr>
            <w:tcW w:w="4544" w:type="dxa"/>
            <w:gridSpan w:val="2"/>
            <w:shd w:val="clear" w:color="auto" w:fill="auto"/>
            <w:vAlign w:val="center"/>
          </w:tcPr>
          <w:p w14:paraId="6E3869F8" w14:textId="528173D0" w:rsidR="00CF0286" w:rsidRPr="00CF0286" w:rsidRDefault="00CF0286" w:rsidP="00697A8F">
            <w:pPr>
              <w:ind w:firstLine="0"/>
              <w:jc w:val="center"/>
            </w:pPr>
            <w:r w:rsidRPr="00CF0286">
              <w:rPr>
                <w:i/>
              </w:rPr>
              <w:t>Rozpočet přiložte prosím jako přílohu!</w:t>
            </w:r>
          </w:p>
        </w:tc>
      </w:tr>
      <w:tr w:rsidR="00CF0286" w14:paraId="0A59A278" w14:textId="77777777" w:rsidTr="009666C1">
        <w:trPr>
          <w:trHeight w:val="150"/>
        </w:trPr>
        <w:tc>
          <w:tcPr>
            <w:tcW w:w="4553" w:type="dxa"/>
            <w:vMerge/>
          </w:tcPr>
          <w:p w14:paraId="483FF915" w14:textId="77777777" w:rsidR="00CF0286" w:rsidRDefault="00CF0286" w:rsidP="00CF0286">
            <w:pPr>
              <w:spacing w:after="200"/>
              <w:ind w:firstLine="0"/>
            </w:pPr>
          </w:p>
        </w:tc>
        <w:tc>
          <w:tcPr>
            <w:tcW w:w="2277" w:type="dxa"/>
            <w:shd w:val="clear" w:color="auto" w:fill="auto"/>
            <w:vAlign w:val="center"/>
          </w:tcPr>
          <w:p w14:paraId="2FA418D2" w14:textId="75D0E5EF" w:rsidR="00CF0286" w:rsidRPr="00BF7E70" w:rsidRDefault="00CF0286" w:rsidP="00CF0286">
            <w:pPr>
              <w:ind w:firstLine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BF7E70">
              <w:rPr>
                <w:b/>
                <w:bCs/>
                <w:iCs/>
              </w:rPr>
              <w:t>Celková částka: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6A11EE18" w14:textId="77777777" w:rsidR="00CF0286" w:rsidRDefault="00CF0286" w:rsidP="00CF0286">
            <w:pPr>
              <w:ind w:firstLine="0"/>
              <w:jc w:val="center"/>
              <w:rPr>
                <w:i/>
              </w:rPr>
            </w:pPr>
          </w:p>
          <w:p w14:paraId="59436A80" w14:textId="222CE6EF" w:rsidR="00CF0286" w:rsidRPr="00BF7E70" w:rsidRDefault="00CF0286" w:rsidP="00CF0286">
            <w:pPr>
              <w:ind w:firstLine="0"/>
              <w:jc w:val="center"/>
              <w:rPr>
                <w:i/>
                <w:sz w:val="20"/>
                <w:szCs w:val="20"/>
              </w:rPr>
            </w:pPr>
          </w:p>
        </w:tc>
      </w:tr>
      <w:tr w:rsidR="00CF0286" w14:paraId="2CE84DAF" w14:textId="77777777" w:rsidTr="00CF0286">
        <w:trPr>
          <w:trHeight w:val="725"/>
        </w:trPr>
        <w:tc>
          <w:tcPr>
            <w:tcW w:w="4553" w:type="dxa"/>
            <w:vMerge/>
          </w:tcPr>
          <w:p w14:paraId="04654F8B" w14:textId="77777777" w:rsidR="00CF0286" w:rsidRDefault="00CF0286" w:rsidP="00CF0286">
            <w:pPr>
              <w:spacing w:after="200"/>
              <w:ind w:firstLine="0"/>
            </w:pPr>
          </w:p>
        </w:tc>
        <w:tc>
          <w:tcPr>
            <w:tcW w:w="2277" w:type="dxa"/>
            <w:shd w:val="clear" w:color="auto" w:fill="auto"/>
            <w:vAlign w:val="center"/>
          </w:tcPr>
          <w:p w14:paraId="3DA92BB0" w14:textId="2BFFFD81" w:rsidR="00CF0286" w:rsidRPr="00BF7E70" w:rsidRDefault="00CF0286" w:rsidP="00CF0286">
            <w:pPr>
              <w:ind w:firstLine="0"/>
              <w:jc w:val="center"/>
              <w:rPr>
                <w:b/>
                <w:bCs/>
                <w:iCs/>
              </w:rPr>
            </w:pPr>
            <w:r w:rsidRPr="00BF7E70">
              <w:rPr>
                <w:b/>
                <w:bCs/>
                <w:iCs/>
              </w:rPr>
              <w:t>Žádaná částka: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1DFDCE84" w14:textId="77777777" w:rsidR="00CF0286" w:rsidRDefault="00CF0286" w:rsidP="00CF0286">
            <w:pPr>
              <w:ind w:firstLine="0"/>
              <w:jc w:val="center"/>
              <w:rPr>
                <w:i/>
              </w:rPr>
            </w:pPr>
          </w:p>
        </w:tc>
      </w:tr>
      <w:tr w:rsidR="00C12D1B" w14:paraId="0E55F010" w14:textId="77777777" w:rsidTr="009666C1">
        <w:trPr>
          <w:trHeight w:val="763"/>
        </w:trPr>
        <w:tc>
          <w:tcPr>
            <w:tcW w:w="4553" w:type="dxa"/>
          </w:tcPr>
          <w:p w14:paraId="7379FE14" w14:textId="77777777" w:rsidR="00C12D1B" w:rsidRDefault="00C12D1B" w:rsidP="00697A8F">
            <w:pPr>
              <w:spacing w:after="200"/>
              <w:ind w:firstLine="0"/>
              <w:jc w:val="both"/>
            </w:pPr>
            <w:r>
              <w:t>Harmonogram aktivit spolku</w:t>
            </w:r>
          </w:p>
        </w:tc>
        <w:tc>
          <w:tcPr>
            <w:tcW w:w="4544" w:type="dxa"/>
            <w:gridSpan w:val="2"/>
            <w:vAlign w:val="center"/>
          </w:tcPr>
          <w:p w14:paraId="2A154DC9" w14:textId="77777777" w:rsidR="00C12D1B" w:rsidRDefault="00C12D1B" w:rsidP="00697A8F">
            <w:pPr>
              <w:ind w:firstLine="0"/>
              <w:jc w:val="center"/>
            </w:pPr>
            <w:r w:rsidRPr="00072E43">
              <w:rPr>
                <w:i/>
              </w:rPr>
              <w:t>přiložte prosím jako přílohu</w:t>
            </w:r>
          </w:p>
        </w:tc>
      </w:tr>
    </w:tbl>
    <w:p w14:paraId="11E759B3" w14:textId="77777777" w:rsidR="00C12D1B" w:rsidRDefault="00C12D1B" w:rsidP="00C12D1B"/>
    <w:p w14:paraId="37C48547" w14:textId="0939BD41" w:rsidR="00C12D1B" w:rsidRDefault="00CF0286" w:rsidP="00CF0286">
      <w:pPr>
        <w:spacing w:line="240" w:lineRule="auto"/>
        <w:ind w:firstLine="0"/>
      </w:pPr>
      <w:r>
        <w:br w:type="page"/>
      </w:r>
    </w:p>
    <w:tbl>
      <w:tblPr>
        <w:tblStyle w:val="Mkatabulky"/>
        <w:tblW w:w="4941" w:type="pct"/>
        <w:tblInd w:w="108" w:type="dxa"/>
        <w:tblLook w:val="04A0" w:firstRow="1" w:lastRow="0" w:firstColumn="1" w:lastColumn="0" w:noHBand="0" w:noVBand="1"/>
      </w:tblPr>
      <w:tblGrid>
        <w:gridCol w:w="4484"/>
        <w:gridCol w:w="60"/>
        <w:gridCol w:w="2168"/>
        <w:gridCol w:w="84"/>
        <w:gridCol w:w="2087"/>
        <w:gridCol w:w="213"/>
      </w:tblGrid>
      <w:tr w:rsidR="00C12D1B" w14:paraId="133A1674" w14:textId="77777777" w:rsidTr="00CF0286">
        <w:trPr>
          <w:gridAfter w:val="1"/>
          <w:wAfter w:w="117" w:type="pct"/>
          <w:trHeight w:val="680"/>
        </w:trPr>
        <w:tc>
          <w:tcPr>
            <w:tcW w:w="4883" w:type="pct"/>
            <w:gridSpan w:val="5"/>
            <w:shd w:val="clear" w:color="auto" w:fill="F2DBDB"/>
            <w:vAlign w:val="center"/>
          </w:tcPr>
          <w:p w14:paraId="1BFB5008" w14:textId="77777777" w:rsidR="00C12D1B" w:rsidRPr="00065C23" w:rsidRDefault="00C12D1B" w:rsidP="003E5B89">
            <w:pPr>
              <w:ind w:firstLine="0"/>
              <w:jc w:val="center"/>
              <w:rPr>
                <w:b/>
              </w:rPr>
            </w:pPr>
            <w:r w:rsidRPr="00072E43">
              <w:rPr>
                <w:b/>
              </w:rPr>
              <w:lastRenderedPageBreak/>
              <w:t xml:space="preserve">Vyplňte pouze pokud žádáte o dotační titul </w:t>
            </w:r>
            <w:r>
              <w:rPr>
                <w:b/>
              </w:rPr>
              <w:t>C – Pořádání veřejných akcí</w:t>
            </w:r>
          </w:p>
        </w:tc>
      </w:tr>
      <w:tr w:rsidR="00E202A1" w14:paraId="743BF62A" w14:textId="77777777" w:rsidTr="00B42B9A">
        <w:trPr>
          <w:gridAfter w:val="1"/>
          <w:wAfter w:w="117" w:type="pct"/>
          <w:trHeight w:val="310"/>
        </w:trPr>
        <w:tc>
          <w:tcPr>
            <w:tcW w:w="2498" w:type="pct"/>
            <w:gridSpan w:val="2"/>
          </w:tcPr>
          <w:p w14:paraId="0A00E54F" w14:textId="3B5FB1C7" w:rsidR="00E202A1" w:rsidRDefault="00E202A1" w:rsidP="00697A8F">
            <w:pPr>
              <w:spacing w:after="200"/>
              <w:ind w:firstLine="0"/>
            </w:pPr>
            <w:bookmarkStart w:id="1" w:name="_Hlk187232010"/>
            <w:r>
              <w:t>Název oddílu, spolku, organizace:</w:t>
            </w:r>
          </w:p>
        </w:tc>
        <w:tc>
          <w:tcPr>
            <w:tcW w:w="2385" w:type="pct"/>
            <w:gridSpan w:val="3"/>
            <w:vAlign w:val="center"/>
          </w:tcPr>
          <w:p w14:paraId="5F69ADC3" w14:textId="77777777" w:rsidR="00E202A1" w:rsidRDefault="00E202A1" w:rsidP="00697A8F">
            <w:pPr>
              <w:jc w:val="center"/>
            </w:pPr>
          </w:p>
        </w:tc>
      </w:tr>
      <w:bookmarkEnd w:id="1"/>
      <w:tr w:rsidR="00E202A1" w14:paraId="2B2B309A" w14:textId="77777777" w:rsidTr="00B42B9A">
        <w:trPr>
          <w:gridAfter w:val="1"/>
          <w:wAfter w:w="117" w:type="pct"/>
          <w:trHeight w:val="310"/>
        </w:trPr>
        <w:tc>
          <w:tcPr>
            <w:tcW w:w="2498" w:type="pct"/>
            <w:gridSpan w:val="2"/>
          </w:tcPr>
          <w:p w14:paraId="3A555532" w14:textId="56181BCE" w:rsidR="00E202A1" w:rsidRDefault="00E202A1" w:rsidP="00697A8F">
            <w:pPr>
              <w:spacing w:after="200"/>
              <w:ind w:firstLine="0"/>
            </w:pPr>
            <w:r>
              <w:t>Název akce:</w:t>
            </w:r>
          </w:p>
        </w:tc>
        <w:tc>
          <w:tcPr>
            <w:tcW w:w="2385" w:type="pct"/>
            <w:gridSpan w:val="3"/>
            <w:vAlign w:val="center"/>
          </w:tcPr>
          <w:p w14:paraId="76B22465" w14:textId="77777777" w:rsidR="00E202A1" w:rsidRDefault="00E202A1" w:rsidP="00697A8F">
            <w:pPr>
              <w:jc w:val="center"/>
            </w:pPr>
          </w:p>
        </w:tc>
      </w:tr>
      <w:tr w:rsidR="00C12D1B" w14:paraId="0446F9ED" w14:textId="77777777" w:rsidTr="00B42B9A">
        <w:trPr>
          <w:gridAfter w:val="1"/>
          <w:wAfter w:w="117" w:type="pct"/>
          <w:trHeight w:val="1314"/>
        </w:trPr>
        <w:tc>
          <w:tcPr>
            <w:tcW w:w="2498" w:type="pct"/>
            <w:gridSpan w:val="2"/>
          </w:tcPr>
          <w:p w14:paraId="66EFF4A2" w14:textId="77777777" w:rsidR="00C12D1B" w:rsidRDefault="00C12D1B" w:rsidP="00697A8F">
            <w:pPr>
              <w:spacing w:after="200"/>
              <w:ind w:firstLine="0"/>
            </w:pPr>
            <w:r>
              <w:t xml:space="preserve">Do jaké míry bude do akce zapojena mládež? </w:t>
            </w:r>
          </w:p>
        </w:tc>
        <w:tc>
          <w:tcPr>
            <w:tcW w:w="2385" w:type="pct"/>
            <w:gridSpan w:val="3"/>
            <w:vAlign w:val="center"/>
          </w:tcPr>
          <w:p w14:paraId="1E88E1B1" w14:textId="77777777" w:rsidR="00C12D1B" w:rsidRDefault="00C12D1B" w:rsidP="00697A8F">
            <w:pPr>
              <w:jc w:val="center"/>
            </w:pPr>
          </w:p>
        </w:tc>
      </w:tr>
      <w:tr w:rsidR="00C12D1B" w14:paraId="26512DAA" w14:textId="77777777" w:rsidTr="00CF0286">
        <w:trPr>
          <w:gridAfter w:val="1"/>
          <w:wAfter w:w="117" w:type="pct"/>
          <w:trHeight w:val="1420"/>
        </w:trPr>
        <w:tc>
          <w:tcPr>
            <w:tcW w:w="2498" w:type="pct"/>
            <w:gridSpan w:val="2"/>
          </w:tcPr>
          <w:p w14:paraId="31EEBC89" w14:textId="77777777" w:rsidR="00C12D1B" w:rsidRDefault="00C12D1B" w:rsidP="00697A8F">
            <w:pPr>
              <w:spacing w:after="200"/>
              <w:ind w:firstLine="0"/>
            </w:pPr>
            <w:r>
              <w:t>Které další spolky budou na akci spolupracovat?</w:t>
            </w:r>
          </w:p>
          <w:p w14:paraId="2EC39987" w14:textId="77777777" w:rsidR="00C12D1B" w:rsidRDefault="00C12D1B" w:rsidP="00697A8F">
            <w:pPr>
              <w:spacing w:after="200"/>
            </w:pPr>
          </w:p>
        </w:tc>
        <w:tc>
          <w:tcPr>
            <w:tcW w:w="2385" w:type="pct"/>
            <w:gridSpan w:val="3"/>
            <w:vAlign w:val="center"/>
          </w:tcPr>
          <w:p w14:paraId="20E5AE01" w14:textId="77777777" w:rsidR="00C12D1B" w:rsidRDefault="00C12D1B" w:rsidP="00697A8F">
            <w:pPr>
              <w:jc w:val="center"/>
            </w:pPr>
          </w:p>
        </w:tc>
      </w:tr>
      <w:tr w:rsidR="00C12D1B" w14:paraId="2CFC3380" w14:textId="77777777" w:rsidTr="001B509C">
        <w:trPr>
          <w:gridAfter w:val="1"/>
          <w:wAfter w:w="117" w:type="pct"/>
          <w:trHeight w:val="758"/>
        </w:trPr>
        <w:tc>
          <w:tcPr>
            <w:tcW w:w="2498" w:type="pct"/>
            <w:gridSpan w:val="2"/>
          </w:tcPr>
          <w:p w14:paraId="1351894F" w14:textId="77777777" w:rsidR="00C12D1B" w:rsidRDefault="00C12D1B" w:rsidP="00697A8F">
            <w:pPr>
              <w:spacing w:after="200"/>
              <w:ind w:firstLine="0"/>
            </w:pPr>
            <w:r>
              <w:t>Bude akce veřejně přístupná?</w:t>
            </w:r>
          </w:p>
        </w:tc>
        <w:tc>
          <w:tcPr>
            <w:tcW w:w="2385" w:type="pct"/>
            <w:gridSpan w:val="3"/>
            <w:vAlign w:val="center"/>
          </w:tcPr>
          <w:p w14:paraId="3A0D582B" w14:textId="77777777" w:rsidR="00C12D1B" w:rsidRDefault="00C12D1B" w:rsidP="00697A8F">
            <w:pPr>
              <w:ind w:firstLine="0"/>
              <w:jc w:val="center"/>
            </w:pPr>
            <w:r>
              <w:t>ANO/NE</w:t>
            </w:r>
          </w:p>
        </w:tc>
      </w:tr>
      <w:tr w:rsidR="001B509C" w14:paraId="1FFBD827" w14:textId="77777777" w:rsidTr="00CF0286">
        <w:trPr>
          <w:gridAfter w:val="1"/>
          <w:wAfter w:w="117" w:type="pct"/>
          <w:trHeight w:val="845"/>
        </w:trPr>
        <w:tc>
          <w:tcPr>
            <w:tcW w:w="2498" w:type="pct"/>
            <w:gridSpan w:val="2"/>
          </w:tcPr>
          <w:p w14:paraId="3A70F6F5" w14:textId="54334536" w:rsidR="001B509C" w:rsidRDefault="001B509C" w:rsidP="00697A8F">
            <w:pPr>
              <w:spacing w:after="200"/>
              <w:ind w:firstLine="0"/>
            </w:pPr>
            <w:r>
              <w:t>Vstupné:</w:t>
            </w:r>
          </w:p>
          <w:p w14:paraId="64AE4625" w14:textId="13A924AB" w:rsidR="001B509C" w:rsidRPr="001B509C" w:rsidRDefault="001B509C" w:rsidP="00697A8F">
            <w:pPr>
              <w:spacing w:after="200"/>
              <w:ind w:firstLine="0"/>
              <w:rPr>
                <w:i/>
                <w:iCs/>
              </w:rPr>
            </w:pPr>
            <w:r>
              <w:rPr>
                <w:i/>
                <w:iCs/>
              </w:rPr>
              <w:t>-Napište částku nebo „Vstupné dobrovolné“.</w:t>
            </w:r>
          </w:p>
        </w:tc>
        <w:tc>
          <w:tcPr>
            <w:tcW w:w="2385" w:type="pct"/>
            <w:gridSpan w:val="3"/>
            <w:vAlign w:val="center"/>
          </w:tcPr>
          <w:p w14:paraId="0CC5EC03" w14:textId="77777777" w:rsidR="001B509C" w:rsidRDefault="001B509C" w:rsidP="00697A8F">
            <w:pPr>
              <w:ind w:firstLine="0"/>
              <w:jc w:val="center"/>
            </w:pPr>
          </w:p>
        </w:tc>
      </w:tr>
      <w:tr w:rsidR="00CF0286" w14:paraId="43B6DACA" w14:textId="77777777" w:rsidTr="00CF0286">
        <w:trPr>
          <w:gridAfter w:val="1"/>
          <w:wAfter w:w="117" w:type="pct"/>
          <w:trHeight w:val="452"/>
        </w:trPr>
        <w:tc>
          <w:tcPr>
            <w:tcW w:w="2498" w:type="pct"/>
            <w:gridSpan w:val="2"/>
            <w:vMerge w:val="restart"/>
          </w:tcPr>
          <w:p w14:paraId="2BB81492" w14:textId="2605BAC4" w:rsidR="00CF0286" w:rsidRDefault="00CF0286" w:rsidP="00697A8F">
            <w:pPr>
              <w:spacing w:after="200"/>
              <w:ind w:firstLine="0"/>
            </w:pPr>
            <w:r>
              <w:t>Položkový rozpočet:</w:t>
            </w:r>
          </w:p>
        </w:tc>
        <w:tc>
          <w:tcPr>
            <w:tcW w:w="2385" w:type="pct"/>
            <w:gridSpan w:val="3"/>
            <w:vAlign w:val="center"/>
          </w:tcPr>
          <w:p w14:paraId="4FF9F849" w14:textId="60D69426" w:rsidR="00CF0286" w:rsidRDefault="00CF0286" w:rsidP="00697A8F">
            <w:pPr>
              <w:ind w:firstLine="0"/>
              <w:jc w:val="center"/>
            </w:pPr>
            <w:r>
              <w:rPr>
                <w:i/>
              </w:rPr>
              <w:t xml:space="preserve">Rozpočet </w:t>
            </w:r>
            <w:r w:rsidRPr="00072E43">
              <w:rPr>
                <w:i/>
              </w:rPr>
              <w:t>přiložte prosím jako přílohu</w:t>
            </w:r>
            <w:r>
              <w:rPr>
                <w:i/>
              </w:rPr>
              <w:t>!</w:t>
            </w:r>
          </w:p>
        </w:tc>
      </w:tr>
      <w:tr w:rsidR="00CF0286" w14:paraId="33F32CD4" w14:textId="77777777" w:rsidTr="00CF0286">
        <w:trPr>
          <w:gridAfter w:val="1"/>
          <w:wAfter w:w="117" w:type="pct"/>
          <w:trHeight w:val="758"/>
        </w:trPr>
        <w:tc>
          <w:tcPr>
            <w:tcW w:w="2498" w:type="pct"/>
            <w:gridSpan w:val="2"/>
            <w:vMerge/>
          </w:tcPr>
          <w:p w14:paraId="7AA89798" w14:textId="77777777" w:rsidR="00CF0286" w:rsidRDefault="00CF0286" w:rsidP="00697A8F">
            <w:pPr>
              <w:spacing w:after="200"/>
              <w:ind w:firstLine="0"/>
            </w:pPr>
          </w:p>
        </w:tc>
        <w:tc>
          <w:tcPr>
            <w:tcW w:w="1192" w:type="pct"/>
            <w:vAlign w:val="center"/>
          </w:tcPr>
          <w:p w14:paraId="01D3740F" w14:textId="4B44F1C4" w:rsidR="00CF0286" w:rsidRDefault="00CF0286" w:rsidP="00697A8F">
            <w:pPr>
              <w:ind w:firstLine="0"/>
              <w:jc w:val="center"/>
            </w:pPr>
            <w:r w:rsidRPr="00BF7E70">
              <w:rPr>
                <w:b/>
                <w:bCs/>
                <w:iCs/>
              </w:rPr>
              <w:t>Celková částka:</w:t>
            </w:r>
          </w:p>
        </w:tc>
        <w:tc>
          <w:tcPr>
            <w:tcW w:w="1193" w:type="pct"/>
            <w:gridSpan w:val="2"/>
            <w:vAlign w:val="center"/>
          </w:tcPr>
          <w:p w14:paraId="30CC9815" w14:textId="450C3ED6" w:rsidR="00CF0286" w:rsidRDefault="00CF0286" w:rsidP="00697A8F">
            <w:pPr>
              <w:ind w:firstLine="0"/>
              <w:jc w:val="center"/>
            </w:pPr>
          </w:p>
        </w:tc>
      </w:tr>
      <w:tr w:rsidR="00CF0286" w14:paraId="0216AEA1" w14:textId="77777777" w:rsidTr="00CF0286">
        <w:trPr>
          <w:gridAfter w:val="1"/>
          <w:wAfter w:w="117" w:type="pct"/>
          <w:trHeight w:val="758"/>
        </w:trPr>
        <w:tc>
          <w:tcPr>
            <w:tcW w:w="2498" w:type="pct"/>
            <w:gridSpan w:val="2"/>
            <w:vMerge/>
          </w:tcPr>
          <w:p w14:paraId="1E4FE2EC" w14:textId="77777777" w:rsidR="00CF0286" w:rsidRDefault="00CF0286" w:rsidP="00697A8F">
            <w:pPr>
              <w:spacing w:after="200"/>
              <w:ind w:firstLine="0"/>
            </w:pPr>
          </w:p>
        </w:tc>
        <w:tc>
          <w:tcPr>
            <w:tcW w:w="1192" w:type="pct"/>
            <w:vAlign w:val="center"/>
          </w:tcPr>
          <w:p w14:paraId="07BD0A74" w14:textId="09D024A9" w:rsidR="00CF0286" w:rsidRDefault="00CF0286" w:rsidP="00697A8F">
            <w:pPr>
              <w:ind w:firstLine="0"/>
              <w:jc w:val="center"/>
            </w:pPr>
            <w:r w:rsidRPr="00BF7E70">
              <w:rPr>
                <w:b/>
                <w:bCs/>
                <w:iCs/>
              </w:rPr>
              <w:t>Žádaná částka:</w:t>
            </w:r>
          </w:p>
        </w:tc>
        <w:tc>
          <w:tcPr>
            <w:tcW w:w="1193" w:type="pct"/>
            <w:gridSpan w:val="2"/>
            <w:vAlign w:val="center"/>
          </w:tcPr>
          <w:p w14:paraId="79C12789" w14:textId="365C2325" w:rsidR="00CF0286" w:rsidRDefault="00CF0286" w:rsidP="00697A8F">
            <w:pPr>
              <w:ind w:firstLine="0"/>
              <w:jc w:val="center"/>
            </w:pPr>
          </w:p>
        </w:tc>
      </w:tr>
      <w:tr w:rsidR="00C12D1B" w14:paraId="6DC3250D" w14:textId="77777777" w:rsidTr="00CF0286">
        <w:trPr>
          <w:gridAfter w:val="1"/>
          <w:wAfter w:w="117" w:type="pct"/>
          <w:trHeight w:val="60"/>
        </w:trPr>
        <w:tc>
          <w:tcPr>
            <w:tcW w:w="2498" w:type="pct"/>
            <w:gridSpan w:val="2"/>
          </w:tcPr>
          <w:p w14:paraId="62509315" w14:textId="77777777" w:rsidR="00C12D1B" w:rsidRPr="00221895" w:rsidRDefault="00C12D1B" w:rsidP="00697A8F">
            <w:pPr>
              <w:spacing w:before="60"/>
              <w:ind w:firstLine="0"/>
              <w:rPr>
                <w:b/>
              </w:rPr>
            </w:pPr>
            <w:r>
              <w:rPr>
                <w:b/>
              </w:rPr>
              <w:t>Popis</w:t>
            </w:r>
            <w:r w:rsidRPr="00221895">
              <w:rPr>
                <w:b/>
              </w:rPr>
              <w:t xml:space="preserve"> </w:t>
            </w:r>
            <w:r>
              <w:rPr>
                <w:b/>
              </w:rPr>
              <w:t>akce</w:t>
            </w:r>
          </w:p>
          <w:p w14:paraId="2F3D6889" w14:textId="77777777" w:rsidR="00C12D1B" w:rsidRDefault="00C12D1B" w:rsidP="00697A8F">
            <w:pPr>
              <w:spacing w:before="60"/>
              <w:ind w:firstLine="0"/>
              <w:rPr>
                <w:sz w:val="20"/>
              </w:rPr>
            </w:pPr>
            <w:r w:rsidRPr="00221895">
              <w:rPr>
                <w:sz w:val="20"/>
              </w:rPr>
              <w:t>500 – 1000 zn</w:t>
            </w:r>
            <w:r>
              <w:rPr>
                <w:sz w:val="20"/>
              </w:rPr>
              <w:t>aků, m</w:t>
            </w:r>
            <w:r w:rsidRPr="00221895">
              <w:rPr>
                <w:sz w:val="20"/>
              </w:rPr>
              <w:t>ožno vložit jako přílohu</w:t>
            </w:r>
          </w:p>
          <w:p w14:paraId="6F4D1B7B" w14:textId="77777777" w:rsidR="00CF0286" w:rsidRPr="00CF0286" w:rsidRDefault="00CF0286" w:rsidP="00CF0286"/>
          <w:p w14:paraId="1219E53D" w14:textId="77777777" w:rsidR="00CF0286" w:rsidRPr="00CF0286" w:rsidRDefault="00CF0286" w:rsidP="00CF0286"/>
          <w:p w14:paraId="5DF9F72E" w14:textId="77777777" w:rsidR="00CF0286" w:rsidRPr="00CF0286" w:rsidRDefault="00CF0286" w:rsidP="00CF0286"/>
          <w:p w14:paraId="0022453D" w14:textId="77777777" w:rsidR="00CF0286" w:rsidRPr="00CF0286" w:rsidRDefault="00CF0286" w:rsidP="00CF0286"/>
          <w:p w14:paraId="13FCB9B3" w14:textId="77777777" w:rsidR="00CF0286" w:rsidRPr="00CF0286" w:rsidRDefault="00CF0286" w:rsidP="00CF0286"/>
          <w:p w14:paraId="25B7FAA3" w14:textId="77777777" w:rsidR="00CF0286" w:rsidRPr="00CF0286" w:rsidRDefault="00CF0286" w:rsidP="00CF0286"/>
          <w:p w14:paraId="482787D0" w14:textId="77777777" w:rsidR="00CF0286" w:rsidRPr="00CF0286" w:rsidRDefault="00CF0286" w:rsidP="00CF0286">
            <w:pPr>
              <w:jc w:val="center"/>
            </w:pPr>
          </w:p>
        </w:tc>
        <w:tc>
          <w:tcPr>
            <w:tcW w:w="2385" w:type="pct"/>
            <w:gridSpan w:val="3"/>
            <w:vAlign w:val="center"/>
          </w:tcPr>
          <w:p w14:paraId="2F9201B8" w14:textId="77777777" w:rsidR="00C12D1B" w:rsidRDefault="00C12D1B" w:rsidP="00697A8F">
            <w:pPr>
              <w:ind w:firstLine="0"/>
              <w:jc w:val="center"/>
            </w:pPr>
          </w:p>
          <w:p w14:paraId="0F58AA71" w14:textId="77777777" w:rsidR="00C12D1B" w:rsidRDefault="00C12D1B" w:rsidP="00697A8F">
            <w:pPr>
              <w:ind w:firstLine="0"/>
              <w:jc w:val="center"/>
            </w:pPr>
          </w:p>
          <w:p w14:paraId="578F662D" w14:textId="77777777" w:rsidR="00C12D1B" w:rsidRDefault="00C12D1B" w:rsidP="00697A8F">
            <w:pPr>
              <w:ind w:firstLine="0"/>
              <w:jc w:val="center"/>
            </w:pPr>
          </w:p>
          <w:p w14:paraId="334F9DDF" w14:textId="77777777" w:rsidR="00C12D1B" w:rsidRDefault="00C12D1B" w:rsidP="00697A8F">
            <w:pPr>
              <w:ind w:firstLine="0"/>
              <w:jc w:val="center"/>
            </w:pPr>
          </w:p>
          <w:p w14:paraId="10683F78" w14:textId="77777777" w:rsidR="00C12D1B" w:rsidRDefault="00C12D1B" w:rsidP="00697A8F">
            <w:pPr>
              <w:ind w:firstLine="0"/>
              <w:jc w:val="center"/>
            </w:pPr>
          </w:p>
          <w:p w14:paraId="0A578EB4" w14:textId="77777777" w:rsidR="00C12D1B" w:rsidRDefault="00C12D1B" w:rsidP="00697A8F">
            <w:pPr>
              <w:ind w:firstLine="0"/>
              <w:jc w:val="center"/>
            </w:pPr>
          </w:p>
          <w:p w14:paraId="5C0A3407" w14:textId="77777777" w:rsidR="00C12D1B" w:rsidRDefault="00C12D1B" w:rsidP="00697A8F">
            <w:pPr>
              <w:ind w:firstLine="0"/>
              <w:jc w:val="center"/>
            </w:pPr>
          </w:p>
          <w:p w14:paraId="5FF5A4E1" w14:textId="77777777" w:rsidR="00C12D1B" w:rsidRDefault="00C12D1B" w:rsidP="00CF0286">
            <w:pPr>
              <w:ind w:firstLine="0"/>
            </w:pPr>
          </w:p>
        </w:tc>
      </w:tr>
      <w:tr w:rsidR="00C12D1B" w:rsidRPr="00072E43" w14:paraId="07F3B95F" w14:textId="77777777" w:rsidTr="00B42B9A">
        <w:trPr>
          <w:trHeight w:val="680"/>
        </w:trPr>
        <w:tc>
          <w:tcPr>
            <w:tcW w:w="5000" w:type="pct"/>
            <w:gridSpan w:val="6"/>
            <w:shd w:val="clear" w:color="auto" w:fill="F2DBDB"/>
            <w:vAlign w:val="center"/>
          </w:tcPr>
          <w:p w14:paraId="16D1C15D" w14:textId="77777777" w:rsidR="00C12D1B" w:rsidRPr="003E5B89" w:rsidRDefault="00C12D1B" w:rsidP="003E5B89">
            <w:pPr>
              <w:ind w:firstLine="0"/>
              <w:jc w:val="center"/>
              <w:rPr>
                <w:b/>
              </w:rPr>
            </w:pPr>
            <w:r w:rsidRPr="00072E43">
              <w:rPr>
                <w:b/>
              </w:rPr>
              <w:lastRenderedPageBreak/>
              <w:t xml:space="preserve">Vyplňte pouze pokud žádáte o dotační titul </w:t>
            </w:r>
            <w:r>
              <w:rPr>
                <w:b/>
              </w:rPr>
              <w:t>D – Investice, opravy a udržování</w:t>
            </w:r>
          </w:p>
        </w:tc>
      </w:tr>
      <w:tr w:rsidR="00E202A1" w:rsidRPr="00072E43" w14:paraId="731B5D24" w14:textId="77777777" w:rsidTr="00B42B9A">
        <w:trPr>
          <w:trHeight w:val="680"/>
        </w:trPr>
        <w:tc>
          <w:tcPr>
            <w:tcW w:w="2465" w:type="pct"/>
            <w:shd w:val="clear" w:color="auto" w:fill="auto"/>
            <w:vAlign w:val="center"/>
          </w:tcPr>
          <w:p w14:paraId="656D8179" w14:textId="7CCD8BF3" w:rsidR="00E202A1" w:rsidRPr="00072E43" w:rsidRDefault="00EB7B1F" w:rsidP="00EB7B1F">
            <w:pPr>
              <w:ind w:firstLine="0"/>
              <w:rPr>
                <w:b/>
              </w:rPr>
            </w:pPr>
            <w:r>
              <w:t>Název oddílu, spolku, organizace:</w:t>
            </w:r>
          </w:p>
        </w:tc>
        <w:tc>
          <w:tcPr>
            <w:tcW w:w="2535" w:type="pct"/>
            <w:gridSpan w:val="5"/>
            <w:shd w:val="clear" w:color="auto" w:fill="auto"/>
            <w:vAlign w:val="center"/>
          </w:tcPr>
          <w:p w14:paraId="2350F031" w14:textId="51A5EC77" w:rsidR="00E202A1" w:rsidRPr="00072E43" w:rsidRDefault="00E202A1" w:rsidP="003E5B89">
            <w:pPr>
              <w:ind w:firstLine="0"/>
              <w:jc w:val="center"/>
              <w:rPr>
                <w:b/>
              </w:rPr>
            </w:pPr>
          </w:p>
        </w:tc>
      </w:tr>
      <w:tr w:rsidR="00C12D1B" w14:paraId="57F08241" w14:textId="77777777" w:rsidTr="00B42B9A">
        <w:trPr>
          <w:trHeight w:val="1625"/>
        </w:trPr>
        <w:tc>
          <w:tcPr>
            <w:tcW w:w="2465" w:type="pct"/>
          </w:tcPr>
          <w:p w14:paraId="2C1B27E9" w14:textId="78589D31" w:rsidR="00C12D1B" w:rsidRPr="006F0149" w:rsidRDefault="00C12D1B" w:rsidP="00697A8F">
            <w:pPr>
              <w:spacing w:after="200"/>
              <w:ind w:firstLine="0"/>
            </w:pPr>
            <w:r>
              <w:t>Popis investice, oprav a udržování:</w:t>
            </w:r>
          </w:p>
        </w:tc>
        <w:tc>
          <w:tcPr>
            <w:tcW w:w="2535" w:type="pct"/>
            <w:gridSpan w:val="5"/>
            <w:vAlign w:val="center"/>
          </w:tcPr>
          <w:p w14:paraId="28D6EA8A" w14:textId="77777777" w:rsidR="00C12D1B" w:rsidRDefault="00C12D1B" w:rsidP="00697A8F">
            <w:pPr>
              <w:jc w:val="center"/>
            </w:pPr>
          </w:p>
        </w:tc>
      </w:tr>
      <w:tr w:rsidR="00C12D1B" w14:paraId="0A313095" w14:textId="77777777" w:rsidTr="00B42B9A">
        <w:trPr>
          <w:trHeight w:val="1824"/>
        </w:trPr>
        <w:tc>
          <w:tcPr>
            <w:tcW w:w="2465" w:type="pct"/>
          </w:tcPr>
          <w:p w14:paraId="40C1D473" w14:textId="77777777" w:rsidR="00C12D1B" w:rsidRDefault="00C12D1B" w:rsidP="00697A8F">
            <w:pPr>
              <w:spacing w:after="200"/>
              <w:ind w:firstLine="0"/>
            </w:pPr>
            <w:r>
              <w:t>Jakým způsobem dotace na investici, opravy a udržování přispěje ke zkvalitnění činnosti organizace?</w:t>
            </w:r>
          </w:p>
        </w:tc>
        <w:tc>
          <w:tcPr>
            <w:tcW w:w="2535" w:type="pct"/>
            <w:gridSpan w:val="5"/>
            <w:vAlign w:val="center"/>
          </w:tcPr>
          <w:p w14:paraId="67001BA3" w14:textId="77777777" w:rsidR="00C12D1B" w:rsidRDefault="00C12D1B" w:rsidP="00697A8F">
            <w:pPr>
              <w:jc w:val="center"/>
            </w:pPr>
          </w:p>
        </w:tc>
      </w:tr>
      <w:tr w:rsidR="00C12D1B" w14:paraId="7570C2C0" w14:textId="77777777" w:rsidTr="00B42B9A">
        <w:trPr>
          <w:trHeight w:val="1131"/>
        </w:trPr>
        <w:tc>
          <w:tcPr>
            <w:tcW w:w="2465" w:type="pct"/>
          </w:tcPr>
          <w:p w14:paraId="1C217AFB" w14:textId="43384AF7" w:rsidR="00C12D1B" w:rsidRDefault="00C12D1B" w:rsidP="00697A8F">
            <w:pPr>
              <w:spacing w:after="200"/>
              <w:ind w:firstLine="0"/>
            </w:pPr>
            <w:r>
              <w:t>Bud</w:t>
            </w:r>
            <w:r w:rsidR="003E5B89">
              <w:t>ou</w:t>
            </w:r>
            <w:r>
              <w:t xml:space="preserve"> investice</w:t>
            </w:r>
            <w:r w:rsidR="003E5B89">
              <w:t>, opravy a udržování</w:t>
            </w:r>
            <w:r>
              <w:t xml:space="preserve"> přínosem pro občany obce? (Uveďte, jakým způsobem)</w:t>
            </w:r>
            <w:r w:rsidR="00B42B9A">
              <w:t>.</w:t>
            </w:r>
          </w:p>
          <w:p w14:paraId="4B77A129" w14:textId="77777777" w:rsidR="00C12D1B" w:rsidRDefault="00C12D1B" w:rsidP="00697A8F">
            <w:pPr>
              <w:spacing w:after="200"/>
              <w:ind w:firstLine="0"/>
            </w:pPr>
          </w:p>
        </w:tc>
        <w:tc>
          <w:tcPr>
            <w:tcW w:w="2535" w:type="pct"/>
            <w:gridSpan w:val="5"/>
            <w:vAlign w:val="center"/>
          </w:tcPr>
          <w:p w14:paraId="476E81A7" w14:textId="77777777" w:rsidR="00C12D1B" w:rsidRDefault="00C12D1B" w:rsidP="00697A8F">
            <w:pPr>
              <w:jc w:val="center"/>
            </w:pPr>
          </w:p>
        </w:tc>
      </w:tr>
      <w:tr w:rsidR="00EB7B1F" w14:paraId="66726D55" w14:textId="77777777" w:rsidTr="00B42B9A">
        <w:trPr>
          <w:trHeight w:val="151"/>
        </w:trPr>
        <w:tc>
          <w:tcPr>
            <w:tcW w:w="2465" w:type="pct"/>
            <w:vMerge w:val="restart"/>
          </w:tcPr>
          <w:p w14:paraId="01EC2CDA" w14:textId="22801419" w:rsidR="00EB7B1F" w:rsidRDefault="00EB7B1F" w:rsidP="00697A8F">
            <w:pPr>
              <w:spacing w:after="200"/>
              <w:ind w:firstLine="0"/>
            </w:pPr>
            <w:r>
              <w:t xml:space="preserve"> Položkový rozpočet:</w:t>
            </w:r>
          </w:p>
        </w:tc>
        <w:tc>
          <w:tcPr>
            <w:tcW w:w="2535" w:type="pct"/>
            <w:gridSpan w:val="5"/>
            <w:vAlign w:val="center"/>
          </w:tcPr>
          <w:p w14:paraId="5C81464A" w14:textId="00AE79A2" w:rsidR="00EB7B1F" w:rsidRPr="00CF0286" w:rsidRDefault="00EB7B1F" w:rsidP="00697A8F">
            <w:pPr>
              <w:ind w:firstLine="0"/>
              <w:jc w:val="center"/>
            </w:pPr>
            <w:r w:rsidRPr="00CF0286">
              <w:rPr>
                <w:i/>
              </w:rPr>
              <w:t>Rozpočet přiložte prosím jako přílohu!</w:t>
            </w:r>
          </w:p>
        </w:tc>
      </w:tr>
      <w:tr w:rsidR="00EB7B1F" w14:paraId="6B0A1ABC" w14:textId="77777777" w:rsidTr="00CF0286">
        <w:trPr>
          <w:trHeight w:val="741"/>
        </w:trPr>
        <w:tc>
          <w:tcPr>
            <w:tcW w:w="2465" w:type="pct"/>
            <w:vMerge/>
          </w:tcPr>
          <w:p w14:paraId="316D2704" w14:textId="77777777" w:rsidR="00EB7B1F" w:rsidRDefault="00EB7B1F" w:rsidP="00697A8F">
            <w:pPr>
              <w:spacing w:after="200"/>
              <w:ind w:firstLine="0"/>
            </w:pPr>
          </w:p>
        </w:tc>
        <w:tc>
          <w:tcPr>
            <w:tcW w:w="1271" w:type="pct"/>
            <w:gridSpan w:val="3"/>
            <w:vAlign w:val="center"/>
          </w:tcPr>
          <w:p w14:paraId="00893B40" w14:textId="72F0C591" w:rsidR="00EB7B1F" w:rsidRPr="00CF0286" w:rsidRDefault="00EB7B1F" w:rsidP="00697A8F">
            <w:pPr>
              <w:ind w:firstLine="0"/>
              <w:jc w:val="center"/>
              <w:rPr>
                <w:b/>
                <w:bCs/>
                <w:iCs/>
              </w:rPr>
            </w:pPr>
            <w:r w:rsidRPr="00CF0286">
              <w:rPr>
                <w:b/>
                <w:bCs/>
                <w:iCs/>
              </w:rPr>
              <w:t xml:space="preserve">Celková </w:t>
            </w:r>
            <w:r w:rsidR="00CF0286">
              <w:rPr>
                <w:b/>
                <w:bCs/>
                <w:iCs/>
              </w:rPr>
              <w:t>částk</w:t>
            </w:r>
            <w:r w:rsidRPr="00CF0286">
              <w:rPr>
                <w:b/>
                <w:bCs/>
                <w:iCs/>
              </w:rPr>
              <w:t>a</w:t>
            </w:r>
            <w:r w:rsidR="00117743" w:rsidRPr="00CF0286">
              <w:rPr>
                <w:b/>
                <w:bCs/>
                <w:iCs/>
              </w:rPr>
              <w:t>:</w:t>
            </w:r>
          </w:p>
        </w:tc>
        <w:tc>
          <w:tcPr>
            <w:tcW w:w="1264" w:type="pct"/>
            <w:gridSpan w:val="2"/>
            <w:vAlign w:val="center"/>
          </w:tcPr>
          <w:p w14:paraId="437E9AEC" w14:textId="57FC2F46" w:rsidR="00EB7B1F" w:rsidRPr="00CF0286" w:rsidRDefault="00EB7B1F" w:rsidP="00697A8F">
            <w:pPr>
              <w:ind w:firstLine="0"/>
              <w:jc w:val="center"/>
              <w:rPr>
                <w:b/>
                <w:bCs/>
                <w:iCs/>
              </w:rPr>
            </w:pPr>
          </w:p>
        </w:tc>
      </w:tr>
      <w:tr w:rsidR="00EB7B1F" w14:paraId="78FDDB65" w14:textId="77777777" w:rsidTr="00CF0286">
        <w:trPr>
          <w:trHeight w:val="696"/>
        </w:trPr>
        <w:tc>
          <w:tcPr>
            <w:tcW w:w="2465" w:type="pct"/>
            <w:vMerge/>
          </w:tcPr>
          <w:p w14:paraId="7DB097AD" w14:textId="77777777" w:rsidR="00EB7B1F" w:rsidRDefault="00EB7B1F" w:rsidP="00697A8F">
            <w:pPr>
              <w:spacing w:after="200"/>
              <w:ind w:firstLine="0"/>
            </w:pPr>
          </w:p>
        </w:tc>
        <w:tc>
          <w:tcPr>
            <w:tcW w:w="1271" w:type="pct"/>
            <w:gridSpan w:val="3"/>
            <w:vAlign w:val="center"/>
          </w:tcPr>
          <w:p w14:paraId="2083F477" w14:textId="6C167DCD" w:rsidR="00EB7B1F" w:rsidRPr="00CF0286" w:rsidRDefault="00117743" w:rsidP="00697A8F">
            <w:pPr>
              <w:ind w:firstLine="0"/>
              <w:jc w:val="center"/>
              <w:rPr>
                <w:i/>
              </w:rPr>
            </w:pPr>
            <w:r w:rsidRPr="00CF0286">
              <w:rPr>
                <w:b/>
                <w:bCs/>
                <w:iCs/>
              </w:rPr>
              <w:t>Žádaná částka</w:t>
            </w:r>
            <w:r w:rsidRPr="00CF0286">
              <w:rPr>
                <w:b/>
                <w:bCs/>
                <w:i/>
              </w:rPr>
              <w:t>:</w:t>
            </w:r>
          </w:p>
        </w:tc>
        <w:tc>
          <w:tcPr>
            <w:tcW w:w="1264" w:type="pct"/>
            <w:gridSpan w:val="2"/>
            <w:vAlign w:val="center"/>
          </w:tcPr>
          <w:p w14:paraId="7AB7D1F0" w14:textId="44237D1F" w:rsidR="00EB7B1F" w:rsidRPr="00CF0286" w:rsidRDefault="00EB7B1F" w:rsidP="00697A8F">
            <w:pPr>
              <w:ind w:firstLine="0"/>
              <w:jc w:val="center"/>
              <w:rPr>
                <w:i/>
              </w:rPr>
            </w:pPr>
          </w:p>
        </w:tc>
      </w:tr>
      <w:tr w:rsidR="00C12D1B" w14:paraId="3076B130" w14:textId="77777777" w:rsidTr="00B42B9A">
        <w:trPr>
          <w:trHeight w:val="1081"/>
        </w:trPr>
        <w:tc>
          <w:tcPr>
            <w:tcW w:w="2465" w:type="pct"/>
          </w:tcPr>
          <w:p w14:paraId="4ED94EAA" w14:textId="1E579F1E" w:rsidR="00C12D1B" w:rsidRDefault="00C12D1B" w:rsidP="003E5B89">
            <w:pPr>
              <w:spacing w:after="200"/>
              <w:ind w:firstLine="0"/>
            </w:pPr>
            <w:r>
              <w:t>Počet všech členů v</w:t>
            </w:r>
            <w:r w:rsidR="00E202A1">
              <w:t> </w:t>
            </w:r>
            <w:r>
              <w:t>organizaci</w:t>
            </w:r>
            <w:r w:rsidR="00E202A1">
              <w:t>:</w:t>
            </w:r>
            <w:r w:rsidR="003E5B89">
              <w:br/>
              <w:t>(</w:t>
            </w:r>
            <w:r w:rsidR="003E5B89" w:rsidRPr="00072E43">
              <w:t xml:space="preserve">Uvádějte </w:t>
            </w:r>
            <w:r w:rsidR="003E5B89">
              <w:t xml:space="preserve">prosím </w:t>
            </w:r>
            <w:r w:rsidR="003E5B89" w:rsidRPr="00072E43">
              <w:t>údaje za minulý rok</w:t>
            </w:r>
            <w:r w:rsidR="003E5B89">
              <w:t>)</w:t>
            </w:r>
          </w:p>
        </w:tc>
        <w:tc>
          <w:tcPr>
            <w:tcW w:w="2535" w:type="pct"/>
            <w:gridSpan w:val="5"/>
            <w:vAlign w:val="center"/>
          </w:tcPr>
          <w:p w14:paraId="01ABA21C" w14:textId="77777777" w:rsidR="00C12D1B" w:rsidRDefault="00C12D1B" w:rsidP="00697A8F">
            <w:pPr>
              <w:ind w:firstLine="0"/>
              <w:jc w:val="center"/>
            </w:pPr>
          </w:p>
        </w:tc>
      </w:tr>
      <w:tr w:rsidR="00C12D1B" w14:paraId="52F4AB01" w14:textId="77777777" w:rsidTr="00B42B9A">
        <w:trPr>
          <w:trHeight w:val="1081"/>
        </w:trPr>
        <w:tc>
          <w:tcPr>
            <w:tcW w:w="2465" w:type="pct"/>
          </w:tcPr>
          <w:p w14:paraId="189BA9CC" w14:textId="77777777" w:rsidR="00C12D1B" w:rsidRDefault="00C12D1B" w:rsidP="00697A8F">
            <w:pPr>
              <w:spacing w:after="200"/>
              <w:ind w:firstLine="0"/>
              <w:jc w:val="both"/>
            </w:pPr>
            <w:r>
              <w:t xml:space="preserve">Harmonogram aktivit spolku. </w:t>
            </w:r>
          </w:p>
          <w:p w14:paraId="54784DF0" w14:textId="0DA85A29" w:rsidR="008B19EA" w:rsidRDefault="008B19EA" w:rsidP="00697A8F">
            <w:pPr>
              <w:spacing w:after="200"/>
              <w:ind w:firstLine="0"/>
              <w:jc w:val="both"/>
            </w:pPr>
            <w:r w:rsidRPr="008B19EA">
              <w:rPr>
                <w:i/>
                <w:iCs/>
                <w:sz w:val="20"/>
                <w:szCs w:val="20"/>
              </w:rPr>
              <w:t>-Vyplň</w:t>
            </w:r>
            <w:r w:rsidR="001B509C">
              <w:rPr>
                <w:i/>
                <w:iCs/>
                <w:sz w:val="20"/>
                <w:szCs w:val="20"/>
              </w:rPr>
              <w:t>te</w:t>
            </w:r>
            <w:r w:rsidRPr="008B19EA">
              <w:rPr>
                <w:i/>
                <w:iCs/>
                <w:sz w:val="20"/>
                <w:szCs w:val="20"/>
              </w:rPr>
              <w:t>, pokud nebylo uvedeno v jiném formuláři</w:t>
            </w:r>
          </w:p>
        </w:tc>
        <w:tc>
          <w:tcPr>
            <w:tcW w:w="2535" w:type="pct"/>
            <w:gridSpan w:val="5"/>
            <w:vAlign w:val="center"/>
          </w:tcPr>
          <w:p w14:paraId="2652D651" w14:textId="77777777" w:rsidR="00C12D1B" w:rsidRPr="00072E43" w:rsidRDefault="00C12D1B" w:rsidP="00697A8F">
            <w:pPr>
              <w:ind w:firstLine="0"/>
              <w:jc w:val="center"/>
              <w:rPr>
                <w:i/>
              </w:rPr>
            </w:pPr>
            <w:r w:rsidRPr="00072E43">
              <w:rPr>
                <w:i/>
              </w:rPr>
              <w:t>přiložte prosím jako přílohu</w:t>
            </w:r>
          </w:p>
        </w:tc>
      </w:tr>
    </w:tbl>
    <w:p w14:paraId="0F512D71" w14:textId="77777777" w:rsidR="00C12D1B" w:rsidRDefault="00C12D1B" w:rsidP="00C12D1B"/>
    <w:p w14:paraId="03B3962B" w14:textId="77777777" w:rsidR="008B19EA" w:rsidRDefault="008B19EA" w:rsidP="00C12D1B"/>
    <w:p w14:paraId="55E43F37" w14:textId="0599A154" w:rsidR="008B19EA" w:rsidRDefault="00CF0286" w:rsidP="00CF0286">
      <w:pPr>
        <w:spacing w:line="240" w:lineRule="auto"/>
        <w:ind w:firstLine="0"/>
      </w:pPr>
      <w:r>
        <w:br w:type="page"/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3969"/>
        <w:gridCol w:w="2753"/>
        <w:gridCol w:w="2232"/>
      </w:tblGrid>
      <w:tr w:rsidR="008B19EA" w14:paraId="1D44D943" w14:textId="77777777" w:rsidTr="00C63A61">
        <w:trPr>
          <w:trHeight w:val="711"/>
        </w:trPr>
        <w:tc>
          <w:tcPr>
            <w:tcW w:w="8954" w:type="dxa"/>
            <w:gridSpan w:val="3"/>
            <w:shd w:val="clear" w:color="auto" w:fill="F2DBDB"/>
            <w:vAlign w:val="center"/>
          </w:tcPr>
          <w:p w14:paraId="1422FCB1" w14:textId="71CED53A" w:rsidR="008B19EA" w:rsidRPr="00CF0286" w:rsidRDefault="008B19EA" w:rsidP="00CF0286">
            <w:pPr>
              <w:ind w:firstLine="0"/>
              <w:jc w:val="center"/>
              <w:rPr>
                <w:b/>
              </w:rPr>
            </w:pPr>
            <w:r w:rsidRPr="00072E43">
              <w:rPr>
                <w:b/>
              </w:rPr>
              <w:lastRenderedPageBreak/>
              <w:t xml:space="preserve">Vyplňte pouze pokud žádáte o dotační titul </w:t>
            </w:r>
            <w:r>
              <w:rPr>
                <w:b/>
              </w:rPr>
              <w:t>E</w:t>
            </w:r>
            <w:r w:rsidRPr="00072E43">
              <w:rPr>
                <w:b/>
              </w:rPr>
              <w:t xml:space="preserve"> –</w:t>
            </w:r>
            <w:r>
              <w:rPr>
                <w:b/>
              </w:rPr>
              <w:t>Soustředění</w:t>
            </w:r>
            <w:r w:rsidR="002B7CC2">
              <w:rPr>
                <w:b/>
              </w:rPr>
              <w:t xml:space="preserve">, </w:t>
            </w:r>
            <w:r>
              <w:rPr>
                <w:b/>
              </w:rPr>
              <w:t>v</w:t>
            </w:r>
            <w:r w:rsidR="00117743">
              <w:rPr>
                <w:b/>
              </w:rPr>
              <w:t>ícedenní akce</w:t>
            </w:r>
            <w:r w:rsidR="002B7CC2">
              <w:rPr>
                <w:b/>
              </w:rPr>
              <w:t xml:space="preserve"> a tábory</w:t>
            </w:r>
            <w:r w:rsidR="00117743">
              <w:rPr>
                <w:b/>
              </w:rPr>
              <w:t xml:space="preserve"> </w:t>
            </w:r>
            <w:r>
              <w:rPr>
                <w:b/>
              </w:rPr>
              <w:t>(mládež do 18 let)</w:t>
            </w:r>
          </w:p>
        </w:tc>
      </w:tr>
      <w:tr w:rsidR="008B19EA" w14:paraId="538F0548" w14:textId="77777777" w:rsidTr="00EB7B1F">
        <w:trPr>
          <w:trHeight w:val="881"/>
        </w:trPr>
        <w:tc>
          <w:tcPr>
            <w:tcW w:w="3969" w:type="dxa"/>
          </w:tcPr>
          <w:p w14:paraId="754F9356" w14:textId="77777777" w:rsidR="008B19EA" w:rsidRDefault="008B19EA" w:rsidP="00C63A61">
            <w:pPr>
              <w:ind w:firstLine="0"/>
            </w:pPr>
            <w:r>
              <w:t>Název a účel pořádané akce (soustředění):</w:t>
            </w:r>
          </w:p>
        </w:tc>
        <w:tc>
          <w:tcPr>
            <w:tcW w:w="4985" w:type="dxa"/>
            <w:gridSpan w:val="2"/>
            <w:vAlign w:val="bottom"/>
          </w:tcPr>
          <w:p w14:paraId="08D44CB2" w14:textId="77777777" w:rsidR="008B19EA" w:rsidRPr="00065C23" w:rsidRDefault="008B19EA" w:rsidP="00C63A61">
            <w:pPr>
              <w:ind w:firstLine="0"/>
              <w:jc w:val="center"/>
              <w:rPr>
                <w:i/>
              </w:rPr>
            </w:pPr>
          </w:p>
        </w:tc>
      </w:tr>
      <w:tr w:rsidR="00EB7B1F" w14:paraId="2A67204A" w14:textId="77777777" w:rsidTr="00EB7B1F">
        <w:trPr>
          <w:trHeight w:val="881"/>
        </w:trPr>
        <w:tc>
          <w:tcPr>
            <w:tcW w:w="3969" w:type="dxa"/>
          </w:tcPr>
          <w:p w14:paraId="7DA0E08D" w14:textId="77777777" w:rsidR="00EB7B1F" w:rsidRDefault="00EB7B1F" w:rsidP="00EB7B1F">
            <w:pPr>
              <w:ind w:firstLine="0"/>
            </w:pPr>
            <w:r>
              <w:t>Počet zúčastněných dětí do 18 let:</w:t>
            </w:r>
          </w:p>
          <w:p w14:paraId="60B81288" w14:textId="77777777" w:rsidR="00EB7B1F" w:rsidRDefault="00EB7B1F" w:rsidP="00EB7B1F">
            <w:pPr>
              <w:ind w:firstLine="0"/>
            </w:pPr>
          </w:p>
        </w:tc>
        <w:tc>
          <w:tcPr>
            <w:tcW w:w="4985" w:type="dxa"/>
            <w:gridSpan w:val="2"/>
            <w:vAlign w:val="bottom"/>
          </w:tcPr>
          <w:p w14:paraId="10ABD06A" w14:textId="1FD36F72" w:rsidR="00EB7B1F" w:rsidRPr="00BF7E70" w:rsidRDefault="00EB7B1F" w:rsidP="00EB7B1F">
            <w:pPr>
              <w:ind w:firstLine="0"/>
              <w:jc w:val="center"/>
              <w:rPr>
                <w:i/>
                <w:sz w:val="20"/>
                <w:szCs w:val="20"/>
              </w:rPr>
            </w:pPr>
            <w:r w:rsidRPr="00BF7E70">
              <w:rPr>
                <w:i/>
                <w:sz w:val="20"/>
                <w:szCs w:val="20"/>
              </w:rPr>
              <w:t>jmenný seznam přiložte prosím jako přílohu</w:t>
            </w:r>
          </w:p>
        </w:tc>
      </w:tr>
      <w:tr w:rsidR="00EB7B1F" w14:paraId="2DAB526A" w14:textId="77777777" w:rsidTr="00CF0286">
        <w:trPr>
          <w:trHeight w:val="632"/>
        </w:trPr>
        <w:tc>
          <w:tcPr>
            <w:tcW w:w="3969" w:type="dxa"/>
          </w:tcPr>
          <w:p w14:paraId="63EA0A1C" w14:textId="0C98598D" w:rsidR="00EB7B1F" w:rsidRDefault="00EB7B1F" w:rsidP="00EB7B1F">
            <w:pPr>
              <w:ind w:firstLine="0"/>
            </w:pPr>
            <w:r>
              <w:t>Počet dospělých (dozor</w:t>
            </w:r>
            <w:r w:rsidR="00BF7E70">
              <w:t xml:space="preserve"> na akci</w:t>
            </w:r>
            <w:r>
              <w:t>):</w:t>
            </w:r>
          </w:p>
        </w:tc>
        <w:tc>
          <w:tcPr>
            <w:tcW w:w="4985" w:type="dxa"/>
            <w:gridSpan w:val="2"/>
            <w:vAlign w:val="bottom"/>
          </w:tcPr>
          <w:p w14:paraId="2492C564" w14:textId="77777777" w:rsidR="00EB7B1F" w:rsidRPr="00065C23" w:rsidRDefault="00EB7B1F" w:rsidP="00EB7B1F">
            <w:pPr>
              <w:ind w:firstLine="0"/>
              <w:jc w:val="center"/>
              <w:rPr>
                <w:i/>
              </w:rPr>
            </w:pPr>
          </w:p>
        </w:tc>
      </w:tr>
      <w:tr w:rsidR="00BF7E70" w14:paraId="4CE4CD41" w14:textId="77777777" w:rsidTr="00CF0286">
        <w:trPr>
          <w:trHeight w:val="697"/>
        </w:trPr>
        <w:tc>
          <w:tcPr>
            <w:tcW w:w="3969" w:type="dxa"/>
          </w:tcPr>
          <w:p w14:paraId="2AA82A0E" w14:textId="77777777" w:rsidR="00BF7E70" w:rsidRDefault="00BF7E70" w:rsidP="00EB7B1F">
            <w:pPr>
              <w:ind w:firstLine="0"/>
            </w:pPr>
            <w:r>
              <w:t>Kde bude akce (soustředění) probíhat?</w:t>
            </w:r>
          </w:p>
          <w:p w14:paraId="76FDE5BC" w14:textId="316E31F7" w:rsidR="00BF7E70" w:rsidRPr="00BF7E70" w:rsidRDefault="00BF7E70" w:rsidP="00EB7B1F">
            <w:pPr>
              <w:ind w:firstLine="0"/>
              <w:rPr>
                <w:i/>
                <w:iCs/>
              </w:rPr>
            </w:pPr>
            <w:r w:rsidRPr="00BF7E70">
              <w:rPr>
                <w:i/>
                <w:iCs/>
              </w:rPr>
              <w:t>(adresa místa pobytu)</w:t>
            </w:r>
          </w:p>
        </w:tc>
        <w:tc>
          <w:tcPr>
            <w:tcW w:w="4985" w:type="dxa"/>
            <w:gridSpan w:val="2"/>
            <w:vAlign w:val="bottom"/>
          </w:tcPr>
          <w:p w14:paraId="05634899" w14:textId="77777777" w:rsidR="00BF7E70" w:rsidRPr="00065C23" w:rsidRDefault="00BF7E70" w:rsidP="00EB7B1F">
            <w:pPr>
              <w:ind w:firstLine="0"/>
              <w:jc w:val="center"/>
              <w:rPr>
                <w:i/>
              </w:rPr>
            </w:pPr>
          </w:p>
        </w:tc>
      </w:tr>
      <w:tr w:rsidR="00EB7B1F" w14:paraId="18FF5B27" w14:textId="77777777" w:rsidTr="00EB7B1F">
        <w:trPr>
          <w:trHeight w:val="2134"/>
        </w:trPr>
        <w:tc>
          <w:tcPr>
            <w:tcW w:w="3969" w:type="dxa"/>
          </w:tcPr>
          <w:p w14:paraId="6BF04454" w14:textId="77777777" w:rsidR="00EB7B1F" w:rsidRDefault="00EB7B1F" w:rsidP="00EB7B1F">
            <w:pPr>
              <w:spacing w:after="200"/>
              <w:ind w:firstLine="0"/>
            </w:pPr>
            <w:r>
              <w:t>Jakým způsobem dotace přispěje ke zkvalitnění činnosti organizace?</w:t>
            </w:r>
          </w:p>
        </w:tc>
        <w:tc>
          <w:tcPr>
            <w:tcW w:w="4985" w:type="dxa"/>
            <w:gridSpan w:val="2"/>
            <w:vAlign w:val="center"/>
          </w:tcPr>
          <w:p w14:paraId="7B7A2C38" w14:textId="77777777" w:rsidR="00EB7B1F" w:rsidRDefault="00EB7B1F" w:rsidP="00EB7B1F">
            <w:pPr>
              <w:jc w:val="center"/>
            </w:pPr>
          </w:p>
        </w:tc>
      </w:tr>
      <w:tr w:rsidR="00EB7B1F" w14:paraId="15B7A807" w14:textId="77777777" w:rsidTr="00CF0286">
        <w:trPr>
          <w:trHeight w:val="1535"/>
        </w:trPr>
        <w:tc>
          <w:tcPr>
            <w:tcW w:w="3969" w:type="dxa"/>
          </w:tcPr>
          <w:p w14:paraId="61B52CB8" w14:textId="77777777" w:rsidR="00EB7B1F" w:rsidRDefault="00EB7B1F" w:rsidP="00EB7B1F">
            <w:pPr>
              <w:spacing w:after="200"/>
              <w:ind w:firstLine="0"/>
            </w:pPr>
            <w:r>
              <w:t>Spolupráce na akcích obce:</w:t>
            </w:r>
          </w:p>
          <w:p w14:paraId="7E816DB3" w14:textId="1FDCE788" w:rsidR="00EB7B1F" w:rsidRPr="008B19EA" w:rsidRDefault="00EB7B1F" w:rsidP="00EB7B1F">
            <w:pPr>
              <w:spacing w:after="200"/>
              <w:ind w:firstLine="0"/>
              <w:rPr>
                <w:sz w:val="20"/>
                <w:szCs w:val="20"/>
              </w:rPr>
            </w:pPr>
            <w:r w:rsidRPr="008B19EA">
              <w:rPr>
                <w:i/>
                <w:iCs/>
                <w:sz w:val="20"/>
                <w:szCs w:val="20"/>
              </w:rPr>
              <w:t>-Vyplň</w:t>
            </w:r>
            <w:r w:rsidR="00CF0286">
              <w:rPr>
                <w:i/>
                <w:iCs/>
                <w:sz w:val="20"/>
                <w:szCs w:val="20"/>
              </w:rPr>
              <w:t>te</w:t>
            </w:r>
            <w:r w:rsidRPr="008B19EA">
              <w:rPr>
                <w:i/>
                <w:iCs/>
                <w:sz w:val="20"/>
                <w:szCs w:val="20"/>
              </w:rPr>
              <w:t>, pokud nebylo uvedeno v jiném formuláři.</w:t>
            </w:r>
          </w:p>
        </w:tc>
        <w:tc>
          <w:tcPr>
            <w:tcW w:w="4985" w:type="dxa"/>
            <w:gridSpan w:val="2"/>
            <w:vAlign w:val="center"/>
          </w:tcPr>
          <w:p w14:paraId="465A6A95" w14:textId="77777777" w:rsidR="00EB7B1F" w:rsidRDefault="00EB7B1F" w:rsidP="00EB7B1F">
            <w:pPr>
              <w:jc w:val="center"/>
            </w:pPr>
          </w:p>
        </w:tc>
      </w:tr>
      <w:tr w:rsidR="00EB7B1F" w14:paraId="75E20941" w14:textId="77777777" w:rsidTr="00EB7B1F">
        <w:trPr>
          <w:trHeight w:val="1148"/>
        </w:trPr>
        <w:tc>
          <w:tcPr>
            <w:tcW w:w="3969" w:type="dxa"/>
          </w:tcPr>
          <w:p w14:paraId="78D7F62E" w14:textId="53C4B847" w:rsidR="00EB7B1F" w:rsidRPr="008B19EA" w:rsidRDefault="00EB7B1F" w:rsidP="009E2834">
            <w:pPr>
              <w:spacing w:after="200" w:line="276" w:lineRule="auto"/>
              <w:ind w:firstLine="0"/>
              <w:rPr>
                <w:i/>
                <w:iCs/>
                <w:sz w:val="20"/>
                <w:szCs w:val="20"/>
              </w:rPr>
            </w:pPr>
            <w:r w:rsidRPr="009E2834">
              <w:t>Kolikrát v minulém roce proběhla prezentace činnosti v informačních zdrojích obce (zpravodaj, internet</w:t>
            </w:r>
            <w:r w:rsidR="00BF7E70" w:rsidRPr="009E2834">
              <w:t>…</w:t>
            </w:r>
            <w:r w:rsidRPr="009E2834">
              <w:t xml:space="preserve">)? </w:t>
            </w:r>
            <w:r w:rsidRPr="008B19EA">
              <w:rPr>
                <w:i/>
                <w:iCs/>
                <w:sz w:val="20"/>
                <w:szCs w:val="20"/>
              </w:rPr>
              <w:t>Vyplň</w:t>
            </w:r>
            <w:r w:rsidR="009E2834">
              <w:rPr>
                <w:i/>
                <w:iCs/>
                <w:sz w:val="20"/>
                <w:szCs w:val="20"/>
              </w:rPr>
              <w:t>te</w:t>
            </w:r>
            <w:r w:rsidRPr="008B19EA">
              <w:rPr>
                <w:i/>
                <w:iCs/>
                <w:sz w:val="20"/>
                <w:szCs w:val="20"/>
              </w:rPr>
              <w:t>, pokud nebylo uvedeno v jiném formuláři.</w:t>
            </w:r>
          </w:p>
        </w:tc>
        <w:tc>
          <w:tcPr>
            <w:tcW w:w="4985" w:type="dxa"/>
            <w:gridSpan w:val="2"/>
            <w:vAlign w:val="center"/>
          </w:tcPr>
          <w:p w14:paraId="100C35F4" w14:textId="0F2754BB" w:rsidR="00EB7B1F" w:rsidRDefault="00EB7B1F" w:rsidP="00EB7B1F">
            <w:pPr>
              <w:ind w:firstLine="0"/>
              <w:jc w:val="center"/>
            </w:pPr>
            <w:r w:rsidRPr="008B19EA">
              <w:rPr>
                <w:i/>
                <w:iCs/>
                <w:sz w:val="20"/>
                <w:szCs w:val="20"/>
              </w:rPr>
              <w:t>.</w:t>
            </w:r>
          </w:p>
          <w:p w14:paraId="3F7E9334" w14:textId="77777777" w:rsidR="00EB7B1F" w:rsidRDefault="00EB7B1F" w:rsidP="00EB7B1F">
            <w:pPr>
              <w:jc w:val="center"/>
            </w:pPr>
          </w:p>
        </w:tc>
      </w:tr>
      <w:tr w:rsidR="00EB7B1F" w14:paraId="4105A607" w14:textId="77777777" w:rsidTr="009E2834">
        <w:trPr>
          <w:trHeight w:val="410"/>
        </w:trPr>
        <w:tc>
          <w:tcPr>
            <w:tcW w:w="3969" w:type="dxa"/>
            <w:vMerge w:val="restart"/>
          </w:tcPr>
          <w:p w14:paraId="7B89FADF" w14:textId="040137C6" w:rsidR="00EB7B1F" w:rsidRPr="00764D3B" w:rsidRDefault="00EB7B1F" w:rsidP="00EB7B1F">
            <w:pPr>
              <w:spacing w:after="200"/>
              <w:ind w:firstLine="0"/>
            </w:pPr>
            <w:r>
              <w:t xml:space="preserve"> </w:t>
            </w:r>
            <w:r w:rsidRPr="00764D3B">
              <w:t>Položkový rozpočet</w:t>
            </w:r>
            <w:r w:rsidR="00764D3B">
              <w:t>:</w:t>
            </w:r>
          </w:p>
        </w:tc>
        <w:tc>
          <w:tcPr>
            <w:tcW w:w="4985" w:type="dxa"/>
            <w:gridSpan w:val="2"/>
            <w:vAlign w:val="center"/>
          </w:tcPr>
          <w:p w14:paraId="3F0F1782" w14:textId="47289CD4" w:rsidR="00EB7B1F" w:rsidRPr="009E2834" w:rsidRDefault="00EB7B1F" w:rsidP="00BF7E70">
            <w:pPr>
              <w:ind w:firstLine="0"/>
              <w:jc w:val="center"/>
            </w:pPr>
            <w:r w:rsidRPr="009E2834">
              <w:rPr>
                <w:i/>
              </w:rPr>
              <w:t>Rozpočet přiložte prosím jako přílohu!</w:t>
            </w:r>
          </w:p>
        </w:tc>
      </w:tr>
      <w:tr w:rsidR="00EB7B1F" w14:paraId="46886C9B" w14:textId="77777777" w:rsidTr="009E2834">
        <w:trPr>
          <w:trHeight w:val="700"/>
        </w:trPr>
        <w:tc>
          <w:tcPr>
            <w:tcW w:w="3969" w:type="dxa"/>
            <w:vMerge/>
          </w:tcPr>
          <w:p w14:paraId="3C5E7D5A" w14:textId="77777777" w:rsidR="00EB7B1F" w:rsidRDefault="00EB7B1F" w:rsidP="00EB7B1F">
            <w:pPr>
              <w:spacing w:after="200"/>
              <w:ind w:firstLine="0"/>
            </w:pPr>
          </w:p>
        </w:tc>
        <w:tc>
          <w:tcPr>
            <w:tcW w:w="2753" w:type="dxa"/>
            <w:vAlign w:val="center"/>
          </w:tcPr>
          <w:p w14:paraId="4EC6050E" w14:textId="0EAE490E" w:rsidR="00EB7B1F" w:rsidRPr="009E2834" w:rsidRDefault="00EB7B1F" w:rsidP="00EB7B1F">
            <w:pPr>
              <w:ind w:firstLine="0"/>
              <w:jc w:val="center"/>
              <w:rPr>
                <w:b/>
                <w:bCs/>
                <w:iCs/>
              </w:rPr>
            </w:pPr>
            <w:r w:rsidRPr="009E2834">
              <w:rPr>
                <w:b/>
                <w:bCs/>
                <w:iCs/>
              </w:rPr>
              <w:t xml:space="preserve">Celková </w:t>
            </w:r>
            <w:r w:rsidR="009E2834" w:rsidRPr="009E2834">
              <w:rPr>
                <w:b/>
                <w:bCs/>
                <w:iCs/>
              </w:rPr>
              <w:t>částk</w:t>
            </w:r>
            <w:r w:rsidRPr="009E2834">
              <w:rPr>
                <w:b/>
                <w:bCs/>
                <w:iCs/>
              </w:rPr>
              <w:t>a</w:t>
            </w:r>
            <w:r w:rsidR="00117743" w:rsidRPr="009E2834">
              <w:rPr>
                <w:b/>
                <w:bCs/>
                <w:iCs/>
              </w:rPr>
              <w:t>:</w:t>
            </w:r>
          </w:p>
        </w:tc>
        <w:tc>
          <w:tcPr>
            <w:tcW w:w="2232" w:type="dxa"/>
            <w:vAlign w:val="center"/>
          </w:tcPr>
          <w:p w14:paraId="0FFBB62C" w14:textId="34EDB2A9" w:rsidR="00EB7B1F" w:rsidRPr="00EB7B1F" w:rsidRDefault="00EB7B1F" w:rsidP="00EB7B1F">
            <w:pPr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117743" w14:paraId="4A59AEAC" w14:textId="77777777" w:rsidTr="009E2834">
        <w:trPr>
          <w:trHeight w:val="694"/>
        </w:trPr>
        <w:tc>
          <w:tcPr>
            <w:tcW w:w="3969" w:type="dxa"/>
            <w:vMerge/>
          </w:tcPr>
          <w:p w14:paraId="4802A37F" w14:textId="77777777" w:rsidR="00117743" w:rsidRDefault="00117743" w:rsidP="00117743">
            <w:pPr>
              <w:spacing w:after="200"/>
              <w:ind w:firstLine="0"/>
            </w:pPr>
          </w:p>
        </w:tc>
        <w:tc>
          <w:tcPr>
            <w:tcW w:w="2753" w:type="dxa"/>
            <w:vAlign w:val="center"/>
          </w:tcPr>
          <w:p w14:paraId="6DB42641" w14:textId="4F354BCB" w:rsidR="00117743" w:rsidRPr="009E2834" w:rsidRDefault="00117743" w:rsidP="00117743">
            <w:pPr>
              <w:ind w:firstLine="0"/>
              <w:jc w:val="center"/>
              <w:rPr>
                <w:i/>
              </w:rPr>
            </w:pPr>
            <w:r w:rsidRPr="009E2834">
              <w:rPr>
                <w:b/>
                <w:bCs/>
                <w:iCs/>
              </w:rPr>
              <w:t>Žádaná částka</w:t>
            </w:r>
            <w:r w:rsidR="009E2834" w:rsidRPr="009E2834">
              <w:rPr>
                <w:b/>
                <w:bCs/>
                <w:iCs/>
              </w:rPr>
              <w:t>:</w:t>
            </w:r>
          </w:p>
        </w:tc>
        <w:tc>
          <w:tcPr>
            <w:tcW w:w="2232" w:type="dxa"/>
            <w:vAlign w:val="center"/>
          </w:tcPr>
          <w:p w14:paraId="28471768" w14:textId="3EDE356B" w:rsidR="00117743" w:rsidRPr="00072E43" w:rsidRDefault="00117743" w:rsidP="00117743">
            <w:pPr>
              <w:ind w:firstLine="0"/>
              <w:jc w:val="center"/>
              <w:rPr>
                <w:i/>
              </w:rPr>
            </w:pPr>
          </w:p>
        </w:tc>
      </w:tr>
      <w:tr w:rsidR="00117743" w14:paraId="3C677536" w14:textId="77777777" w:rsidTr="00EB7B1F">
        <w:trPr>
          <w:trHeight w:val="763"/>
        </w:trPr>
        <w:tc>
          <w:tcPr>
            <w:tcW w:w="3969" w:type="dxa"/>
          </w:tcPr>
          <w:p w14:paraId="2A3F2822" w14:textId="77777777" w:rsidR="00117743" w:rsidRDefault="00117743" w:rsidP="00117743">
            <w:pPr>
              <w:spacing w:after="200"/>
              <w:ind w:firstLine="0"/>
              <w:jc w:val="both"/>
            </w:pPr>
            <w:r>
              <w:t>Harmonogram aktivit, které na akci (soustředění) proběhnou:</w:t>
            </w:r>
          </w:p>
        </w:tc>
        <w:tc>
          <w:tcPr>
            <w:tcW w:w="4985" w:type="dxa"/>
            <w:gridSpan w:val="2"/>
            <w:vAlign w:val="center"/>
          </w:tcPr>
          <w:p w14:paraId="53F36B47" w14:textId="77777777" w:rsidR="00117743" w:rsidRDefault="00117743" w:rsidP="00117743">
            <w:pPr>
              <w:ind w:firstLine="0"/>
              <w:jc w:val="center"/>
            </w:pPr>
            <w:r w:rsidRPr="00072E43">
              <w:rPr>
                <w:i/>
              </w:rPr>
              <w:t>přiložte prosím jako přílohu</w:t>
            </w:r>
          </w:p>
        </w:tc>
      </w:tr>
    </w:tbl>
    <w:p w14:paraId="68085A1A" w14:textId="77777777" w:rsidR="008B19EA" w:rsidRDefault="008B19EA" w:rsidP="008B19EA"/>
    <w:tbl>
      <w:tblPr>
        <w:tblStyle w:val="Mkatabulky"/>
        <w:tblW w:w="9280" w:type="dxa"/>
        <w:tblLook w:val="04A0" w:firstRow="1" w:lastRow="0" w:firstColumn="1" w:lastColumn="0" w:noHBand="0" w:noVBand="1"/>
      </w:tblPr>
      <w:tblGrid>
        <w:gridCol w:w="9280"/>
      </w:tblGrid>
      <w:tr w:rsidR="009E2834" w14:paraId="3C9A86A2" w14:textId="77777777" w:rsidTr="009E2834">
        <w:trPr>
          <w:trHeight w:val="20"/>
        </w:trPr>
        <w:tc>
          <w:tcPr>
            <w:tcW w:w="9280" w:type="dxa"/>
            <w:shd w:val="clear" w:color="auto" w:fill="FFFFD1"/>
            <w:vAlign w:val="center"/>
          </w:tcPr>
          <w:p w14:paraId="04CCEB18" w14:textId="77777777" w:rsidR="009E2834" w:rsidRDefault="009E2834" w:rsidP="003753AE">
            <w:pPr>
              <w:pStyle w:val="Nzev"/>
              <w:pBdr>
                <w:bottom w:val="none" w:sz="0" w:space="0" w:color="auto"/>
              </w:pBdr>
              <w:ind w:firstLine="0"/>
              <w:jc w:val="center"/>
              <w:rPr>
                <w:b/>
                <w:color w:val="000000"/>
                <w:sz w:val="24"/>
                <w:szCs w:val="36"/>
              </w:rPr>
            </w:pPr>
          </w:p>
          <w:p w14:paraId="44639D68" w14:textId="755547D9" w:rsidR="009E2834" w:rsidRPr="009E2834" w:rsidRDefault="009E2834" w:rsidP="003753AE">
            <w:pPr>
              <w:pStyle w:val="Nzev"/>
              <w:pBdr>
                <w:bottom w:val="none" w:sz="0" w:space="0" w:color="auto"/>
              </w:pBdr>
              <w:ind w:firstLine="0"/>
              <w:jc w:val="center"/>
              <w:rPr>
                <w:b/>
                <w:color w:val="000000"/>
                <w:sz w:val="40"/>
              </w:rPr>
            </w:pPr>
            <w:r>
              <w:rPr>
                <w:b/>
                <w:color w:val="000000"/>
                <w:sz w:val="24"/>
                <w:szCs w:val="36"/>
              </w:rPr>
              <w:t>POSLED</w:t>
            </w:r>
            <w:r w:rsidRPr="009E2834">
              <w:rPr>
                <w:b/>
                <w:color w:val="000000"/>
                <w:sz w:val="24"/>
                <w:szCs w:val="36"/>
              </w:rPr>
              <w:t>NÍ STRANA</w:t>
            </w:r>
          </w:p>
        </w:tc>
      </w:tr>
    </w:tbl>
    <w:p w14:paraId="70838254" w14:textId="77777777" w:rsidR="00C12D1B" w:rsidRDefault="00C12D1B" w:rsidP="00C12D1B"/>
    <w:p w14:paraId="6CD99EC4" w14:textId="4B37ABDA" w:rsidR="009E2834" w:rsidRDefault="009E2834" w:rsidP="00C12D1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C8AE4D" wp14:editId="0F677D1B">
                <wp:simplePos x="0" y="0"/>
                <wp:positionH relativeFrom="column">
                  <wp:posOffset>30508</wp:posOffset>
                </wp:positionH>
                <wp:positionV relativeFrom="paragraph">
                  <wp:posOffset>125426</wp:posOffset>
                </wp:positionV>
                <wp:extent cx="5868062" cy="0"/>
                <wp:effectExtent l="0" t="0" r="0" b="0"/>
                <wp:wrapNone/>
                <wp:docPr id="1367700510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68062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4725EC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4pt,9.9pt" to="464.4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" strokecolor="#4579b8 [3044]" strokeweight="1.5pt"/>
            </w:pict>
          </mc:Fallback>
        </mc:AlternateContent>
      </w:r>
    </w:p>
    <w:p w14:paraId="46C1D115" w14:textId="77777777" w:rsidR="009E2834" w:rsidRDefault="009E2834" w:rsidP="00C12D1B"/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558"/>
        <w:gridCol w:w="4539"/>
      </w:tblGrid>
      <w:tr w:rsidR="00C12D1B" w14:paraId="3737A331" w14:textId="77777777" w:rsidTr="00DA69BF">
        <w:tc>
          <w:tcPr>
            <w:tcW w:w="4605" w:type="dxa"/>
          </w:tcPr>
          <w:p w14:paraId="002BCC27" w14:textId="77777777" w:rsidR="00C12D1B" w:rsidRDefault="00C12D1B" w:rsidP="00697A8F">
            <w:pPr>
              <w:spacing w:before="60"/>
              <w:ind w:firstLine="0"/>
              <w:rPr>
                <w:b/>
              </w:rPr>
            </w:pPr>
          </w:p>
          <w:p w14:paraId="2B439C8E" w14:textId="77777777" w:rsidR="00C12D1B" w:rsidRDefault="00C12D1B" w:rsidP="00697A8F">
            <w:pPr>
              <w:spacing w:before="60"/>
              <w:ind w:left="142" w:firstLine="0"/>
            </w:pPr>
            <w:r w:rsidRPr="00530023">
              <w:t xml:space="preserve">Žadatel čestně prohlašuje, že stanovy </w:t>
            </w:r>
            <w:r>
              <w:t xml:space="preserve">již v minulosti </w:t>
            </w:r>
            <w:r w:rsidRPr="00530023">
              <w:t>předložil a od té doby nedošlo ke změně</w:t>
            </w:r>
            <w:r>
              <w:t>. *</w:t>
            </w:r>
          </w:p>
          <w:p w14:paraId="5BD9C9C1" w14:textId="77777777" w:rsidR="00C12D1B" w:rsidRPr="00530023" w:rsidRDefault="00C12D1B" w:rsidP="00697A8F">
            <w:pPr>
              <w:spacing w:before="60"/>
              <w:ind w:left="142" w:firstLine="0"/>
            </w:pPr>
          </w:p>
          <w:p w14:paraId="4D1DD4FE" w14:textId="77777777" w:rsidR="00C12D1B" w:rsidRDefault="00C12D1B" w:rsidP="00697A8F">
            <w:pPr>
              <w:spacing w:before="60"/>
              <w:ind w:left="142" w:firstLine="0"/>
            </w:pPr>
            <w:r w:rsidRPr="00530023">
              <w:t>Žadatel čestně prohlašuje, že doklad o</w:t>
            </w:r>
            <w:r>
              <w:t> </w:t>
            </w:r>
            <w:r w:rsidRPr="00530023">
              <w:t xml:space="preserve">volbě statutárního zástupce organizace </w:t>
            </w:r>
            <w:r>
              <w:t>již v minulosti</w:t>
            </w:r>
            <w:r w:rsidRPr="00530023">
              <w:t xml:space="preserve"> předložil a od té doby nedošlo ke změně</w:t>
            </w:r>
            <w:r>
              <w:t>. *</w:t>
            </w:r>
          </w:p>
          <w:p w14:paraId="0C80F2FC" w14:textId="77777777" w:rsidR="00C12D1B" w:rsidRPr="00530023" w:rsidRDefault="00C12D1B" w:rsidP="00697A8F">
            <w:pPr>
              <w:spacing w:before="60"/>
              <w:ind w:left="142" w:firstLine="0"/>
            </w:pPr>
          </w:p>
          <w:p w14:paraId="49F677CD" w14:textId="77777777" w:rsidR="00C12D1B" w:rsidRPr="00530023" w:rsidRDefault="00C12D1B" w:rsidP="00697A8F">
            <w:pPr>
              <w:spacing w:before="60"/>
              <w:ind w:left="142" w:firstLine="0"/>
              <w:rPr>
                <w:b/>
                <w:sz w:val="20"/>
              </w:rPr>
            </w:pPr>
            <w:r w:rsidRPr="00530023">
              <w:rPr>
                <w:b/>
                <w:sz w:val="20"/>
              </w:rPr>
              <w:t>* nehodící se škrtněte</w:t>
            </w:r>
          </w:p>
          <w:p w14:paraId="0F5ECD8A" w14:textId="77777777" w:rsidR="00C12D1B" w:rsidRDefault="00C12D1B" w:rsidP="00697A8F">
            <w:pPr>
              <w:spacing w:before="60"/>
              <w:ind w:firstLine="0"/>
              <w:rPr>
                <w:b/>
              </w:rPr>
            </w:pPr>
          </w:p>
          <w:p w14:paraId="42FFE759" w14:textId="77777777" w:rsidR="00C12D1B" w:rsidRDefault="00C12D1B" w:rsidP="00697A8F">
            <w:pPr>
              <w:spacing w:before="60"/>
              <w:ind w:left="142" w:firstLine="0"/>
              <w:rPr>
                <w:b/>
              </w:rPr>
            </w:pPr>
            <w:r>
              <w:rPr>
                <w:b/>
              </w:rPr>
              <w:t>Podpis a případně razítko žadatele</w:t>
            </w:r>
          </w:p>
          <w:p w14:paraId="6E5B0E5B" w14:textId="77777777" w:rsidR="00C12D1B" w:rsidRPr="00221895" w:rsidRDefault="00C12D1B" w:rsidP="00697A8F">
            <w:pPr>
              <w:ind w:firstLine="0"/>
              <w:rPr>
                <w:b/>
              </w:rPr>
            </w:pPr>
          </w:p>
        </w:tc>
        <w:tc>
          <w:tcPr>
            <w:tcW w:w="4605" w:type="dxa"/>
            <w:vAlign w:val="center"/>
          </w:tcPr>
          <w:p w14:paraId="3642AEC6" w14:textId="77777777" w:rsidR="00C12D1B" w:rsidRDefault="00C12D1B" w:rsidP="00697A8F">
            <w:pPr>
              <w:ind w:firstLine="0"/>
              <w:jc w:val="center"/>
            </w:pPr>
          </w:p>
        </w:tc>
      </w:tr>
      <w:tr w:rsidR="00C12D1B" w14:paraId="7CFABF69" w14:textId="77777777" w:rsidTr="009E2834">
        <w:tc>
          <w:tcPr>
            <w:tcW w:w="9210" w:type="dxa"/>
            <w:gridSpan w:val="2"/>
            <w:shd w:val="clear" w:color="auto" w:fill="FFFFD1"/>
          </w:tcPr>
          <w:p w14:paraId="6C7C70A8" w14:textId="77777777" w:rsidR="00C12D1B" w:rsidRDefault="00C12D1B" w:rsidP="00697A8F">
            <w:pPr>
              <w:spacing w:before="60"/>
              <w:ind w:firstLine="0"/>
              <w:jc w:val="center"/>
            </w:pPr>
            <w:r w:rsidRPr="009E2834">
              <w:rPr>
                <w:b/>
                <w:szCs w:val="32"/>
              </w:rPr>
              <w:t>Údaje o podání</w:t>
            </w:r>
          </w:p>
        </w:tc>
      </w:tr>
      <w:tr w:rsidR="00C12D1B" w14:paraId="6903BFE7" w14:textId="77777777" w:rsidTr="009E2834">
        <w:trPr>
          <w:trHeight w:val="2614"/>
        </w:trPr>
        <w:tc>
          <w:tcPr>
            <w:tcW w:w="4605" w:type="dxa"/>
            <w:shd w:val="clear" w:color="auto" w:fill="EAF1DD" w:themeFill="accent3" w:themeFillTint="33"/>
          </w:tcPr>
          <w:p w14:paraId="3A8E0C04" w14:textId="77777777" w:rsidR="00C12D1B" w:rsidRDefault="00C12D1B" w:rsidP="00697A8F">
            <w:pPr>
              <w:spacing w:before="60"/>
              <w:ind w:firstLine="0"/>
              <w:rPr>
                <w:b/>
              </w:rPr>
            </w:pPr>
            <w:r>
              <w:rPr>
                <w:b/>
              </w:rPr>
              <w:t>Převzato:</w:t>
            </w:r>
          </w:p>
          <w:p w14:paraId="766FCC71" w14:textId="77777777" w:rsidR="00C12D1B" w:rsidRDefault="00C12D1B" w:rsidP="00697A8F">
            <w:pPr>
              <w:spacing w:before="60"/>
              <w:ind w:firstLine="0"/>
              <w:rPr>
                <w:b/>
              </w:rPr>
            </w:pPr>
          </w:p>
          <w:p w14:paraId="3A0306D5" w14:textId="77777777" w:rsidR="00C12D1B" w:rsidRDefault="00C12D1B" w:rsidP="00697A8F">
            <w:pPr>
              <w:spacing w:before="60"/>
              <w:ind w:firstLine="0"/>
              <w:rPr>
                <w:b/>
              </w:rPr>
            </w:pPr>
          </w:p>
          <w:p w14:paraId="2129F5EB" w14:textId="77777777" w:rsidR="00C12D1B" w:rsidRDefault="00C12D1B" w:rsidP="00697A8F">
            <w:pPr>
              <w:spacing w:before="60"/>
              <w:ind w:firstLine="0"/>
              <w:rPr>
                <w:b/>
              </w:rPr>
            </w:pPr>
          </w:p>
        </w:tc>
        <w:tc>
          <w:tcPr>
            <w:tcW w:w="4605" w:type="dxa"/>
            <w:shd w:val="clear" w:color="auto" w:fill="EAF1DD" w:themeFill="accent3" w:themeFillTint="33"/>
            <w:vAlign w:val="center"/>
          </w:tcPr>
          <w:p w14:paraId="61CBF85C" w14:textId="77777777" w:rsidR="00C12D1B" w:rsidRDefault="00C12D1B" w:rsidP="00697A8F">
            <w:pPr>
              <w:ind w:firstLine="0"/>
              <w:jc w:val="center"/>
            </w:pPr>
          </w:p>
        </w:tc>
      </w:tr>
    </w:tbl>
    <w:p w14:paraId="4FE602FE" w14:textId="77777777" w:rsidR="00C12D1B" w:rsidRDefault="00C12D1B" w:rsidP="00C12D1B">
      <w:pPr>
        <w:ind w:left="720"/>
        <w:jc w:val="both"/>
      </w:pPr>
    </w:p>
    <w:p w14:paraId="5D1B5551" w14:textId="77777777" w:rsidR="008B19EA" w:rsidRDefault="008B19EA" w:rsidP="00C12D1B">
      <w:pPr>
        <w:ind w:left="720"/>
        <w:jc w:val="both"/>
      </w:pPr>
    </w:p>
    <w:p w14:paraId="76F5DF20" w14:textId="77777777" w:rsidR="008B19EA" w:rsidRDefault="008B19EA" w:rsidP="009E2834">
      <w:pPr>
        <w:ind w:firstLine="0"/>
        <w:jc w:val="both"/>
      </w:pPr>
    </w:p>
    <w:sectPr w:rsidR="008B19EA" w:rsidSect="00CF0286">
      <w:headerReference w:type="default" r:id="rId7"/>
      <w:footerReference w:type="default" r:id="rId8"/>
      <w:pgSz w:w="11906" w:h="16838"/>
      <w:pgMar w:top="2269" w:right="1274" w:bottom="1417" w:left="1417" w:header="73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E8068B" w14:textId="77777777" w:rsidR="009831CF" w:rsidRDefault="009831CF" w:rsidP="00D00669">
      <w:pPr>
        <w:spacing w:line="240" w:lineRule="auto"/>
      </w:pPr>
      <w:r>
        <w:separator/>
      </w:r>
    </w:p>
  </w:endnote>
  <w:endnote w:type="continuationSeparator" w:id="0">
    <w:p w14:paraId="573E8C0D" w14:textId="77777777" w:rsidR="009831CF" w:rsidRDefault="009831CF" w:rsidP="00D006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AFDB2" w14:textId="77777777" w:rsidR="00DD1469" w:rsidRPr="00DA69BF" w:rsidRDefault="00DD1469" w:rsidP="00DA69BF">
    <w:pPr>
      <w:pBdr>
        <w:top w:val="single" w:sz="4" w:space="1" w:color="000000"/>
      </w:pBdr>
      <w:spacing w:before="480"/>
      <w:ind w:firstLine="0"/>
      <w:rPr>
        <w:rFonts w:ascii="Cambria" w:hAnsi="Cambria"/>
      </w:rPr>
    </w:pPr>
    <w:r>
      <w:tab/>
    </w:r>
    <w:r w:rsidRPr="005D77F6">
      <w:rPr>
        <w:rFonts w:ascii="Cambria" w:hAnsi="Cambria"/>
      </w:rPr>
      <w:t xml:space="preserve">IČ: 00 28 01 51 </w:t>
    </w:r>
    <w:r w:rsidRPr="005D77F6">
      <w:rPr>
        <w:rFonts w:ascii="Cambria" w:hAnsi="Cambria"/>
        <w:lang w:val="en-US"/>
      </w:rPr>
      <w:t xml:space="preserve">| tel./fax: 516 472 204 | www.drnovice.cz | </w:t>
    </w:r>
    <w:r w:rsidRPr="005D77F6">
      <w:rPr>
        <w:rFonts w:ascii="Cambria" w:hAnsi="Cambria"/>
      </w:rPr>
      <w:t>obec@drnovice.cz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30F78D" w14:textId="77777777" w:rsidR="009831CF" w:rsidRDefault="009831CF" w:rsidP="00D00669">
      <w:pPr>
        <w:spacing w:line="240" w:lineRule="auto"/>
      </w:pPr>
      <w:r>
        <w:separator/>
      </w:r>
    </w:p>
  </w:footnote>
  <w:footnote w:type="continuationSeparator" w:id="0">
    <w:p w14:paraId="7E12BF11" w14:textId="77777777" w:rsidR="009831CF" w:rsidRDefault="009831CF" w:rsidP="00D0066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96075" w14:textId="77777777" w:rsidR="00131EF7" w:rsidRPr="005D77F6" w:rsidRDefault="003E5B89" w:rsidP="00987D73">
    <w:pPr>
      <w:pStyle w:val="Zhlav"/>
      <w:pBdr>
        <w:bottom w:val="single" w:sz="4" w:space="1" w:color="000000"/>
      </w:pBdr>
      <w:tabs>
        <w:tab w:val="left" w:pos="1560"/>
      </w:tabs>
      <w:spacing w:line="276" w:lineRule="auto"/>
      <w:ind w:firstLine="0"/>
      <w:rPr>
        <w:rFonts w:ascii="Cambria" w:hAnsi="Cambria"/>
        <w:sz w:val="26"/>
        <w:szCs w:val="26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1EF1B6A2" wp14:editId="39F81CF9">
          <wp:simplePos x="0" y="0"/>
          <wp:positionH relativeFrom="column">
            <wp:posOffset>-190500</wp:posOffset>
          </wp:positionH>
          <wp:positionV relativeFrom="paragraph">
            <wp:posOffset>-349885</wp:posOffset>
          </wp:positionV>
          <wp:extent cx="1028700" cy="1121410"/>
          <wp:effectExtent l="0" t="0" r="0" b="2540"/>
          <wp:wrapTight wrapText="bothSides">
            <wp:wrapPolygon edited="0">
              <wp:start x="0" y="0"/>
              <wp:lineTo x="0" y="21282"/>
              <wp:lineTo x="21200" y="21282"/>
              <wp:lineTo x="21200" y="0"/>
              <wp:lineTo x="0" y="0"/>
            </wp:wrapPolygon>
          </wp:wrapTight>
          <wp:docPr id="623627969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121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00669" w:rsidRPr="005D77F6">
      <w:rPr>
        <w:rFonts w:ascii="Cambria" w:hAnsi="Cambria"/>
        <w:sz w:val="26"/>
        <w:szCs w:val="26"/>
      </w:rPr>
      <w:t>Obec Drnovice</w:t>
    </w:r>
  </w:p>
  <w:p w14:paraId="19664FFC" w14:textId="40B1D3DD" w:rsidR="00D00669" w:rsidRDefault="00D00669" w:rsidP="00987D73">
    <w:pPr>
      <w:pStyle w:val="Zhlav"/>
      <w:pBdr>
        <w:bottom w:val="single" w:sz="4" w:space="1" w:color="000000"/>
      </w:pBdr>
      <w:tabs>
        <w:tab w:val="left" w:pos="1418"/>
      </w:tabs>
      <w:ind w:firstLine="0"/>
      <w:rPr>
        <w:rStyle w:val="Nadpis1Char"/>
        <w:rFonts w:ascii="Cambria" w:hAnsi="Cambria" w:cs="Calibri"/>
        <w:sz w:val="26"/>
        <w:szCs w:val="26"/>
      </w:rPr>
    </w:pPr>
    <w:r w:rsidRPr="005D77F6">
      <w:rPr>
        <w:rStyle w:val="Nadpis1Char"/>
        <w:rFonts w:ascii="Cambria" w:hAnsi="Cambria" w:cs="Calibri"/>
        <w:sz w:val="26"/>
        <w:szCs w:val="26"/>
      </w:rPr>
      <w:t>Drnovice 102, PSČ: 679 76</w:t>
    </w:r>
  </w:p>
  <w:p w14:paraId="0517241B" w14:textId="77777777" w:rsidR="005D77F6" w:rsidRPr="005D77F6" w:rsidRDefault="005D77F6" w:rsidP="005F340C">
    <w:pPr>
      <w:pStyle w:val="Zhlav"/>
      <w:pBdr>
        <w:bottom w:val="single" w:sz="4" w:space="1" w:color="000000"/>
      </w:pBdr>
      <w:rPr>
        <w:rStyle w:val="Nadpis1Char"/>
        <w:rFonts w:ascii="Cambria" w:hAnsi="Cambria" w:cs="Calibri"/>
        <w:sz w:val="20"/>
        <w:szCs w:val="26"/>
      </w:rPr>
    </w:pPr>
  </w:p>
  <w:p w14:paraId="63D0E411" w14:textId="77777777" w:rsidR="00131EF7" w:rsidRPr="00D00669" w:rsidRDefault="00131EF7" w:rsidP="00D00669">
    <w:pPr>
      <w:pStyle w:val="Zhlav"/>
      <w:pBdr>
        <w:bottom w:val="single" w:sz="4" w:space="1" w:color="000000"/>
      </w:pBdr>
      <w:spacing w:line="276" w:lineRule="auto"/>
      <w:rPr>
        <w:rStyle w:val="Nadpis1Cha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F30EC6"/>
    <w:multiLevelType w:val="hybridMultilevel"/>
    <w:tmpl w:val="52503504"/>
    <w:lvl w:ilvl="0" w:tplc="79CC2C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B7E76"/>
    <w:multiLevelType w:val="hybridMultilevel"/>
    <w:tmpl w:val="52503504"/>
    <w:lvl w:ilvl="0" w:tplc="79CC2C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D6238"/>
    <w:multiLevelType w:val="hybridMultilevel"/>
    <w:tmpl w:val="2FC29D2E"/>
    <w:lvl w:ilvl="0" w:tplc="88129178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6DC57BA"/>
    <w:multiLevelType w:val="singleLevel"/>
    <w:tmpl w:val="98F2EC8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4" w15:restartNumberingAfterBreak="0">
    <w:nsid w:val="6C1D5F85"/>
    <w:multiLevelType w:val="hybridMultilevel"/>
    <w:tmpl w:val="7F32106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9AF1209"/>
    <w:multiLevelType w:val="hybridMultilevel"/>
    <w:tmpl w:val="3F0AD6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501056">
    <w:abstractNumId w:val="1"/>
  </w:num>
  <w:num w:numId="2" w16cid:durableId="1292445361">
    <w:abstractNumId w:val="0"/>
  </w:num>
  <w:num w:numId="3" w16cid:durableId="177620224">
    <w:abstractNumId w:val="4"/>
  </w:num>
  <w:num w:numId="4" w16cid:durableId="964507430">
    <w:abstractNumId w:val="3"/>
  </w:num>
  <w:num w:numId="5" w16cid:durableId="1967733269">
    <w:abstractNumId w:val="2"/>
  </w:num>
  <w:num w:numId="6" w16cid:durableId="3683387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D1B"/>
    <w:rsid w:val="00011345"/>
    <w:rsid w:val="00046A61"/>
    <w:rsid w:val="000B6059"/>
    <w:rsid w:val="000F4ACB"/>
    <w:rsid w:val="00117743"/>
    <w:rsid w:val="001311F6"/>
    <w:rsid w:val="00131EF7"/>
    <w:rsid w:val="001B509C"/>
    <w:rsid w:val="001C1380"/>
    <w:rsid w:val="0021186F"/>
    <w:rsid w:val="002238CC"/>
    <w:rsid w:val="00227897"/>
    <w:rsid w:val="00253E51"/>
    <w:rsid w:val="0027560C"/>
    <w:rsid w:val="002B7CC2"/>
    <w:rsid w:val="002D7F22"/>
    <w:rsid w:val="00380B58"/>
    <w:rsid w:val="003977D6"/>
    <w:rsid w:val="003B2BFB"/>
    <w:rsid w:val="003C00D4"/>
    <w:rsid w:val="003C3819"/>
    <w:rsid w:val="003E5B89"/>
    <w:rsid w:val="003E74CA"/>
    <w:rsid w:val="00477CFE"/>
    <w:rsid w:val="005655CB"/>
    <w:rsid w:val="005D77F6"/>
    <w:rsid w:val="005F340C"/>
    <w:rsid w:val="00601009"/>
    <w:rsid w:val="00666081"/>
    <w:rsid w:val="0068607F"/>
    <w:rsid w:val="006A3FA4"/>
    <w:rsid w:val="006B296C"/>
    <w:rsid w:val="00726188"/>
    <w:rsid w:val="0075689A"/>
    <w:rsid w:val="00756D68"/>
    <w:rsid w:val="0076346D"/>
    <w:rsid w:val="00764D3B"/>
    <w:rsid w:val="00773C73"/>
    <w:rsid w:val="00785ACC"/>
    <w:rsid w:val="007B5B3F"/>
    <w:rsid w:val="007C04AF"/>
    <w:rsid w:val="007F20B5"/>
    <w:rsid w:val="008525DD"/>
    <w:rsid w:val="00871C8A"/>
    <w:rsid w:val="008A2151"/>
    <w:rsid w:val="008B19EA"/>
    <w:rsid w:val="009666C1"/>
    <w:rsid w:val="009831CF"/>
    <w:rsid w:val="009877AB"/>
    <w:rsid w:val="00987D73"/>
    <w:rsid w:val="00994FD0"/>
    <w:rsid w:val="009C5F34"/>
    <w:rsid w:val="009D5C69"/>
    <w:rsid w:val="009E2834"/>
    <w:rsid w:val="00A059D2"/>
    <w:rsid w:val="00A22520"/>
    <w:rsid w:val="00A369DA"/>
    <w:rsid w:val="00A37CC0"/>
    <w:rsid w:val="00B07F23"/>
    <w:rsid w:val="00B42B9A"/>
    <w:rsid w:val="00BB52B1"/>
    <w:rsid w:val="00BF7E70"/>
    <w:rsid w:val="00C12A58"/>
    <w:rsid w:val="00C12D1B"/>
    <w:rsid w:val="00C23EE5"/>
    <w:rsid w:val="00C25710"/>
    <w:rsid w:val="00C81311"/>
    <w:rsid w:val="00CA7797"/>
    <w:rsid w:val="00CF0286"/>
    <w:rsid w:val="00CF6866"/>
    <w:rsid w:val="00D00669"/>
    <w:rsid w:val="00D70359"/>
    <w:rsid w:val="00DA69BF"/>
    <w:rsid w:val="00DD1469"/>
    <w:rsid w:val="00E05DE5"/>
    <w:rsid w:val="00E202A1"/>
    <w:rsid w:val="00E55B6B"/>
    <w:rsid w:val="00E603FA"/>
    <w:rsid w:val="00E80432"/>
    <w:rsid w:val="00E84C1F"/>
    <w:rsid w:val="00EB7B1F"/>
    <w:rsid w:val="00EC4D45"/>
    <w:rsid w:val="00F200F5"/>
    <w:rsid w:val="00FB5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4F500D"/>
  <w15:docId w15:val="{1FD04B8A-A549-40F5-A5E2-BA18066BE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12D1B"/>
    <w:pPr>
      <w:spacing w:line="360" w:lineRule="auto"/>
      <w:ind w:firstLine="567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F200F5"/>
    <w:pPr>
      <w:keepNext/>
      <w:keepLines/>
      <w:spacing w:before="240" w:after="360"/>
      <w:outlineLvl w:val="0"/>
    </w:pPr>
    <w:rPr>
      <w:rFonts w:ascii="Calibri" w:hAnsi="Calibri"/>
      <w:sz w:val="20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200F5"/>
    <w:pPr>
      <w:keepNext/>
      <w:keepLines/>
      <w:spacing w:before="200"/>
      <w:outlineLvl w:val="1"/>
    </w:pPr>
    <w:rPr>
      <w:b/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B2BFB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D0066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link w:val="Zhlav"/>
    <w:rsid w:val="00D00669"/>
    <w:rPr>
      <w:noProof/>
    </w:rPr>
  </w:style>
  <w:style w:type="paragraph" w:styleId="Zpat">
    <w:name w:val="footer"/>
    <w:basedOn w:val="Normln"/>
    <w:link w:val="ZpatChar"/>
    <w:uiPriority w:val="99"/>
    <w:unhideWhenUsed/>
    <w:rsid w:val="00D0066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link w:val="Zpat"/>
    <w:uiPriority w:val="99"/>
    <w:rsid w:val="00D00669"/>
    <w:rPr>
      <w:noProof/>
    </w:rPr>
  </w:style>
  <w:style w:type="character" w:customStyle="1" w:styleId="Nadpis1Char">
    <w:name w:val="Nadpis 1 Char"/>
    <w:link w:val="Nadpis1"/>
    <w:rsid w:val="00D00669"/>
  </w:style>
  <w:style w:type="paragraph" w:styleId="Textbubliny">
    <w:name w:val="Balloon Text"/>
    <w:basedOn w:val="Normln"/>
    <w:link w:val="TextbublinyChar"/>
    <w:uiPriority w:val="99"/>
    <w:semiHidden/>
    <w:unhideWhenUsed/>
    <w:rsid w:val="00131EF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31EF7"/>
    <w:rPr>
      <w:rFonts w:ascii="Tahoma" w:hAnsi="Tahoma" w:cs="Tahoma"/>
      <w:noProof/>
      <w:sz w:val="16"/>
      <w:szCs w:val="16"/>
    </w:rPr>
  </w:style>
  <w:style w:type="paragraph" w:styleId="Bezmezer">
    <w:name w:val="No Spacing"/>
    <w:uiPriority w:val="1"/>
    <w:qFormat/>
    <w:rsid w:val="001311F6"/>
    <w:rPr>
      <w:sz w:val="22"/>
      <w:szCs w:val="22"/>
      <w:lang w:eastAsia="en-US"/>
    </w:rPr>
  </w:style>
  <w:style w:type="paragraph" w:customStyle="1" w:styleId="Normln0">
    <w:name w:val="Normální~"/>
    <w:basedOn w:val="Normln"/>
    <w:rsid w:val="00B07F23"/>
    <w:pPr>
      <w:widowControl w:val="0"/>
      <w:spacing w:line="288" w:lineRule="auto"/>
    </w:pPr>
    <w:rPr>
      <w:szCs w:val="20"/>
    </w:rPr>
  </w:style>
  <w:style w:type="paragraph" w:customStyle="1" w:styleId="Zkladntext">
    <w:name w:val="Základní text~"/>
    <w:basedOn w:val="Normln"/>
    <w:rsid w:val="00B07F23"/>
    <w:pPr>
      <w:widowControl w:val="0"/>
      <w:spacing w:line="288" w:lineRule="auto"/>
    </w:pPr>
    <w:rPr>
      <w:szCs w:val="20"/>
    </w:rPr>
  </w:style>
  <w:style w:type="paragraph" w:customStyle="1" w:styleId="Normln1">
    <w:name w:val="Normální1"/>
    <w:rsid w:val="00B07F23"/>
    <w:pPr>
      <w:widowControl w:val="0"/>
      <w:suppressAutoHyphens/>
    </w:pPr>
    <w:rPr>
      <w:rFonts w:ascii="Times New Roman" w:eastAsia="Times New Roman" w:hAnsi="Times New Roman" w:cs="Cambria"/>
      <w:sz w:val="24"/>
      <w:lang w:eastAsia="ar-SA"/>
    </w:rPr>
  </w:style>
  <w:style w:type="paragraph" w:customStyle="1" w:styleId="Zkladntext0">
    <w:name w:val="Základní text~~~~~~"/>
    <w:basedOn w:val="Normln"/>
    <w:rsid w:val="00B07F23"/>
    <w:pPr>
      <w:widowControl w:val="0"/>
      <w:suppressAutoHyphens/>
      <w:spacing w:line="288" w:lineRule="auto"/>
    </w:pPr>
    <w:rPr>
      <w:rFonts w:cs="Cambria"/>
      <w:szCs w:val="20"/>
      <w:lang w:eastAsia="ar-SA"/>
    </w:rPr>
  </w:style>
  <w:style w:type="character" w:customStyle="1" w:styleId="Nadpis1Char1">
    <w:name w:val="Nadpis 1 Char1"/>
    <w:uiPriority w:val="9"/>
    <w:rsid w:val="00F200F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semiHidden/>
    <w:rsid w:val="00F200F5"/>
    <w:rPr>
      <w:rFonts w:ascii="Times New Roman" w:eastAsia="Times New Roman" w:hAnsi="Times New Roman"/>
      <w:b/>
      <w:bCs/>
      <w:sz w:val="28"/>
      <w:szCs w:val="2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C12D1B"/>
    <w:pPr>
      <w:pBdr>
        <w:bottom w:val="single" w:sz="8" w:space="4" w:color="4F81BD"/>
      </w:pBdr>
      <w:spacing w:after="300"/>
      <w:ind w:firstLine="709"/>
      <w:contextualSpacing/>
    </w:pPr>
    <w:rPr>
      <w:rFonts w:ascii="Cambria" w:eastAsia="MS Gothic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C12D1B"/>
    <w:rPr>
      <w:rFonts w:ascii="Cambria" w:eastAsia="MS Gothic" w:hAnsi="Cambria"/>
      <w:color w:val="17365D"/>
      <w:spacing w:val="5"/>
      <w:kern w:val="28"/>
      <w:sz w:val="52"/>
      <w:szCs w:val="52"/>
      <w:lang w:eastAsia="en-US"/>
    </w:rPr>
  </w:style>
  <w:style w:type="table" w:styleId="Mkatabulky">
    <w:name w:val="Table Grid"/>
    <w:basedOn w:val="Normlntabulka"/>
    <w:rsid w:val="00C12D1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30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hulova\Desktop\Objedn&#225;vk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Objednávka.dot</Template>
  <TotalTime>3</TotalTime>
  <Pages>8</Pages>
  <Words>755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novotna</dc:creator>
  <cp:lastModifiedBy>Hana Sedláková</cp:lastModifiedBy>
  <cp:revision>3</cp:revision>
  <cp:lastPrinted>2025-01-08T16:10:00Z</cp:lastPrinted>
  <dcterms:created xsi:type="dcterms:W3CDTF">2025-01-08T16:10:00Z</dcterms:created>
  <dcterms:modified xsi:type="dcterms:W3CDTF">2025-01-08T16:12:00Z</dcterms:modified>
</cp:coreProperties>
</file>