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715CD" w14:textId="77777777" w:rsidR="00254CD8" w:rsidRDefault="00254CD8" w:rsidP="00254CD8">
      <w:pPr>
        <w:jc w:val="center"/>
        <w:rPr>
          <w:b/>
          <w:sz w:val="28"/>
          <w:szCs w:val="28"/>
        </w:rPr>
      </w:pPr>
      <w:r w:rsidRPr="00ED7980">
        <w:rPr>
          <w:b/>
          <w:sz w:val="28"/>
          <w:szCs w:val="28"/>
        </w:rPr>
        <w:t>Informace o zpracování osobních údajů</w:t>
      </w:r>
    </w:p>
    <w:p w14:paraId="0D2715CE" w14:textId="77777777" w:rsidR="00373974" w:rsidRDefault="00373974" w:rsidP="00254CD8">
      <w:pPr>
        <w:jc w:val="center"/>
        <w:rPr>
          <w:b/>
          <w:sz w:val="28"/>
          <w:szCs w:val="28"/>
        </w:rPr>
      </w:pPr>
    </w:p>
    <w:p w14:paraId="0D2715CF" w14:textId="77777777" w:rsidR="00254CD8" w:rsidRPr="00F46276" w:rsidRDefault="00254CD8" w:rsidP="00254CD8">
      <w:pPr>
        <w:jc w:val="both"/>
      </w:pPr>
      <w:r w:rsidRPr="00F46276">
        <w:rPr>
          <w:b/>
          <w:u w:val="single"/>
        </w:rPr>
        <w:t>Správce údajů:</w:t>
      </w:r>
      <w:r w:rsidRPr="00F46276">
        <w:t xml:space="preserve"> Obec  Březová-Oleško</w:t>
      </w:r>
    </w:p>
    <w:p w14:paraId="0D2715D0" w14:textId="77777777" w:rsidR="00254CD8" w:rsidRPr="00F46276" w:rsidRDefault="00254CD8" w:rsidP="00254CD8">
      <w:pPr>
        <w:jc w:val="both"/>
      </w:pPr>
      <w:r w:rsidRPr="00F46276">
        <w:t xml:space="preserve">Kontakty na správce najdete </w:t>
      </w:r>
      <w:r w:rsidRPr="00F46276">
        <w:rPr>
          <w:b/>
          <w:u w:val="single"/>
        </w:rPr>
        <w:t>ZDE.</w:t>
      </w:r>
      <w:r w:rsidRPr="00F46276">
        <w:t xml:space="preserve"> </w:t>
      </w:r>
      <w:hyperlink r:id="rId11" w:history="1">
        <w:r w:rsidRPr="00F46276">
          <w:rPr>
            <w:rStyle w:val="Hypertextovodkaz"/>
          </w:rPr>
          <w:t>www.brezova-olesko.cz</w:t>
        </w:r>
      </w:hyperlink>
      <w:r w:rsidRPr="00F46276">
        <w:t xml:space="preserve"> </w:t>
      </w:r>
    </w:p>
    <w:p w14:paraId="0D2715D1" w14:textId="77777777" w:rsidR="00254CD8" w:rsidRPr="00F46276" w:rsidRDefault="00254CD8" w:rsidP="00254CD8">
      <w:pPr>
        <w:jc w:val="both"/>
        <w:rPr>
          <w:b/>
        </w:rPr>
      </w:pPr>
      <w:r w:rsidRPr="00F46276">
        <w:rPr>
          <w:b/>
        </w:rPr>
        <w:t>Jaká je odpovědnost správce?</w:t>
      </w:r>
    </w:p>
    <w:p w14:paraId="0D2715D2" w14:textId="77777777" w:rsidR="00254CD8" w:rsidRPr="00F46276" w:rsidRDefault="00254CD8" w:rsidP="00254CD8">
      <w:pPr>
        <w:jc w:val="both"/>
      </w:pPr>
      <w:r w:rsidRPr="00F46276">
        <w:t>Jako správce obce Březová-Oleško</w:t>
      </w:r>
      <w:r w:rsidRPr="00F46276">
        <w:rPr>
          <w:i/>
        </w:rPr>
        <w:t xml:space="preserve"> </w:t>
      </w:r>
      <w:r w:rsidRPr="00F46276">
        <w:t>jsme odpovědni za veškerá zpracování Vašich osobních údajů v rámci některé agendy v  obci. Dále vyřizujeme Vaše žádosti (např. o opravu, výmaz, o informaci o Vašich osobních údajích), námitky, a poskytujeme Vám informace o tom, jak a proč s vašimi osobními údaji nakládáme.</w:t>
      </w:r>
    </w:p>
    <w:p w14:paraId="0D2715D3" w14:textId="77777777" w:rsidR="00254CD8" w:rsidRPr="00F46276" w:rsidRDefault="00254CD8" w:rsidP="00254CD8">
      <w:pPr>
        <w:jc w:val="both"/>
      </w:pPr>
      <w:r w:rsidRPr="00F46276">
        <w:t>O řádné nakládání s osobními údaji se stará také pověřenec.</w:t>
      </w:r>
    </w:p>
    <w:p w14:paraId="0D2715D4" w14:textId="1A34F228" w:rsidR="00254CD8" w:rsidRPr="00F46276" w:rsidRDefault="00254CD8" w:rsidP="00254CD8">
      <w:pPr>
        <w:jc w:val="both"/>
      </w:pPr>
      <w:r w:rsidRPr="00F46276">
        <w:t>Kontakt</w:t>
      </w:r>
      <w:r w:rsidRPr="00F46276">
        <w:rPr>
          <w:b/>
          <w:u w:val="single"/>
        </w:rPr>
        <w:t xml:space="preserve"> </w:t>
      </w:r>
      <w:r w:rsidRPr="00F46276">
        <w:t>na</w:t>
      </w:r>
      <w:r w:rsidRPr="00F46276">
        <w:rPr>
          <w:b/>
          <w:u w:val="single"/>
        </w:rPr>
        <w:t xml:space="preserve"> pověřence pro ochranu osobních údajů:</w:t>
      </w:r>
      <w:r w:rsidRPr="00F46276">
        <w:t xml:space="preserve"> </w:t>
      </w:r>
      <w:hyperlink r:id="rId12" w:history="1">
        <w:r w:rsidR="002D35A1" w:rsidRPr="00CB1DFB">
          <w:rPr>
            <w:rStyle w:val="Hypertextovodkaz"/>
          </w:rPr>
          <w:t>zuzana.krausova@sms-slu</w:t>
        </w:r>
        <w:r w:rsidR="00AC1ACC">
          <w:rPr>
            <w:rStyle w:val="Hypertextovodkaz"/>
          </w:rPr>
          <w:t>z</w:t>
        </w:r>
        <w:r w:rsidR="002D35A1" w:rsidRPr="00CB1DFB">
          <w:rPr>
            <w:rStyle w:val="Hypertextovodkaz"/>
          </w:rPr>
          <w:t>by.cz</w:t>
        </w:r>
      </w:hyperlink>
      <w:r w:rsidR="002D35A1">
        <w:t>, mobil 604 679 889</w:t>
      </w:r>
      <w:r w:rsidRPr="00F46276">
        <w:t xml:space="preserve">. </w:t>
      </w:r>
    </w:p>
    <w:p w14:paraId="0D2715D5" w14:textId="77777777" w:rsidR="00254CD8" w:rsidRPr="00F46276" w:rsidRDefault="00254CD8" w:rsidP="00254CD8">
      <w:pPr>
        <w:jc w:val="both"/>
        <w:rPr>
          <w:b/>
        </w:rPr>
      </w:pPr>
      <w:r w:rsidRPr="00F46276">
        <w:rPr>
          <w:b/>
        </w:rPr>
        <w:t>K čemu je mi pověřenec?</w:t>
      </w:r>
    </w:p>
    <w:p w14:paraId="0D2715D6" w14:textId="77777777" w:rsidR="00254CD8" w:rsidRPr="00F46276" w:rsidRDefault="00254CD8" w:rsidP="00254CD8">
      <w:pPr>
        <w:jc w:val="both"/>
      </w:pPr>
      <w:r w:rsidRPr="00F46276">
        <w:t>Na pověřence se také můžete obracet s jakýmikoliv dotazy, podněty a požadavky na uplatnění Vašich práv, které se týkají přímo Vašich osobních údajů používaných v rámci některé agendy v  obci, a to zejména, pokud se nechcete obrátit přímo na zástupce obce.</w:t>
      </w:r>
    </w:p>
    <w:p w14:paraId="0D2715D7" w14:textId="77777777" w:rsidR="00254CD8" w:rsidRPr="00F46276" w:rsidRDefault="00254CD8" w:rsidP="00254CD8">
      <w:pPr>
        <w:jc w:val="both"/>
      </w:pPr>
      <w:r w:rsidRPr="00F46276">
        <w:t>Pověřenec Vaše dotazy, požadavky a podněty odborně vyhodnotí, předá správci spolu s doporučením, jak je řešit, případně vám poskytne základní informace a konzultaci. Je vázaný mlčenlivostí a dodržuje důvěrnost i o stížnostech</w:t>
      </w:r>
      <w:r w:rsidRPr="00F46276">
        <w:rPr>
          <w:rStyle w:val="Znakapoznpodarou"/>
        </w:rPr>
        <w:footnoteReference w:id="1"/>
      </w:r>
      <w:r w:rsidRPr="00F46276">
        <w:t>. Odpovědný za vyřízení Vašich dotazů, podnětů, námitek a požadavků je však výhradně samotný správce.</w:t>
      </w:r>
    </w:p>
    <w:p w14:paraId="0D2715D8" w14:textId="77777777" w:rsidR="00254CD8" w:rsidRPr="00F46276" w:rsidRDefault="00254CD8" w:rsidP="00254CD8">
      <w:pPr>
        <w:jc w:val="both"/>
        <w:rPr>
          <w:b/>
        </w:rPr>
      </w:pPr>
      <w:r w:rsidRPr="00F46276">
        <w:rPr>
          <w:b/>
        </w:rPr>
        <w:t>Jaká jsou Vaše práva?</w:t>
      </w:r>
    </w:p>
    <w:p w14:paraId="0D2715D9" w14:textId="77777777" w:rsidR="00254CD8" w:rsidRPr="00F46276" w:rsidRDefault="00254CD8" w:rsidP="00254CD8">
      <w:pPr>
        <w:jc w:val="both"/>
      </w:pPr>
      <w:r w:rsidRPr="00F46276">
        <w:t>Pokud Vaše osobní údaje používáme v rámci nějaké agendy v  obci (odborně řečeno – naše obec je zpracovává jako správce), máte právo:</w:t>
      </w:r>
    </w:p>
    <w:p w14:paraId="0D2715DA" w14:textId="77777777" w:rsidR="00E11226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Dotázat se, </w:t>
      </w:r>
      <w:r w:rsidRPr="00F46276">
        <w:rPr>
          <w:b/>
        </w:rPr>
        <w:t>zda</w:t>
      </w:r>
      <w:r w:rsidRPr="00F46276">
        <w:t xml:space="preserve"> se zpracovávají, a žádat jejich </w:t>
      </w:r>
      <w:r w:rsidRPr="00F46276">
        <w:rPr>
          <w:b/>
        </w:rPr>
        <w:t>kopii</w:t>
      </w:r>
      <w:r w:rsidRPr="00F46276">
        <w:t xml:space="preserve"> (export) (podrobněji čl. 15 </w:t>
      </w:r>
      <w:hyperlink r:id="rId13" w:history="1">
        <w:r w:rsidRPr="00F46276">
          <w:rPr>
            <w:rStyle w:val="Hypertextovodkaz"/>
          </w:rPr>
          <w:t>Obecného nařízení EU o ochraně osobních údajů č. 2016/679</w:t>
        </w:r>
      </w:hyperlink>
      <w:r w:rsidRPr="00F46276">
        <w:t xml:space="preserve">, dále používáme zkratku ON). V případě, že Váš požadavek na poskytnutí těchto informací bude zjevně bezdůvodný nebo nepřiměřený, zejména opakovaný v krátké době, můžeme požadovat úhradu přiměřených nákladů podle </w:t>
      </w:r>
      <w:r w:rsidRPr="00F46276">
        <w:rPr>
          <w:b/>
          <w:u w:val="single"/>
        </w:rPr>
        <w:t>Sazebníku úhrad</w:t>
      </w:r>
      <w:r w:rsidR="00E11226" w:rsidRPr="00F46276">
        <w:rPr>
          <w:b/>
          <w:u w:val="single"/>
        </w:rPr>
        <w:t xml:space="preserve">  </w:t>
      </w:r>
    </w:p>
    <w:p w14:paraId="0D2715DB" w14:textId="77777777" w:rsidR="00254CD8" w:rsidRPr="00F46276" w:rsidRDefault="00852CFE" w:rsidP="00E11226">
      <w:pPr>
        <w:pStyle w:val="Odstavecseseznamem"/>
        <w:spacing w:after="160" w:line="259" w:lineRule="auto"/>
        <w:jc w:val="both"/>
      </w:pPr>
      <w:hyperlink r:id="rId14" w:history="1">
        <w:r w:rsidR="00E11226" w:rsidRPr="00F46276">
          <w:rPr>
            <w:rStyle w:val="Hypertextovodkaz"/>
          </w:rPr>
          <w:t>http://www.brezova-olesko.cz/sazby-za-poskytovani-informaci/d-1017/p1=66</w:t>
        </w:r>
      </w:hyperlink>
      <w:r w:rsidR="009E573C" w:rsidRPr="00F46276">
        <w:t xml:space="preserve"> .</w:t>
      </w:r>
      <w:r w:rsidR="00254CD8" w:rsidRPr="00F46276">
        <w:t xml:space="preserve"> Zjevně bezdůvodný nebo nepřiměřený požadavek můžeme též odmítnout.</w:t>
      </w:r>
    </w:p>
    <w:p w14:paraId="0D2715DC" w14:textId="77777777" w:rsidR="00254CD8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Požadovat </w:t>
      </w:r>
      <w:r w:rsidRPr="00F46276">
        <w:rPr>
          <w:b/>
        </w:rPr>
        <w:t>opravu svých osobních údajů</w:t>
      </w:r>
      <w:r w:rsidRPr="00F46276">
        <w:t xml:space="preserve">, pokud jsou nepřesné, požadovat jejich </w:t>
      </w:r>
      <w:r w:rsidRPr="00F46276">
        <w:rPr>
          <w:b/>
        </w:rPr>
        <w:t>vymazání</w:t>
      </w:r>
      <w:r w:rsidRPr="00F46276">
        <w:t xml:space="preserve">, pokud se zpracovávají neoprávněně, a požadovat, abychom jejich </w:t>
      </w:r>
      <w:r w:rsidRPr="00F46276">
        <w:rPr>
          <w:b/>
        </w:rPr>
        <w:t>zpracování</w:t>
      </w:r>
      <w:r w:rsidRPr="00F46276">
        <w:t xml:space="preserve"> </w:t>
      </w:r>
      <w:r w:rsidRPr="00F46276">
        <w:rPr>
          <w:b/>
        </w:rPr>
        <w:t xml:space="preserve">omezili </w:t>
      </w:r>
      <w:r w:rsidRPr="00F46276">
        <w:t xml:space="preserve">(podrobněji čl. 16, 17 a 18 ON). </w:t>
      </w:r>
    </w:p>
    <w:p w14:paraId="0D2715DD" w14:textId="77777777" w:rsidR="00254CD8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Dále v případech, kdy zpracování probíhá proto, že tím plníme náš úkol ve veřejném zájmu nebo při výkonu veřejné moci, kterým jsme pověřeni (čl. 6 odst. 1 písm. e) ON), anebo kvůli našemu oprávněnému zájmu (čl. 6 odst. 1 písm. f) ON), máte právo podat proti tomuto zpracování tzv. </w:t>
      </w:r>
      <w:r w:rsidRPr="00F46276">
        <w:rPr>
          <w:b/>
        </w:rPr>
        <w:t>námitku</w:t>
      </w:r>
      <w:r w:rsidRPr="00F46276">
        <w:t xml:space="preserve"> (podrobněji čl. 21 ON).</w:t>
      </w:r>
    </w:p>
    <w:p w14:paraId="0D2715DE" w14:textId="77777777" w:rsidR="00254CD8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Dále máte právo se o zpracování svých osobních údajů dozvědět </w:t>
      </w:r>
      <w:r w:rsidRPr="00F46276">
        <w:rPr>
          <w:b/>
        </w:rPr>
        <w:t>informace</w:t>
      </w:r>
      <w:r w:rsidRPr="00F46276">
        <w:t xml:space="preserve">, vztahující se k jednotlivým agendám („účelům zpracování“). Jejich obecný přehled zveřejňujeme níže. </w:t>
      </w:r>
    </w:p>
    <w:p w14:paraId="0D2715DF" w14:textId="77777777" w:rsidR="00254CD8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Pokud je zpracování Vašich osobních údajů založeno na tom, že jste nám k němu udělili </w:t>
      </w:r>
      <w:r w:rsidRPr="00F46276">
        <w:rPr>
          <w:b/>
        </w:rPr>
        <w:t>souhlas</w:t>
      </w:r>
      <w:r w:rsidRPr="00F46276">
        <w:t xml:space="preserve"> (čl. 6 odst. 1 písm. anebo čl. 9 odst. 2 písm. a ON), máte právo tento souhlas kdykoli </w:t>
      </w:r>
      <w:r w:rsidRPr="00F46276">
        <w:rPr>
          <w:b/>
        </w:rPr>
        <w:t>odvolat</w:t>
      </w:r>
      <w:r w:rsidRPr="00F46276">
        <w:t xml:space="preserve">. Souhlas odvoláte tak, že na adresu </w:t>
      </w:r>
      <w:hyperlink r:id="rId15" w:history="1">
        <w:r w:rsidRPr="00F46276">
          <w:rPr>
            <w:rStyle w:val="Hypertextovodkaz"/>
          </w:rPr>
          <w:t>podatelna@brezova-olesko.cz</w:t>
        </w:r>
      </w:hyperlink>
      <w:r w:rsidRPr="00F46276">
        <w:t xml:space="preserve"> zašlete zprávu, v níž uvedete, o jaký souhlas jde a že ho odvoláváte. Totéž můžete zaslat i listinnou zásilkou na naši adresu, uvedenou na začátku tohoto textu, anebo osobně. </w:t>
      </w:r>
    </w:p>
    <w:p w14:paraId="0D2715E0" w14:textId="77777777" w:rsidR="00254CD8" w:rsidRPr="00F46276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>Ve Vašich dotazech, podnětech a požadavcích ke svým osobním údajům se musíte identifikovat a uvést na sebe kontakt, protože zpravidla budeme muset nejprve ověřit Vaši totožnost. Vyřízení urychlíte, pokud se na nás obrátíte způsobem prokazujícím Vaši totožnost, jako je datová schránka, e</w:t>
      </w:r>
      <w:r w:rsidRPr="00F46276">
        <w:noBreakHyphen/>
        <w:t>mail s uznávaným elektronickým podpisem anebo listinné podání s ověřeným podpisem, případně se na obecní úřad dostavíte osobně s průkazem totožnosti.</w:t>
      </w:r>
    </w:p>
    <w:p w14:paraId="0D2715E1" w14:textId="77777777" w:rsidR="00254CD8" w:rsidRDefault="00254CD8" w:rsidP="00254CD8">
      <w:pPr>
        <w:pStyle w:val="Odstavecseseznamem"/>
        <w:numPr>
          <w:ilvl w:val="0"/>
          <w:numId w:val="11"/>
        </w:numPr>
        <w:spacing w:after="160" w:line="259" w:lineRule="auto"/>
        <w:jc w:val="both"/>
      </w:pPr>
      <w:r w:rsidRPr="00F46276">
        <w:t xml:space="preserve">Pokud nebudete spokojeni s vyřízením dotazu, požadavku nebo podnětu správcem, máte právo </w:t>
      </w:r>
      <w:r w:rsidRPr="00F46276">
        <w:rPr>
          <w:b/>
        </w:rPr>
        <w:t>podat stížnost</w:t>
      </w:r>
      <w:r w:rsidRPr="00F46276">
        <w:t xml:space="preserve"> k </w:t>
      </w:r>
      <w:hyperlink r:id="rId16" w:history="1">
        <w:r w:rsidRPr="00F46276">
          <w:rPr>
            <w:rStyle w:val="Hypertextovodkaz"/>
          </w:rPr>
          <w:t>Úřadu pro ochranu osobních údajů</w:t>
        </w:r>
      </w:hyperlink>
      <w:r w:rsidRPr="00F46276">
        <w:t>. Předtím je ale vždy vhodné projednat problém</w:t>
      </w:r>
      <w:r>
        <w:t xml:space="preserve"> </w:t>
      </w:r>
      <w:r>
        <w:lastRenderedPageBreak/>
        <w:t>s </w:t>
      </w:r>
      <w:r w:rsidRPr="00A0417A">
        <w:rPr>
          <w:b/>
        </w:rPr>
        <w:t>pověřencem</w:t>
      </w:r>
      <w:r>
        <w:t>. Jeho úkolem je především právě dohlížet na to, zda s Vašimi údaji pracujeme řádně a neporušujeme Vaše práva.</w:t>
      </w:r>
    </w:p>
    <w:p w14:paraId="0D2715E2" w14:textId="77777777" w:rsidR="00254CD8" w:rsidRDefault="00254CD8" w:rsidP="00254CD8">
      <w:pPr>
        <w:jc w:val="both"/>
      </w:pPr>
    </w:p>
    <w:p w14:paraId="0D2715E3" w14:textId="77777777" w:rsidR="00254CD8" w:rsidRDefault="00254CD8" w:rsidP="00254CD8">
      <w:pPr>
        <w:jc w:val="both"/>
        <w:rPr>
          <w:b/>
        </w:rPr>
      </w:pPr>
      <w:r w:rsidRPr="00FB319D">
        <w:rPr>
          <w:b/>
        </w:rPr>
        <w:t>Jaké osobní údaje v jednotlivých agendách („účelech zpracování“) zpracováváme?</w:t>
      </w:r>
      <w:r>
        <w:rPr>
          <w:b/>
        </w:rPr>
        <w:t xml:space="preserve"> </w:t>
      </w:r>
    </w:p>
    <w:p w14:paraId="0D2715E4" w14:textId="77777777" w:rsidR="00254CD8" w:rsidRPr="00406691" w:rsidRDefault="00254CD8" w:rsidP="00254CD8">
      <w:pPr>
        <w:jc w:val="both"/>
        <w:rPr>
          <w:b/>
        </w:rPr>
      </w:pPr>
      <w:r w:rsidRPr="00406691">
        <w:rPr>
          <w:b/>
        </w:rPr>
        <w:t>Obec:</w:t>
      </w:r>
    </w:p>
    <w:p w14:paraId="0D2715E5" w14:textId="77777777" w:rsidR="00254CD8" w:rsidRDefault="00254CD8" w:rsidP="00254CD8">
      <w:pPr>
        <w:jc w:val="both"/>
      </w:pPr>
      <w:r w:rsidRPr="00121ACB">
        <w:t xml:space="preserve">Velkou část údajů o </w:t>
      </w:r>
      <w:r w:rsidRPr="00EB1817">
        <w:rPr>
          <w:b/>
        </w:rPr>
        <w:t>občanech obce</w:t>
      </w:r>
      <w:r>
        <w:rPr>
          <w:b/>
        </w:rPr>
        <w:t>,</w:t>
      </w:r>
      <w:r w:rsidRPr="00EB1817">
        <w:rPr>
          <w:b/>
        </w:rPr>
        <w:t xml:space="preserve"> vlastnících nemovitostí</w:t>
      </w:r>
      <w:r>
        <w:t xml:space="preserve"> v  naší obci nebo dalších lidech </w:t>
      </w:r>
      <w:r w:rsidRPr="00121ACB">
        <w:t>zpracováváme, protože nám to přímo ukládají zákony či navazující prováděcí předpisy</w:t>
      </w:r>
      <w:r>
        <w:t xml:space="preserve"> (například zákon o </w:t>
      </w:r>
      <w:r w:rsidRPr="00121ACB">
        <w:t>evidenc</w:t>
      </w:r>
      <w:r>
        <w:t>i</w:t>
      </w:r>
      <w:r w:rsidRPr="00121ACB">
        <w:t xml:space="preserve"> obyvatel</w:t>
      </w:r>
      <w:r>
        <w:t xml:space="preserve">, zákony o volbách, </w:t>
      </w:r>
      <w:r w:rsidRPr="001B16D6">
        <w:t>stavební zákon</w:t>
      </w:r>
      <w:r>
        <w:t xml:space="preserve">, zákon o obcích, o místních poplatcích, o matrikách, zákon o svobodném přístupu k informacím a mnoho dalších). </w:t>
      </w:r>
      <w:r w:rsidRPr="003A2BB7">
        <w:t xml:space="preserve">Takto zpracováváme především jméno a příjmení, rodné číslo, </w:t>
      </w:r>
      <w:r>
        <w:t xml:space="preserve">datum narození, </w:t>
      </w:r>
      <w:r w:rsidRPr="003A2BB7">
        <w:t>státní občanství, místo narození a místo trvalého pobytu,</w:t>
      </w:r>
      <w:r>
        <w:t xml:space="preserve"> údaje o uzavření manželství, o úmrtí a další údaje, zejména ze žádostí a dalších podání. S těmito údaji pracují určení zaměstnanci na našem úřadě, případně je předáváme v rámci plnění zákonné povinnosti státním a dalším úřadům a veřejným institucím.</w:t>
      </w:r>
    </w:p>
    <w:p w14:paraId="0D2715E6" w14:textId="77777777" w:rsidR="00254CD8" w:rsidRDefault="00254CD8" w:rsidP="00254CD8">
      <w:pPr>
        <w:jc w:val="both"/>
      </w:pPr>
      <w:r>
        <w:t xml:space="preserve">Dále zpracováváme na základě smluv údaje </w:t>
      </w:r>
      <w:r w:rsidRPr="00EB1817">
        <w:rPr>
          <w:b/>
        </w:rPr>
        <w:t>o našich zaměstnancích a dodavatelích či jejich zástupcích</w:t>
      </w:r>
      <w:r>
        <w:t>. Takto zpracováváme především jejich jmenné a kontaktní údaje, údaje o platu a odměně a dalších platbách, údaje pro zdravotní a sociální pojištění, bankovní spojení a další podobné údaje. Na základě smluv také zpracováváme údaje o kupcích a nájemcích nemovitostí. S těmito údaji pracují určení zaměstnanci na našem úřadě, případně je předáváme v rámci plnění zákonné povinnosti ČSSZ, finanční správě, Úřadu práce ČR, zdravotním pojišťovnám a dalším úřadům.</w:t>
      </w:r>
    </w:p>
    <w:p w14:paraId="0D2715E7" w14:textId="77777777" w:rsidR="00254CD8" w:rsidRDefault="00254CD8" w:rsidP="00254CD8">
      <w:pPr>
        <w:jc w:val="both"/>
      </w:pPr>
      <w:r>
        <w:t>Dále na základě plnění úkolu ve veřejném zájmu zpracováváme některé osobní údaje v dalších evidencích, například pro informování občanů, pro oceňování jejich jubileí, zajištění některých služeb (např. vyúčtování vodného a stočného), pro vypořádání v</w:t>
      </w:r>
      <w:r w:rsidRPr="00652714">
        <w:t>eřejné</w:t>
      </w:r>
      <w:r>
        <w:t>ho</w:t>
      </w:r>
      <w:r w:rsidRPr="00652714">
        <w:t xml:space="preserve"> projednání</w:t>
      </w:r>
      <w:r>
        <w:t xml:space="preserve"> územního plánu a pro další účely.</w:t>
      </w:r>
      <w:r w:rsidRPr="00BB6121">
        <w:t xml:space="preserve"> </w:t>
      </w:r>
      <w:r>
        <w:t>S těmito údaji pracují určení zaměstnanci na našem úřadě, v některých oblastech je předáváme i dalším příjemcům (například v oblasti územního plánu jeho pořizovateli ).</w:t>
      </w:r>
    </w:p>
    <w:p w14:paraId="0D2715E8" w14:textId="77777777" w:rsidR="00254CD8" w:rsidRDefault="00254CD8" w:rsidP="00254CD8">
      <w:pPr>
        <w:jc w:val="both"/>
      </w:pPr>
      <w:r>
        <w:t>Na základě oprávněného zájmu obce zpracováváme některé osobní údaje v rámci ochrany majetku obce (například kamerové systémy, zabezpečení objektů), v rámci ochrany informačních a komunikačních systémů obce (například IP adresy návštěvníků webu, přihlašování na wifi).</w:t>
      </w:r>
      <w:r w:rsidRPr="00BB6121">
        <w:t xml:space="preserve"> </w:t>
      </w:r>
      <w:r>
        <w:t>S těmito údaji pracují pouze určení zaměstnanci na našem úřadě, v případě incidentů je poskytneme Policii ČR či dotčeným osobám.</w:t>
      </w:r>
    </w:p>
    <w:p w14:paraId="0D2715E9" w14:textId="77777777" w:rsidR="00254CD8" w:rsidRDefault="00254CD8" w:rsidP="00254CD8">
      <w:pPr>
        <w:jc w:val="both"/>
      </w:pPr>
      <w:r>
        <w:t>Osobní údaje uchováváme po dobu nezbytnou k účelu, pro který je zpracováváme, případně po dobu stanovenou spisovým a skartačním řádem.</w:t>
      </w:r>
    </w:p>
    <w:p w14:paraId="0D2715EA" w14:textId="77777777" w:rsidR="00254CD8" w:rsidRDefault="00254CD8" w:rsidP="00254CD8">
      <w:pPr>
        <w:jc w:val="both"/>
      </w:pPr>
      <w:r>
        <w:t xml:space="preserve">Osobní údaje nepředáváme do nečlenských států Evropské Unie. </w:t>
      </w:r>
    </w:p>
    <w:p w14:paraId="0D2715EB" w14:textId="77777777" w:rsidR="00254CD8" w:rsidRDefault="00254CD8" w:rsidP="00254CD8">
      <w:pPr>
        <w:jc w:val="both"/>
      </w:pPr>
      <w:r>
        <w:t>Osobní údaje nejsou předmětem automatizovaného individuálního rozhodování, včetně profilování.</w:t>
      </w:r>
    </w:p>
    <w:p w14:paraId="0D2715EC" w14:textId="77777777" w:rsidR="00254CD8" w:rsidRDefault="00254CD8" w:rsidP="00254CD8">
      <w:pPr>
        <w:jc w:val="both"/>
      </w:pPr>
      <w:r>
        <w:t xml:space="preserve"> </w:t>
      </w:r>
    </w:p>
    <w:p w14:paraId="0D2715ED" w14:textId="77777777" w:rsidR="00254CD8" w:rsidRDefault="00254CD8" w:rsidP="00254CD8">
      <w:pPr>
        <w:jc w:val="both"/>
      </w:pPr>
    </w:p>
    <w:p w14:paraId="0D2715EE" w14:textId="77777777" w:rsidR="00254CD8" w:rsidRDefault="00254CD8" w:rsidP="00254CD8">
      <w:pPr>
        <w:jc w:val="both"/>
      </w:pPr>
    </w:p>
    <w:p w14:paraId="0D2715EF" w14:textId="77777777" w:rsidR="006F2461" w:rsidRDefault="006F2461" w:rsidP="009F038A">
      <w:pPr>
        <w:pStyle w:val="Nadpis2"/>
        <w:tabs>
          <w:tab w:val="left" w:pos="708"/>
        </w:tabs>
        <w:spacing w:after="480"/>
        <w:ind w:right="454"/>
        <w:rPr>
          <w:rFonts w:asciiTheme="majorHAnsi" w:hAnsiTheme="majorHAnsi"/>
          <w:color w:val="auto"/>
          <w:sz w:val="22"/>
          <w:szCs w:val="22"/>
        </w:rPr>
      </w:pPr>
    </w:p>
    <w:p w14:paraId="0D2715F0" w14:textId="77777777" w:rsidR="006F2461" w:rsidRDefault="006F2461" w:rsidP="009F038A">
      <w:pPr>
        <w:pStyle w:val="Nadpis2"/>
        <w:tabs>
          <w:tab w:val="left" w:pos="708"/>
        </w:tabs>
        <w:spacing w:after="480"/>
        <w:ind w:right="454"/>
        <w:rPr>
          <w:rFonts w:asciiTheme="majorHAnsi" w:hAnsiTheme="majorHAnsi"/>
          <w:color w:val="auto"/>
          <w:sz w:val="22"/>
          <w:szCs w:val="22"/>
        </w:rPr>
      </w:pPr>
    </w:p>
    <w:p w14:paraId="0D2715F1" w14:textId="77777777" w:rsidR="00A46F79" w:rsidRDefault="00A46F79" w:rsidP="00A46F79">
      <w:pPr>
        <w:jc w:val="right"/>
        <w:rPr>
          <w:sz w:val="22"/>
          <w:szCs w:val="22"/>
        </w:rPr>
      </w:pPr>
    </w:p>
    <w:p w14:paraId="0D2715F2" w14:textId="77777777" w:rsidR="008931C6" w:rsidRDefault="008931C6" w:rsidP="00A46F79">
      <w:pPr>
        <w:jc w:val="right"/>
        <w:rPr>
          <w:sz w:val="22"/>
          <w:szCs w:val="22"/>
        </w:rPr>
      </w:pPr>
    </w:p>
    <w:p w14:paraId="0D2715F3" w14:textId="77777777" w:rsidR="008931C6" w:rsidRDefault="008931C6" w:rsidP="00A46F79">
      <w:pPr>
        <w:jc w:val="right"/>
        <w:rPr>
          <w:sz w:val="22"/>
          <w:szCs w:val="22"/>
        </w:rPr>
      </w:pPr>
    </w:p>
    <w:p w14:paraId="0D2715F4" w14:textId="77777777" w:rsidR="00A46F79" w:rsidRDefault="00A46F79" w:rsidP="00A46F79">
      <w:pPr>
        <w:jc w:val="right"/>
        <w:rPr>
          <w:sz w:val="22"/>
          <w:szCs w:val="22"/>
        </w:rPr>
      </w:pPr>
    </w:p>
    <w:p w14:paraId="0D2715F5" w14:textId="77777777" w:rsidR="00A46F79" w:rsidRDefault="00A46F79" w:rsidP="00A46F79">
      <w:pPr>
        <w:jc w:val="right"/>
        <w:rPr>
          <w:sz w:val="22"/>
          <w:szCs w:val="22"/>
        </w:rPr>
      </w:pPr>
    </w:p>
    <w:p w14:paraId="0D2715F6" w14:textId="77777777" w:rsidR="00267110" w:rsidRPr="00906F49" w:rsidRDefault="00267110" w:rsidP="00E816C7">
      <w:pPr>
        <w:rPr>
          <w:sz w:val="22"/>
          <w:szCs w:val="22"/>
        </w:rPr>
      </w:pPr>
      <w:r w:rsidRPr="00906F49">
        <w:rPr>
          <w:sz w:val="22"/>
          <w:szCs w:val="22"/>
        </w:rPr>
        <w:t xml:space="preserve">                                                                                        </w:t>
      </w:r>
    </w:p>
    <w:p w14:paraId="0D2715F7" w14:textId="77777777" w:rsidR="00B75508" w:rsidRPr="00E816C7" w:rsidRDefault="00267110" w:rsidP="00906F49">
      <w:pPr>
        <w:rPr>
          <w:sz w:val="22"/>
          <w:szCs w:val="22"/>
        </w:rPr>
      </w:pPr>
      <w:r w:rsidRPr="00062D01">
        <w:t xml:space="preserve">                                                                                        </w:t>
      </w:r>
    </w:p>
    <w:sectPr w:rsidR="00B75508" w:rsidRPr="00E816C7" w:rsidSect="00E816C7">
      <w:headerReference w:type="default" r:id="rId17"/>
      <w:footerReference w:type="default" r:id="rId18"/>
      <w:pgSz w:w="11906" w:h="16838" w:code="9"/>
      <w:pgMar w:top="1417" w:right="1417" w:bottom="1417" w:left="1417" w:header="454" w:footer="44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715FA" w14:textId="77777777" w:rsidR="00DD094B" w:rsidRDefault="00DD094B">
      <w:r>
        <w:separator/>
      </w:r>
    </w:p>
  </w:endnote>
  <w:endnote w:type="continuationSeparator" w:id="0">
    <w:p w14:paraId="0D2715FB" w14:textId="77777777" w:rsidR="00DD094B" w:rsidRDefault="00DD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1603" w14:textId="77777777" w:rsidR="0030631D" w:rsidRDefault="0030631D">
    <w:pPr>
      <w:pStyle w:val="Zpat"/>
      <w:rPr>
        <w:rFonts w:ascii="Calibri" w:hAnsi="Calibri"/>
      </w:rPr>
    </w:pPr>
  </w:p>
  <w:p w14:paraId="0D271604" w14:textId="1BCF447C" w:rsidR="0030631D" w:rsidRPr="00F66349" w:rsidRDefault="00852CFE">
    <w:pPr>
      <w:pStyle w:val="Zpat"/>
      <w:rPr>
        <w:rFonts w:ascii="Calibri" w:hAnsi="Calibri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27160A" wp14:editId="069EF951">
              <wp:simplePos x="0" y="0"/>
              <wp:positionH relativeFrom="column">
                <wp:posOffset>0</wp:posOffset>
              </wp:positionH>
              <wp:positionV relativeFrom="paragraph">
                <wp:posOffset>74930</wp:posOffset>
              </wp:positionV>
              <wp:extent cx="6286500" cy="0"/>
              <wp:effectExtent l="9525" t="8255" r="9525" b="10795"/>
              <wp:wrapNone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0BE3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BDADF7" id="Line 1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9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" strokecolor="#30be30"/>
          </w:pict>
        </mc:Fallback>
      </mc:AlternateContent>
    </w:r>
  </w:p>
  <w:p w14:paraId="0D271605" w14:textId="77777777" w:rsidR="0030631D" w:rsidRPr="00F66349" w:rsidRDefault="0030631D" w:rsidP="00F66349">
    <w:pPr>
      <w:jc w:val="center"/>
      <w:rPr>
        <w:rFonts w:ascii="Cambria" w:hAnsi="Cambria"/>
        <w:b/>
        <w:color w:val="008F3B"/>
      </w:rPr>
    </w:pPr>
    <w:r w:rsidRPr="00F66349">
      <w:rPr>
        <w:rFonts w:ascii="Cambria" w:hAnsi="Cambria"/>
        <w:b/>
        <w:color w:val="008F3B"/>
      </w:rPr>
      <w:t>Obecní úřad Březová-Oleško</w:t>
    </w:r>
  </w:p>
  <w:p w14:paraId="0D271606" w14:textId="77777777" w:rsidR="0030631D" w:rsidRPr="00F66349" w:rsidRDefault="0030631D" w:rsidP="00F66349">
    <w:pPr>
      <w:jc w:val="center"/>
      <w:rPr>
        <w:rFonts w:ascii="Cambria" w:hAnsi="Cambria"/>
        <w:color w:val="008F3B"/>
      </w:rPr>
    </w:pPr>
    <w:r w:rsidRPr="00F66349">
      <w:rPr>
        <w:rFonts w:ascii="Cambria" w:hAnsi="Cambria"/>
        <w:color w:val="008F3B"/>
      </w:rPr>
      <w:t>Hlavní 1143, 252 45 Březová-Oleško, tel. a fax 224 283 505, podatelna@brezova-olesko.cz</w:t>
    </w:r>
  </w:p>
  <w:p w14:paraId="0D271607" w14:textId="77777777" w:rsidR="0030631D" w:rsidRPr="00F66349" w:rsidRDefault="0030631D" w:rsidP="00F66349">
    <w:pPr>
      <w:jc w:val="center"/>
      <w:rPr>
        <w:rFonts w:ascii="Cambria" w:hAnsi="Cambria"/>
        <w:color w:val="008F3B"/>
      </w:rPr>
    </w:pPr>
    <w:r w:rsidRPr="00F66349">
      <w:rPr>
        <w:rFonts w:ascii="Cambria" w:hAnsi="Cambria"/>
        <w:color w:val="008F3B"/>
      </w:rPr>
      <w:t>IČO: 44684983, DIČ: CZ44684983, účet: 37829111/0100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715F8" w14:textId="77777777" w:rsidR="00DD094B" w:rsidRDefault="00DD094B">
      <w:r>
        <w:separator/>
      </w:r>
    </w:p>
  </w:footnote>
  <w:footnote w:type="continuationSeparator" w:id="0">
    <w:p w14:paraId="0D2715F9" w14:textId="77777777" w:rsidR="00DD094B" w:rsidRDefault="00DD094B">
      <w:r>
        <w:continuationSeparator/>
      </w:r>
    </w:p>
  </w:footnote>
  <w:footnote w:id="1">
    <w:p w14:paraId="0D27160B" w14:textId="77777777" w:rsidR="00254CD8" w:rsidRDefault="00254CD8" w:rsidP="00254CD8">
      <w:pPr>
        <w:pStyle w:val="Textpoznpodarou"/>
      </w:pPr>
      <w:r>
        <w:rPr>
          <w:rStyle w:val="Znakapoznpodarou"/>
        </w:rPr>
        <w:footnoteRef/>
      </w:r>
      <w:r>
        <w:t xml:space="preserve"> Čl. 38 odst. 5 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15FC" w14:textId="77777777" w:rsidR="0030631D" w:rsidRPr="00B21116" w:rsidRDefault="0030631D" w:rsidP="00B21289">
    <w:pPr>
      <w:pStyle w:val="Zhlav"/>
      <w:jc w:val="right"/>
      <w:rPr>
        <w:rFonts w:ascii="Arial" w:hAnsi="Arial" w:cs="Arial"/>
        <w:color w:val="009A46"/>
      </w:rPr>
    </w:pPr>
    <w:r w:rsidRPr="00B21116">
      <w:rPr>
        <w:rFonts w:ascii="Arial" w:hAnsi="Arial" w:cs="Arial"/>
        <w:color w:val="009A46"/>
      </w:rPr>
      <w:t>www.brezova-olesko.cz</w:t>
    </w:r>
  </w:p>
  <w:p w14:paraId="0D2715FD" w14:textId="77777777" w:rsidR="0030631D" w:rsidRDefault="0030631D">
    <w:pPr>
      <w:pStyle w:val="Zhlav"/>
      <w:rPr>
        <w:b/>
      </w:rPr>
    </w:pPr>
  </w:p>
  <w:p w14:paraId="0D2715FE" w14:textId="77777777" w:rsidR="0030631D" w:rsidRPr="00B21116" w:rsidRDefault="0030631D">
    <w:pPr>
      <w:pStyle w:val="Zhlav"/>
      <w:rPr>
        <w:b/>
      </w:rPr>
    </w:pPr>
  </w:p>
  <w:p w14:paraId="0D2715FF" w14:textId="77777777" w:rsidR="0030631D" w:rsidRPr="00B21289" w:rsidRDefault="0030631D" w:rsidP="00B21289">
    <w:pPr>
      <w:pStyle w:val="Zhlav"/>
      <w:ind w:left="567"/>
      <w:rPr>
        <w:rFonts w:asciiTheme="minorHAnsi" w:hAnsiTheme="minorHAns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D271608" wp14:editId="0D271609">
          <wp:simplePos x="0" y="0"/>
          <wp:positionH relativeFrom="column">
            <wp:posOffset>353060</wp:posOffset>
          </wp:positionH>
          <wp:positionV relativeFrom="topMargin">
            <wp:posOffset>252095</wp:posOffset>
          </wp:positionV>
          <wp:extent cx="556260" cy="609600"/>
          <wp:effectExtent l="19050" t="0" r="0" b="0"/>
          <wp:wrapNone/>
          <wp:docPr id="15" name="obrázek 15" descr="BO_Znak 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O_Znak mal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D271600" w14:textId="77777777" w:rsidR="0030631D" w:rsidRDefault="0030631D">
    <w:pPr>
      <w:pStyle w:val="Zhlav"/>
      <w:rPr>
        <w:rFonts w:ascii="Arial" w:hAnsi="Arial" w:cs="Arial"/>
        <w:b/>
        <w:color w:val="009BD2"/>
        <w:sz w:val="22"/>
        <w:szCs w:val="22"/>
      </w:rPr>
    </w:pPr>
    <w:r w:rsidRPr="00B21289">
      <w:rPr>
        <w:rFonts w:ascii="Arial" w:hAnsi="Arial" w:cs="Arial"/>
        <w:b/>
        <w:color w:val="009BD2"/>
        <w:sz w:val="22"/>
        <w:szCs w:val="22"/>
      </w:rPr>
      <w:t>BŘEZOVÁ-OLEŠKO</w:t>
    </w:r>
  </w:p>
  <w:p w14:paraId="0D271601" w14:textId="77777777" w:rsidR="0030631D" w:rsidRDefault="0030631D">
    <w:pPr>
      <w:pStyle w:val="Zhlav"/>
      <w:rPr>
        <w:rFonts w:ascii="Arial" w:hAnsi="Arial" w:cs="Arial"/>
        <w:b/>
        <w:color w:val="009BD2"/>
        <w:sz w:val="22"/>
        <w:szCs w:val="22"/>
      </w:rPr>
    </w:pPr>
  </w:p>
  <w:p w14:paraId="0D271602" w14:textId="77777777" w:rsidR="0030631D" w:rsidRPr="00B21289" w:rsidRDefault="0030631D">
    <w:pPr>
      <w:pStyle w:val="Zhlav"/>
      <w:rPr>
        <w:rFonts w:ascii="Arial" w:hAnsi="Arial" w:cs="Arial"/>
        <w:b/>
        <w:color w:val="009BD2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2DE8C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61AB7"/>
    <w:multiLevelType w:val="hybridMultilevel"/>
    <w:tmpl w:val="E24AE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30BE2"/>
    <w:multiLevelType w:val="hybridMultilevel"/>
    <w:tmpl w:val="1C38F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72343"/>
    <w:multiLevelType w:val="hybridMultilevel"/>
    <w:tmpl w:val="A0FC8DE8"/>
    <w:lvl w:ilvl="0" w:tplc="51BC1F78">
      <w:start w:val="7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52A4F"/>
    <w:multiLevelType w:val="hybridMultilevel"/>
    <w:tmpl w:val="849CF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235AA"/>
    <w:multiLevelType w:val="hybridMultilevel"/>
    <w:tmpl w:val="B52E5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9282D"/>
    <w:multiLevelType w:val="hybridMultilevel"/>
    <w:tmpl w:val="1E449FFE"/>
    <w:lvl w:ilvl="0" w:tplc="040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6E54C9"/>
    <w:multiLevelType w:val="hybridMultilevel"/>
    <w:tmpl w:val="75941122"/>
    <w:lvl w:ilvl="0" w:tplc="64A6C8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10D6D"/>
    <w:multiLevelType w:val="hybridMultilevel"/>
    <w:tmpl w:val="31FE3D7E"/>
    <w:lvl w:ilvl="0" w:tplc="A6A4693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843B15"/>
    <w:multiLevelType w:val="hybridMultilevel"/>
    <w:tmpl w:val="CA6631D6"/>
    <w:lvl w:ilvl="0" w:tplc="33FEE110">
      <w:start w:val="14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63">
      <o:colormru v:ext="edit" colors="#30be30,#269626,#6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7AF"/>
    <w:rsid w:val="00003145"/>
    <w:rsid w:val="00005317"/>
    <w:rsid w:val="00011685"/>
    <w:rsid w:val="00014CC6"/>
    <w:rsid w:val="000326E0"/>
    <w:rsid w:val="00033B24"/>
    <w:rsid w:val="000426A0"/>
    <w:rsid w:val="00044B9B"/>
    <w:rsid w:val="000559C4"/>
    <w:rsid w:val="00062D01"/>
    <w:rsid w:val="00080E90"/>
    <w:rsid w:val="00091519"/>
    <w:rsid w:val="00093B6A"/>
    <w:rsid w:val="000A14BF"/>
    <w:rsid w:val="000B5BDD"/>
    <w:rsid w:val="000B7B3A"/>
    <w:rsid w:val="000B7F02"/>
    <w:rsid w:val="000F1468"/>
    <w:rsid w:val="00120138"/>
    <w:rsid w:val="00130497"/>
    <w:rsid w:val="001406D3"/>
    <w:rsid w:val="00172736"/>
    <w:rsid w:val="00175B29"/>
    <w:rsid w:val="001B0288"/>
    <w:rsid w:val="0023527F"/>
    <w:rsid w:val="0024761C"/>
    <w:rsid w:val="002477DA"/>
    <w:rsid w:val="00254CD8"/>
    <w:rsid w:val="00260A40"/>
    <w:rsid w:val="00267110"/>
    <w:rsid w:val="002A1AD0"/>
    <w:rsid w:val="002A1E8D"/>
    <w:rsid w:val="002B5E07"/>
    <w:rsid w:val="002C0DFE"/>
    <w:rsid w:val="002D35A1"/>
    <w:rsid w:val="002E0633"/>
    <w:rsid w:val="002E75D7"/>
    <w:rsid w:val="002E75EC"/>
    <w:rsid w:val="0030631D"/>
    <w:rsid w:val="00316B32"/>
    <w:rsid w:val="00364331"/>
    <w:rsid w:val="003648BE"/>
    <w:rsid w:val="00373974"/>
    <w:rsid w:val="003964B6"/>
    <w:rsid w:val="003A3D37"/>
    <w:rsid w:val="003B16C1"/>
    <w:rsid w:val="003C32F1"/>
    <w:rsid w:val="003E71A6"/>
    <w:rsid w:val="00422057"/>
    <w:rsid w:val="004317AF"/>
    <w:rsid w:val="0043184A"/>
    <w:rsid w:val="0047040D"/>
    <w:rsid w:val="00474744"/>
    <w:rsid w:val="004907EB"/>
    <w:rsid w:val="00493C15"/>
    <w:rsid w:val="004A0FB2"/>
    <w:rsid w:val="004B1959"/>
    <w:rsid w:val="004C34C0"/>
    <w:rsid w:val="004D27D6"/>
    <w:rsid w:val="004E0A91"/>
    <w:rsid w:val="00530398"/>
    <w:rsid w:val="00544BEC"/>
    <w:rsid w:val="005B55CA"/>
    <w:rsid w:val="005B744A"/>
    <w:rsid w:val="005C7A46"/>
    <w:rsid w:val="005D7BEA"/>
    <w:rsid w:val="005E05BB"/>
    <w:rsid w:val="005E584D"/>
    <w:rsid w:val="00600BBE"/>
    <w:rsid w:val="0060776B"/>
    <w:rsid w:val="00630662"/>
    <w:rsid w:val="00693E31"/>
    <w:rsid w:val="006A011E"/>
    <w:rsid w:val="006B2F71"/>
    <w:rsid w:val="006B5989"/>
    <w:rsid w:val="006F08B6"/>
    <w:rsid w:val="006F2461"/>
    <w:rsid w:val="00704C09"/>
    <w:rsid w:val="00707EEA"/>
    <w:rsid w:val="00711624"/>
    <w:rsid w:val="007225DA"/>
    <w:rsid w:val="00751354"/>
    <w:rsid w:val="007764DA"/>
    <w:rsid w:val="00787ADA"/>
    <w:rsid w:val="00797C69"/>
    <w:rsid w:val="007C7CA6"/>
    <w:rsid w:val="007F6D56"/>
    <w:rsid w:val="008037FA"/>
    <w:rsid w:val="00806B36"/>
    <w:rsid w:val="00810DC3"/>
    <w:rsid w:val="00823BE3"/>
    <w:rsid w:val="0083692F"/>
    <w:rsid w:val="00840897"/>
    <w:rsid w:val="0084362C"/>
    <w:rsid w:val="00852CFE"/>
    <w:rsid w:val="008566BA"/>
    <w:rsid w:val="00864E05"/>
    <w:rsid w:val="008708A9"/>
    <w:rsid w:val="008931C6"/>
    <w:rsid w:val="008C742A"/>
    <w:rsid w:val="008F2F1D"/>
    <w:rsid w:val="008F5F80"/>
    <w:rsid w:val="00900D51"/>
    <w:rsid w:val="00903E10"/>
    <w:rsid w:val="00906F49"/>
    <w:rsid w:val="009340D3"/>
    <w:rsid w:val="00961550"/>
    <w:rsid w:val="00963F7A"/>
    <w:rsid w:val="009711F4"/>
    <w:rsid w:val="00981FFC"/>
    <w:rsid w:val="009A082C"/>
    <w:rsid w:val="009E573C"/>
    <w:rsid w:val="009F038A"/>
    <w:rsid w:val="00A200EC"/>
    <w:rsid w:val="00A323F9"/>
    <w:rsid w:val="00A46F79"/>
    <w:rsid w:val="00A50DF2"/>
    <w:rsid w:val="00A756B4"/>
    <w:rsid w:val="00AC0526"/>
    <w:rsid w:val="00AC1ACC"/>
    <w:rsid w:val="00AC5B5E"/>
    <w:rsid w:val="00AC6B9A"/>
    <w:rsid w:val="00AD2960"/>
    <w:rsid w:val="00B21029"/>
    <w:rsid w:val="00B21116"/>
    <w:rsid w:val="00B21289"/>
    <w:rsid w:val="00B624B8"/>
    <w:rsid w:val="00B6380E"/>
    <w:rsid w:val="00B64C4C"/>
    <w:rsid w:val="00B75508"/>
    <w:rsid w:val="00B912DE"/>
    <w:rsid w:val="00BB4132"/>
    <w:rsid w:val="00BC1DCC"/>
    <w:rsid w:val="00BC3C89"/>
    <w:rsid w:val="00BC6880"/>
    <w:rsid w:val="00BD2196"/>
    <w:rsid w:val="00BD25FA"/>
    <w:rsid w:val="00BE5279"/>
    <w:rsid w:val="00C03D16"/>
    <w:rsid w:val="00C10F93"/>
    <w:rsid w:val="00C1388C"/>
    <w:rsid w:val="00C14F30"/>
    <w:rsid w:val="00C178BE"/>
    <w:rsid w:val="00C64C66"/>
    <w:rsid w:val="00C7405B"/>
    <w:rsid w:val="00C77FF5"/>
    <w:rsid w:val="00C81178"/>
    <w:rsid w:val="00CA1AAF"/>
    <w:rsid w:val="00CB6270"/>
    <w:rsid w:val="00CD1CEA"/>
    <w:rsid w:val="00CF5656"/>
    <w:rsid w:val="00D16753"/>
    <w:rsid w:val="00D562AA"/>
    <w:rsid w:val="00D61379"/>
    <w:rsid w:val="00D622C0"/>
    <w:rsid w:val="00D72DEB"/>
    <w:rsid w:val="00D76ED8"/>
    <w:rsid w:val="00DC231B"/>
    <w:rsid w:val="00DC39AB"/>
    <w:rsid w:val="00DD094B"/>
    <w:rsid w:val="00DD1CD0"/>
    <w:rsid w:val="00E11226"/>
    <w:rsid w:val="00E46153"/>
    <w:rsid w:val="00E618D6"/>
    <w:rsid w:val="00E61C9A"/>
    <w:rsid w:val="00E816C7"/>
    <w:rsid w:val="00E869F1"/>
    <w:rsid w:val="00EF1CA7"/>
    <w:rsid w:val="00F03C93"/>
    <w:rsid w:val="00F26D72"/>
    <w:rsid w:val="00F3581D"/>
    <w:rsid w:val="00F46276"/>
    <w:rsid w:val="00F51830"/>
    <w:rsid w:val="00F66349"/>
    <w:rsid w:val="00F6696A"/>
    <w:rsid w:val="00F75CD3"/>
    <w:rsid w:val="00FA1BD3"/>
    <w:rsid w:val="00FD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>
      <o:colormru v:ext="edit" colors="#30be30,#269626,#6cf"/>
    </o:shapedefaults>
    <o:shapelayout v:ext="edit">
      <o:idmap v:ext="edit" data="1"/>
    </o:shapelayout>
  </w:shapeDefaults>
  <w:decimalSymbol w:val=","/>
  <w:listSeparator w:val=";"/>
  <w14:docId w14:val="0D2715CD"/>
  <w15:docId w15:val="{732ED3DA-EA05-4C87-90B8-EFE0EE70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2F1"/>
    <w:pPr>
      <w:ind w:left="284"/>
    </w:pPr>
  </w:style>
  <w:style w:type="paragraph" w:styleId="Nadpis1">
    <w:name w:val="heading 1"/>
    <w:basedOn w:val="Normln"/>
    <w:next w:val="Normln"/>
    <w:qFormat/>
    <w:rsid w:val="003C32F1"/>
    <w:pPr>
      <w:keepNext/>
      <w:ind w:left="2268"/>
      <w:outlineLvl w:val="0"/>
    </w:pPr>
    <w:rPr>
      <w:b/>
      <w:color w:val="FFFFFF"/>
      <w:sz w:val="32"/>
    </w:rPr>
  </w:style>
  <w:style w:type="paragraph" w:styleId="Nadpis2">
    <w:name w:val="heading 2"/>
    <w:basedOn w:val="Normln"/>
    <w:next w:val="Normln"/>
    <w:qFormat/>
    <w:rsid w:val="003C32F1"/>
    <w:pPr>
      <w:keepNext/>
      <w:ind w:left="0"/>
      <w:outlineLvl w:val="1"/>
    </w:pPr>
    <w:rPr>
      <w:b/>
      <w:color w:val="3399FF"/>
      <w:sz w:val="32"/>
    </w:rPr>
  </w:style>
  <w:style w:type="paragraph" w:styleId="Nadpis3">
    <w:name w:val="heading 3"/>
    <w:basedOn w:val="Normln"/>
    <w:next w:val="Normln"/>
    <w:qFormat/>
    <w:rsid w:val="003C32F1"/>
    <w:pPr>
      <w:keepNext/>
      <w:spacing w:line="360" w:lineRule="auto"/>
      <w:ind w:left="1418" w:hanging="284"/>
      <w:outlineLvl w:val="2"/>
    </w:pPr>
    <w:rPr>
      <w:sz w:val="24"/>
      <w:szCs w:val="32"/>
    </w:rPr>
  </w:style>
  <w:style w:type="paragraph" w:styleId="Nadpis4">
    <w:name w:val="heading 4"/>
    <w:basedOn w:val="Normln"/>
    <w:next w:val="Normln"/>
    <w:qFormat/>
    <w:rsid w:val="003C32F1"/>
    <w:pPr>
      <w:keepNext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C32F1"/>
    <w:pPr>
      <w:tabs>
        <w:tab w:val="left" w:pos="1134"/>
      </w:tabs>
      <w:ind w:left="0"/>
    </w:pPr>
  </w:style>
  <w:style w:type="paragraph" w:styleId="Zpat">
    <w:name w:val="footer"/>
    <w:basedOn w:val="Normln"/>
    <w:semiHidden/>
    <w:rsid w:val="003C32F1"/>
    <w:pPr>
      <w:tabs>
        <w:tab w:val="left" w:pos="1134"/>
      </w:tabs>
      <w:ind w:left="0"/>
    </w:pPr>
  </w:style>
  <w:style w:type="character" w:styleId="Hypertextovodkaz">
    <w:name w:val="Hyperlink"/>
    <w:semiHidden/>
    <w:rsid w:val="003C32F1"/>
    <w:rPr>
      <w:color w:val="0000FF"/>
      <w:u w:val="single"/>
    </w:rPr>
  </w:style>
  <w:style w:type="paragraph" w:customStyle="1" w:styleId="Dopisadr-jmno">
    <w:name w:val="Dopis adr.-jméno"/>
    <w:basedOn w:val="Normln"/>
    <w:rsid w:val="003C32F1"/>
    <w:pPr>
      <w:tabs>
        <w:tab w:val="left" w:pos="1134"/>
      </w:tabs>
      <w:spacing w:line="360" w:lineRule="auto"/>
      <w:ind w:left="5670"/>
    </w:pPr>
    <w:rPr>
      <w:b/>
      <w:sz w:val="24"/>
    </w:rPr>
  </w:style>
  <w:style w:type="paragraph" w:customStyle="1" w:styleId="Dopisadr-PSC">
    <w:name w:val="Dopis adr.-PSC"/>
    <w:basedOn w:val="Dopisadr-jmno"/>
    <w:next w:val="Dopis-datum"/>
    <w:rsid w:val="003C32F1"/>
    <w:pPr>
      <w:spacing w:line="1200" w:lineRule="auto"/>
      <w:ind w:left="4820"/>
    </w:pPr>
  </w:style>
  <w:style w:type="paragraph" w:customStyle="1" w:styleId="Dopisadr-ulice">
    <w:name w:val="Dopis adr.-ulice"/>
    <w:basedOn w:val="Dopisadr-jmno"/>
    <w:next w:val="Dopisadr-PSC"/>
    <w:rsid w:val="003C32F1"/>
  </w:style>
  <w:style w:type="paragraph" w:customStyle="1" w:styleId="Dopis-datum">
    <w:name w:val="Dopis - datum"/>
    <w:basedOn w:val="Dopisadr-jmno"/>
    <w:next w:val="Dopis-vc"/>
    <w:rsid w:val="003C32F1"/>
    <w:pPr>
      <w:spacing w:line="480" w:lineRule="auto"/>
      <w:ind w:left="7938"/>
    </w:pPr>
  </w:style>
  <w:style w:type="paragraph" w:customStyle="1" w:styleId="Dopis-vc">
    <w:name w:val="Dopis - věc"/>
    <w:basedOn w:val="Dopisadr-jmno"/>
    <w:next w:val="Normln"/>
    <w:rsid w:val="003C32F1"/>
    <w:pPr>
      <w:spacing w:line="720" w:lineRule="auto"/>
      <w:ind w:left="0"/>
    </w:pPr>
    <w:rPr>
      <w:u w:val="single"/>
    </w:rPr>
  </w:style>
  <w:style w:type="character" w:styleId="Sledovanodkaz">
    <w:name w:val="FollowedHyperlink"/>
    <w:semiHidden/>
    <w:rsid w:val="003C32F1"/>
    <w:rPr>
      <w:color w:val="800080"/>
      <w:u w:val="single"/>
    </w:rPr>
  </w:style>
  <w:style w:type="paragraph" w:customStyle="1" w:styleId="Barevnseznamzvraznn11">
    <w:name w:val="Barevný seznam – zvýraznění 11"/>
    <w:basedOn w:val="Normln"/>
    <w:uiPriority w:val="99"/>
    <w:qFormat/>
    <w:rsid w:val="00AC0526"/>
    <w:pPr>
      <w:ind w:left="720"/>
      <w:contextualSpacing/>
    </w:pPr>
    <w:rPr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F66349"/>
    <w:pPr>
      <w:widowControl w:val="0"/>
      <w:autoSpaceDE w:val="0"/>
      <w:autoSpaceDN w:val="0"/>
      <w:adjustRightInd w:val="0"/>
      <w:spacing w:line="288" w:lineRule="auto"/>
      <w:ind w:left="0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F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F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6711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AD2960"/>
    <w:pPr>
      <w:spacing w:before="100" w:beforeAutospacing="1" w:after="100" w:afterAutospacing="1"/>
      <w:ind w:left="0"/>
    </w:pPr>
    <w:rPr>
      <w:rFonts w:eastAsiaTheme="minorHAnsi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9F038A"/>
  </w:style>
  <w:style w:type="paragraph" w:styleId="Nzev">
    <w:name w:val="Title"/>
    <w:basedOn w:val="Normln"/>
    <w:next w:val="Normln"/>
    <w:link w:val="NzevChar"/>
    <w:uiPriority w:val="10"/>
    <w:qFormat/>
    <w:rsid w:val="009F038A"/>
    <w:pPr>
      <w:pBdr>
        <w:bottom w:val="single" w:sz="8" w:space="4" w:color="4F81BD"/>
      </w:pBdr>
      <w:spacing w:after="300"/>
      <w:ind w:left="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9F038A"/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paragraph" w:styleId="Zkladntext">
    <w:name w:val="Body Text"/>
    <w:basedOn w:val="Normln"/>
    <w:link w:val="ZkladntextChar"/>
    <w:semiHidden/>
    <w:unhideWhenUsed/>
    <w:rsid w:val="009F038A"/>
    <w:pPr>
      <w:tabs>
        <w:tab w:val="left" w:pos="3544"/>
        <w:tab w:val="left" w:pos="5812"/>
        <w:tab w:val="left" w:pos="7938"/>
      </w:tabs>
      <w:ind w:left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F038A"/>
    <w:rPr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4CD8"/>
    <w:pPr>
      <w:ind w:left="0"/>
    </w:pPr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4CD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54CD8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2D3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9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ur-lex.europa.eu/legal-content/CS/TXT/HTML/?uri=CELEX:32016R0679&amp;from=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uzana.krausova@sms-slu&#382;by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oou.cz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rezova-olesko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odatelna@brezova-olesko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rezova-olesko.cz/sazby-za-poskytovani-informaci/d-1017/p1=6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ndra\Desktop\Obec\Dopis%20obecn&#237;%20&#250;&#345;ad%20vzo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8" ma:contentTypeDescription="Vytvoří nový dokument" ma:contentTypeScope="" ma:versionID="ec643bdedc0f81d0c8b28f966c8acd0e">
  <xsd:schema xmlns:xsd="http://www.w3.org/2001/XMLSchema" xmlns:xs="http://www.w3.org/2001/XMLSchema" xmlns:p="http://schemas.microsoft.com/office/2006/metadata/properties" xmlns:ns2="e0c6c14d-5b6f-45c3-807d-c0d92706cdbd" targetNamespace="http://schemas.microsoft.com/office/2006/metadata/properties" ma:root="true" ma:fieldsID="9a9bce04136a9188bb181db09b331e19" ns2:_="">
    <xsd:import namespace="e0c6c14d-5b6f-45c3-807d-c0d92706c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EFDFBB-571E-403A-948D-0503CEDA7C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8E9E2A-C448-4625-868A-DD85E4EC56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3B860C-D1FC-4EFA-9378-CF7B342BC0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2A732-541A-4C03-B11D-9E227AE51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obecní úřad vzor.dotx</Template>
  <TotalTime>1</TotalTime>
  <Pages>2</Pages>
  <Words>996</Words>
  <Characters>5879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Obecní Úřad Březová - Oleško</vt:lpstr>
      <vt:lpstr>Obecní Úřad Březová - Oleško</vt:lpstr>
    </vt:vector>
  </TitlesOfParts>
  <Company>OÚ Březová - Oleško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Březová - Oleško</dc:title>
  <dc:creator>Ondra</dc:creator>
  <cp:lastModifiedBy>Markéta Bernardová</cp:lastModifiedBy>
  <cp:revision>2</cp:revision>
  <cp:lastPrinted>2018-05-25T09:19:00Z</cp:lastPrinted>
  <dcterms:created xsi:type="dcterms:W3CDTF">2021-10-06T06:33:00Z</dcterms:created>
  <dcterms:modified xsi:type="dcterms:W3CDTF">2021-10-06T06:33:00Z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