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AF633A"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99151A">
        <w:rPr>
          <w:b/>
          <w:sz w:val="32"/>
        </w:rPr>
        <w:t xml:space="preserve">VEŘEJNOPRÁVNÍ </w: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743232">
        <w:t>0</w:t>
      </w:r>
      <w:r w:rsidR="00A02866">
        <w:t>2</w:t>
      </w:r>
      <w:r w:rsidR="001D30E4" w:rsidRPr="00112FEE">
        <w:t>/</w:t>
      </w:r>
      <w:r w:rsidR="00743232">
        <w:t>2</w:t>
      </w:r>
      <w:r w:rsidR="00A02866">
        <w:t>2</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99151A" w:rsidRDefault="0019673C" w:rsidP="0019673C">
      <w:pPr>
        <w:rPr>
          <w:b/>
        </w:rPr>
      </w:pPr>
      <w:r w:rsidRPr="0099151A">
        <w:rPr>
          <w:b/>
        </w:rPr>
        <w:t xml:space="preserve">2. </w:t>
      </w:r>
      <w:r w:rsidR="0099151A" w:rsidRPr="0099151A">
        <w:rPr>
          <w:b/>
        </w:rPr>
        <w:t>Orel jednota Čebín</w:t>
      </w:r>
    </w:p>
    <w:p w:rsidR="000C03AE" w:rsidRDefault="0019673C" w:rsidP="0019673C">
      <w:r w:rsidRPr="0099151A">
        <w:t>zastoupený:</w:t>
      </w:r>
      <w:r w:rsidR="0066247A" w:rsidRPr="0099151A">
        <w:tab/>
      </w:r>
      <w:r w:rsidR="0066247A" w:rsidRPr="0099151A">
        <w:tab/>
      </w:r>
      <w:r w:rsidR="0066247A" w:rsidRPr="0099151A">
        <w:tab/>
      </w:r>
      <w:r w:rsidR="0099151A" w:rsidRPr="0099151A">
        <w:t>Tomášem Křížem, starostou jednoty</w:t>
      </w:r>
    </w:p>
    <w:p w:rsidR="00A02866" w:rsidRPr="0099151A" w:rsidRDefault="00A02866" w:rsidP="0019673C">
      <w:r>
        <w:tab/>
      </w:r>
      <w:r>
        <w:tab/>
      </w:r>
      <w:r>
        <w:tab/>
      </w:r>
      <w:r>
        <w:tab/>
        <w:t>Bohuslavem Husákem, místostarostou jednoty</w:t>
      </w:r>
      <w:bookmarkStart w:id="0" w:name="_GoBack"/>
      <w:bookmarkEnd w:id="0"/>
    </w:p>
    <w:p w:rsidR="0019673C" w:rsidRPr="0099151A" w:rsidRDefault="00313F74" w:rsidP="0019673C">
      <w:r w:rsidRPr="0099151A">
        <w:t>s</w:t>
      </w:r>
      <w:r w:rsidR="00483A97" w:rsidRPr="0099151A">
        <w:t>ídlo:</w:t>
      </w:r>
      <w:r w:rsidR="0066247A" w:rsidRPr="0099151A">
        <w:tab/>
      </w:r>
      <w:r w:rsidR="0066247A" w:rsidRPr="0099151A">
        <w:tab/>
      </w:r>
      <w:r w:rsidR="0066247A" w:rsidRPr="0099151A">
        <w:tab/>
      </w:r>
      <w:r w:rsidR="0066247A" w:rsidRPr="0099151A">
        <w:tab/>
      </w:r>
      <w:r w:rsidR="0099151A" w:rsidRPr="0099151A">
        <w:t>Čebín 124, 664 23</w:t>
      </w:r>
    </w:p>
    <w:p w:rsidR="0019673C" w:rsidRPr="0099151A" w:rsidRDefault="00D64219" w:rsidP="0019673C">
      <w:r w:rsidRPr="0099151A">
        <w:t>IČ:</w:t>
      </w:r>
      <w:r w:rsidR="00202D0A" w:rsidRPr="0099151A">
        <w:tab/>
      </w:r>
      <w:r w:rsidR="00202D0A" w:rsidRPr="0099151A">
        <w:tab/>
      </w:r>
      <w:r w:rsidR="00202D0A" w:rsidRPr="0099151A">
        <w:tab/>
      </w:r>
      <w:r w:rsidR="00202D0A" w:rsidRPr="0099151A">
        <w:tab/>
      </w:r>
      <w:r w:rsidR="0099151A" w:rsidRPr="0099151A">
        <w:t>75013584</w:t>
      </w:r>
    </w:p>
    <w:p w:rsidR="0019673C" w:rsidRPr="0099151A" w:rsidRDefault="00D64219" w:rsidP="0019673C">
      <w:r w:rsidRPr="0099151A">
        <w:t>tel.:</w:t>
      </w:r>
      <w:r w:rsidR="0066247A" w:rsidRPr="0099151A">
        <w:tab/>
      </w:r>
      <w:r w:rsidR="0066247A" w:rsidRPr="0099151A">
        <w:tab/>
      </w:r>
      <w:r w:rsidR="0066247A" w:rsidRPr="0099151A">
        <w:tab/>
      </w:r>
      <w:r w:rsidR="0066247A" w:rsidRPr="0099151A">
        <w:tab/>
      </w:r>
      <w:r w:rsidR="0099151A" w:rsidRPr="0099151A">
        <w:t>602505257</w:t>
      </w:r>
    </w:p>
    <w:p w:rsidR="0019673C" w:rsidRPr="0099151A" w:rsidRDefault="00D64219" w:rsidP="0019673C">
      <w:r w:rsidRPr="0099151A">
        <w:t>e-mail:</w:t>
      </w:r>
      <w:r w:rsidR="0066247A" w:rsidRPr="0099151A">
        <w:tab/>
      </w:r>
      <w:r w:rsidR="0066247A" w:rsidRPr="0099151A">
        <w:tab/>
      </w:r>
      <w:r w:rsidR="0066247A" w:rsidRPr="0099151A">
        <w:tab/>
      </w:r>
      <w:r w:rsidR="0066247A" w:rsidRPr="0099151A">
        <w:tab/>
      </w:r>
      <w:r w:rsidR="0099151A" w:rsidRPr="0099151A">
        <w:t>tomorkar</w:t>
      </w:r>
      <w:r w:rsidR="0099151A" w:rsidRPr="0099151A">
        <w:rPr>
          <w:lang w:val="en-US"/>
        </w:rPr>
        <w:t>@</w:t>
      </w:r>
      <w:r w:rsidR="0099151A" w:rsidRPr="0099151A">
        <w:t>seznam.cz</w:t>
      </w:r>
    </w:p>
    <w:p w:rsidR="0019673C" w:rsidRPr="0099151A" w:rsidRDefault="0019673C" w:rsidP="0019673C">
      <w:r w:rsidRPr="0099151A">
        <w:t>bankovní</w:t>
      </w:r>
      <w:r w:rsidR="0099151A" w:rsidRPr="0099151A">
        <w:t xml:space="preserve"> spojení, </w:t>
      </w:r>
      <w:r w:rsidRPr="0099151A">
        <w:t>č.</w:t>
      </w:r>
      <w:r w:rsidR="008D611B" w:rsidRPr="0099151A">
        <w:t xml:space="preserve"> </w:t>
      </w:r>
      <w:r w:rsidRPr="0099151A">
        <w:t>ú.:</w:t>
      </w:r>
      <w:r w:rsidR="0099151A" w:rsidRPr="0099151A">
        <w:tab/>
        <w:t>213948671/0300</w:t>
      </w:r>
    </w:p>
    <w:p w:rsidR="0019673C" w:rsidRPr="0099151A" w:rsidRDefault="0019673C" w:rsidP="0019673C">
      <w:r w:rsidRPr="0099151A">
        <w:t>(dále jen „příjemce“)</w:t>
      </w:r>
    </w:p>
    <w:p w:rsidR="0019673C" w:rsidRPr="0099151A" w:rsidRDefault="0019673C" w:rsidP="0019673C"/>
    <w:p w:rsidR="0019673C" w:rsidRPr="0099151A" w:rsidRDefault="0019673C" w:rsidP="0019673C"/>
    <w:p w:rsidR="0019673C" w:rsidRPr="0099151A" w:rsidRDefault="0019673C" w:rsidP="0019673C">
      <w:pPr>
        <w:jc w:val="center"/>
      </w:pPr>
      <w:r w:rsidRPr="0099151A">
        <w:t>uzavírají tuto</w:t>
      </w:r>
    </w:p>
    <w:p w:rsidR="0019673C" w:rsidRPr="0099151A" w:rsidRDefault="0019673C" w:rsidP="0019673C">
      <w:pPr>
        <w:jc w:val="center"/>
      </w:pPr>
    </w:p>
    <w:p w:rsidR="0019673C" w:rsidRPr="0099151A" w:rsidRDefault="0019673C" w:rsidP="0019673C">
      <w:pPr>
        <w:jc w:val="center"/>
        <w:rPr>
          <w:b/>
        </w:rPr>
      </w:pPr>
      <w:r w:rsidRPr="0099151A">
        <w:rPr>
          <w:b/>
        </w:rPr>
        <w:t>SMLOUVU</w:t>
      </w:r>
    </w:p>
    <w:p w:rsidR="0019673C" w:rsidRPr="0099151A" w:rsidRDefault="0019673C" w:rsidP="0019673C">
      <w:pPr>
        <w:jc w:val="center"/>
        <w:rPr>
          <w:b/>
        </w:rPr>
      </w:pPr>
      <w:r w:rsidRPr="0099151A">
        <w:rPr>
          <w:b/>
        </w:rPr>
        <w:t xml:space="preserve">O POSKYTNUTÍ DOTACE Z ROZPOČTU </w:t>
      </w:r>
      <w:r w:rsidR="000C03AE" w:rsidRPr="0099151A">
        <w:rPr>
          <w:b/>
        </w:rPr>
        <w:t>OBCE ČEBÍN</w:t>
      </w:r>
    </w:p>
    <w:p w:rsidR="0019673C" w:rsidRPr="0099151A" w:rsidRDefault="0019673C" w:rsidP="00A33A53">
      <w:pPr>
        <w:rPr>
          <w:b/>
        </w:rPr>
      </w:pPr>
    </w:p>
    <w:p w:rsidR="0019673C" w:rsidRPr="0099151A" w:rsidRDefault="0019673C" w:rsidP="0019673C">
      <w:pPr>
        <w:jc w:val="center"/>
        <w:rPr>
          <w:b/>
        </w:rPr>
      </w:pPr>
      <w:r w:rsidRPr="0099151A">
        <w:rPr>
          <w:b/>
        </w:rPr>
        <w:t>Článek I.</w:t>
      </w:r>
    </w:p>
    <w:p w:rsidR="0019673C" w:rsidRPr="0099151A" w:rsidRDefault="0019673C" w:rsidP="0019673C">
      <w:pPr>
        <w:jc w:val="center"/>
        <w:rPr>
          <w:b/>
        </w:rPr>
      </w:pPr>
      <w:r w:rsidRPr="0099151A">
        <w:rPr>
          <w:b/>
        </w:rPr>
        <w:t>Účel dotace</w:t>
      </w:r>
    </w:p>
    <w:p w:rsidR="0019673C" w:rsidRPr="0099151A" w:rsidRDefault="0019673C" w:rsidP="0019673C">
      <w:pPr>
        <w:jc w:val="center"/>
        <w:rPr>
          <w:b/>
        </w:rPr>
      </w:pPr>
    </w:p>
    <w:p w:rsidR="0019673C" w:rsidRPr="00112FEE" w:rsidRDefault="0019673C" w:rsidP="00FE3104">
      <w:pPr>
        <w:numPr>
          <w:ilvl w:val="0"/>
          <w:numId w:val="13"/>
        </w:numPr>
      </w:pPr>
      <w:r w:rsidRPr="0099151A">
        <w:t xml:space="preserve">Předmětem této smlouvy je poskytnutí účelové </w:t>
      </w:r>
      <w:r w:rsidRPr="0099151A">
        <w:rPr>
          <w:b/>
        </w:rPr>
        <w:t>neinvestiční</w:t>
      </w:r>
      <w:r w:rsidRPr="0099151A">
        <w:t xml:space="preserve"> finanční podpory z rozpočtu</w:t>
      </w:r>
      <w:r w:rsidRPr="00112FEE">
        <w:t xml:space="preserve"> poskytovatele ve formě dotace (dále jen „dotace“) na</w:t>
      </w:r>
      <w:r w:rsidR="00DA50BB" w:rsidRPr="00112FEE">
        <w:t xml:space="preserve"> </w:t>
      </w:r>
      <w:r w:rsidRPr="00112FEE">
        <w:t xml:space="preserve">realizaci projektu </w:t>
      </w:r>
      <w:r w:rsidR="002C3755" w:rsidRPr="00112FEE">
        <w:rPr>
          <w:b/>
        </w:rPr>
        <w:t>„</w:t>
      </w:r>
      <w:r w:rsidR="00206EC0">
        <w:rPr>
          <w:b/>
        </w:rPr>
        <w:t>Podpora orelské činnosti v roce</w:t>
      </w:r>
      <w:r w:rsidR="00CE77E1">
        <w:rPr>
          <w:b/>
        </w:rPr>
        <w:t xml:space="preserve"> 20</w:t>
      </w:r>
      <w:r w:rsidR="00743232">
        <w:rPr>
          <w:b/>
        </w:rPr>
        <w:t>2</w:t>
      </w:r>
      <w:r w:rsidR="00A02866">
        <w:rPr>
          <w:b/>
        </w:rPr>
        <w:t>2</w:t>
      </w:r>
      <w:r w:rsidR="002C3755" w:rsidRPr="00112FEE">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99151A">
        <w:rPr>
          <w:b/>
        </w:rPr>
        <w:t>15. 12. 20</w:t>
      </w:r>
      <w:r w:rsidR="00743232">
        <w:rPr>
          <w:b/>
        </w:rPr>
        <w:t>2</w:t>
      </w:r>
      <w:r w:rsidR="00A02866">
        <w:rPr>
          <w:b/>
        </w:rPr>
        <w:t>2</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 xml:space="preserve">ve znění pozdějších předpisů a zákonem č. 250/2000 Sb., o rozpočtových pravidlech </w:t>
      </w:r>
      <w:r w:rsidRPr="00112FEE">
        <w:lastRenderedPageBreak/>
        <w:t>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99151A" w:rsidRDefault="0019673C" w:rsidP="00C86140">
      <w:pPr>
        <w:ind w:left="360"/>
        <w:rPr>
          <w:b/>
          <w:i/>
        </w:rPr>
      </w:pPr>
      <w:r w:rsidRPr="0099151A">
        <w:t xml:space="preserve">Příjemci je poskytována dotace ve výši: </w:t>
      </w:r>
      <w:r w:rsidR="0099151A" w:rsidRPr="0099151A">
        <w:rPr>
          <w:b/>
        </w:rPr>
        <w:t>101.000</w:t>
      </w:r>
      <w:r w:rsidR="00A33A53" w:rsidRPr="0099151A">
        <w:rPr>
          <w:b/>
        </w:rPr>
        <w:t>,-</w:t>
      </w:r>
      <w:r w:rsidRPr="0099151A">
        <w:rPr>
          <w:b/>
        </w:rPr>
        <w:t xml:space="preserve"> Kč</w:t>
      </w:r>
      <w:r w:rsidRPr="0099151A">
        <w:t xml:space="preserve"> (slovy: </w:t>
      </w:r>
      <w:r w:rsidR="0099151A" w:rsidRPr="0099151A">
        <w:rPr>
          <w:b/>
        </w:rPr>
        <w:t>jednostojedentisíc korun českých</w:t>
      </w:r>
      <w:r w:rsidRPr="0099151A">
        <w:t xml:space="preserve">) na realizaci </w:t>
      </w:r>
      <w:r w:rsidR="00DA50BB" w:rsidRPr="0099151A">
        <w:t xml:space="preserve">projektu </w:t>
      </w:r>
      <w:r w:rsidRPr="0099151A">
        <w:t>uvedeného v</w:t>
      </w:r>
      <w:r w:rsidR="00E04FBE" w:rsidRPr="0099151A">
        <w:t> </w:t>
      </w:r>
      <w:r w:rsidRPr="0099151A">
        <w:t>čl. I. této smlouvy.</w:t>
      </w:r>
    </w:p>
    <w:p w:rsidR="0019673C" w:rsidRPr="0099151A" w:rsidRDefault="0019673C" w:rsidP="0019673C">
      <w:pPr>
        <w:ind w:left="360"/>
      </w:pPr>
    </w:p>
    <w:p w:rsidR="00D64219" w:rsidRPr="0099151A" w:rsidRDefault="00D64219" w:rsidP="0019673C">
      <w:pPr>
        <w:ind w:left="360"/>
      </w:pPr>
    </w:p>
    <w:p w:rsidR="00D64219" w:rsidRPr="0099151A" w:rsidRDefault="00D64219" w:rsidP="00D64219">
      <w:pPr>
        <w:ind w:left="360"/>
        <w:jc w:val="center"/>
      </w:pPr>
      <w:r w:rsidRPr="0099151A">
        <w:rPr>
          <w:b/>
        </w:rPr>
        <w:t>Článek III.</w:t>
      </w:r>
    </w:p>
    <w:p w:rsidR="0019673C" w:rsidRPr="0099151A" w:rsidRDefault="00D64219" w:rsidP="00D64219">
      <w:pPr>
        <w:ind w:left="360"/>
        <w:jc w:val="center"/>
        <w:rPr>
          <w:b/>
        </w:rPr>
      </w:pPr>
      <w:r w:rsidRPr="0099151A">
        <w:rPr>
          <w:b/>
        </w:rPr>
        <w:t>Způsob poskytnutí dotace</w:t>
      </w:r>
    </w:p>
    <w:p w:rsidR="00D64219" w:rsidRPr="0099151A" w:rsidRDefault="00D64219" w:rsidP="0019673C">
      <w:pPr>
        <w:ind w:left="360"/>
        <w:rPr>
          <w:b/>
          <w:i/>
        </w:rPr>
      </w:pPr>
    </w:p>
    <w:p w:rsidR="00C22132" w:rsidRPr="00112FEE" w:rsidRDefault="00C22132" w:rsidP="00C22132">
      <w:pPr>
        <w:ind w:left="360"/>
      </w:pPr>
      <w:r w:rsidRPr="0099151A">
        <w:t xml:space="preserve">Dotace bude poukázána </w:t>
      </w:r>
      <w:r w:rsidRPr="0099151A">
        <w:rPr>
          <w:b/>
        </w:rPr>
        <w:t>jednorázově</w:t>
      </w:r>
      <w:r w:rsidRPr="0099151A">
        <w:t xml:space="preserve"> </w:t>
      </w:r>
      <w:r>
        <w:t>v hotovosti při podpisu této smlouvy k rukám statutárního zástupce příjemce</w:t>
      </w:r>
      <w:r w:rsidRPr="00112FEE">
        <w:t>. Dotace je poskytována formou zálohy s povinností následného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112FEE">
        <w:t xml:space="preserve">Příjemce je oprávněn čerpat dotaci k realizaci </w:t>
      </w:r>
      <w:r w:rsidR="00DA50BB" w:rsidRPr="00112FEE">
        <w:t xml:space="preserve">projektu </w:t>
      </w:r>
      <w:r w:rsidRPr="0099151A">
        <w:t xml:space="preserve">nejpozději </w:t>
      </w:r>
      <w:r w:rsidRPr="0099151A">
        <w:rPr>
          <w:b/>
        </w:rPr>
        <w:t xml:space="preserve">do </w:t>
      </w:r>
      <w:r w:rsidR="0099151A" w:rsidRPr="0099151A">
        <w:rPr>
          <w:b/>
        </w:rPr>
        <w:t>15. 12</w:t>
      </w:r>
      <w:r w:rsidR="0099151A">
        <w:rPr>
          <w:b/>
        </w:rPr>
        <w:t>. 20</w:t>
      </w:r>
      <w:r w:rsidR="00A02866">
        <w:rPr>
          <w:b/>
        </w:rPr>
        <w:t>22</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99151A" w:rsidRDefault="0019673C" w:rsidP="00FE3104">
      <w:pPr>
        <w:numPr>
          <w:ilvl w:val="0"/>
          <w:numId w:val="14"/>
        </w:numPr>
        <w:rPr>
          <w:iCs/>
        </w:rPr>
      </w:pPr>
      <w:r w:rsidRPr="0099151A">
        <w:t>Dotace je poskytována na uznatelné výdaje projektu</w:t>
      </w:r>
      <w:r w:rsidR="00D91443" w:rsidRPr="0099151A">
        <w:t>.</w:t>
      </w:r>
      <w:r w:rsidR="00D91443" w:rsidRPr="0099151A">
        <w:rPr>
          <w:b/>
          <w:i/>
        </w:rPr>
        <w:t xml:space="preserve"> </w:t>
      </w:r>
      <w:r w:rsidR="00483A97" w:rsidRPr="0099151A">
        <w:rPr>
          <w:b/>
        </w:rPr>
        <w:t>N</w:t>
      </w:r>
      <w:r w:rsidR="00D91443" w:rsidRPr="0099151A">
        <w:rPr>
          <w:b/>
        </w:rPr>
        <w:t>euznatelnými výdaji</w:t>
      </w:r>
      <w:r w:rsidR="00BF619F" w:rsidRPr="0099151A">
        <w:rPr>
          <w:b/>
        </w:rPr>
        <w:t xml:space="preserve"> </w:t>
      </w:r>
      <w:r w:rsidR="00D91443" w:rsidRPr="0099151A">
        <w:rPr>
          <w:b/>
        </w:rPr>
        <w:t>se rozumí</w:t>
      </w:r>
      <w:r w:rsidRPr="0099151A">
        <w:rPr>
          <w:b/>
        </w:rPr>
        <w:t>:</w:t>
      </w:r>
      <w:r w:rsidRPr="0099151A">
        <w:t xml:space="preserve"> </w:t>
      </w:r>
      <w:r w:rsidRPr="0099151A">
        <w:rPr>
          <w:iCs/>
        </w:rPr>
        <w:t xml:space="preserve">peněžní a věcné dary, s výjimkou věcných cen ve sportovních soutěžích pro děti a mládež, které jsou součástí </w:t>
      </w:r>
      <w:r w:rsidR="00362AEF" w:rsidRPr="0099151A">
        <w:rPr>
          <w:iCs/>
        </w:rPr>
        <w:t>projektu</w:t>
      </w:r>
      <w:r w:rsidRPr="0099151A">
        <w:rPr>
          <w:iCs/>
        </w:rPr>
        <w:t>, pořízení investičního majetku, úhrad</w:t>
      </w:r>
      <w:r w:rsidR="003C0AE3" w:rsidRPr="0099151A">
        <w:rPr>
          <w:iCs/>
        </w:rPr>
        <w:t>a</w:t>
      </w:r>
      <w:r w:rsidRPr="0099151A">
        <w:rPr>
          <w:iCs/>
        </w:rPr>
        <w:t xml:space="preserve"> cestovních ná</w:t>
      </w:r>
      <w:r w:rsidR="00483A97" w:rsidRPr="0099151A">
        <w:rPr>
          <w:iCs/>
        </w:rPr>
        <w:t>hrad nad rámec vymezený zákonem</w:t>
      </w:r>
      <w:r w:rsidRPr="0099151A">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lastRenderedPageBreak/>
        <w:t>Uzn</w:t>
      </w:r>
      <w:r w:rsidRPr="00112FEE">
        <w:t xml:space="preserve">atelné výdaje projektu musí vzniknout v době </w:t>
      </w:r>
      <w:r w:rsidRPr="0099151A">
        <w:rPr>
          <w:b/>
        </w:rPr>
        <w:t xml:space="preserve">od </w:t>
      </w:r>
      <w:r w:rsidR="00357D0C" w:rsidRPr="0099151A">
        <w:rPr>
          <w:b/>
        </w:rPr>
        <w:t>1. 1. 20</w:t>
      </w:r>
      <w:r w:rsidR="00743232">
        <w:rPr>
          <w:b/>
        </w:rPr>
        <w:t>2</w:t>
      </w:r>
      <w:r w:rsidR="00A02866">
        <w:rPr>
          <w:b/>
        </w:rPr>
        <w:t>2</w:t>
      </w:r>
      <w:r w:rsidRPr="00112FEE">
        <w:rPr>
          <w:i/>
        </w:rPr>
        <w:t xml:space="preserve"> </w:t>
      </w:r>
      <w:r w:rsidRPr="00112FEE">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112FEE"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 xml:space="preserve">Příjemce </w:t>
      </w:r>
      <w:r w:rsidRPr="0099151A">
        <w:rPr>
          <w:b/>
        </w:rPr>
        <w:t>odpovídá za</w:t>
      </w:r>
      <w:r w:rsidRPr="0099151A">
        <w:t xml:space="preserve"> řádné vedení a viditelné </w:t>
      </w:r>
      <w:r w:rsidRPr="0099151A">
        <w:rPr>
          <w:b/>
        </w:rPr>
        <w:t>označení</w:t>
      </w:r>
      <w:r w:rsidRPr="0099151A">
        <w:t xml:space="preserve"> </w:t>
      </w:r>
      <w:r w:rsidRPr="0099151A">
        <w:rPr>
          <w:b/>
        </w:rPr>
        <w:t>originálních účetních dokladů</w:t>
      </w:r>
      <w:r w:rsidRPr="0099151A">
        <w:t xml:space="preserve"> prokazujících použití dotace uvedením </w:t>
      </w:r>
      <w:r w:rsidRPr="0099151A">
        <w:rPr>
          <w:b/>
        </w:rPr>
        <w:t>„hrazeno z</w:t>
      </w:r>
      <w:r w:rsidR="006D28A3" w:rsidRPr="0099151A">
        <w:rPr>
          <w:b/>
        </w:rPr>
        <w:t xml:space="preserve"> </w:t>
      </w:r>
      <w:r w:rsidRPr="0099151A">
        <w:rPr>
          <w:b/>
        </w:rPr>
        <w:t xml:space="preserve">dotace </w:t>
      </w:r>
      <w:r w:rsidR="0065509C" w:rsidRPr="0099151A">
        <w:rPr>
          <w:b/>
        </w:rPr>
        <w:t>obce Čebín</w:t>
      </w:r>
      <w:r w:rsidRPr="0099151A">
        <w:rPr>
          <w:b/>
        </w:rPr>
        <w:t xml:space="preserve"> ve výši ______ Kč</w:t>
      </w:r>
      <w:r w:rsidR="0099151A" w:rsidRPr="0099151A">
        <w:rPr>
          <w:b/>
        </w:rPr>
        <w:t>, číslo smlouvy 0</w:t>
      </w:r>
      <w:r w:rsidR="00A02866">
        <w:rPr>
          <w:b/>
        </w:rPr>
        <w:t>2</w:t>
      </w:r>
      <w:r w:rsidR="0099151A" w:rsidRPr="0099151A">
        <w:rPr>
          <w:b/>
        </w:rPr>
        <w:t>/</w:t>
      </w:r>
      <w:r w:rsidR="00743232">
        <w:rPr>
          <w:b/>
        </w:rPr>
        <w:t>2</w:t>
      </w:r>
      <w:r w:rsidR="00A02866">
        <w:rPr>
          <w:b/>
        </w:rPr>
        <w:t>2</w:t>
      </w:r>
      <w:r w:rsidR="0099151A" w:rsidRPr="0099151A">
        <w:rPr>
          <w:b/>
        </w:rPr>
        <w:t>/DOT</w:t>
      </w:r>
      <w:r w:rsidRPr="0099151A">
        <w:rPr>
          <w:b/>
        </w:rPr>
        <w:t>“.</w:t>
      </w:r>
      <w:r w:rsidRPr="0099151A">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w:t>
      </w:r>
      <w:r w:rsidRPr="00112FEE">
        <w:rPr>
          <w:color w:val="000000"/>
        </w:rPr>
        <w:t xml:space="preserve"> probíhá fakturace či platba), originálech evidence docházky a mzdových listech.</w:t>
      </w:r>
    </w:p>
    <w:p w:rsidR="0019673C" w:rsidRPr="00112FEE" w:rsidRDefault="0019673C" w:rsidP="00FE3104">
      <w:pPr>
        <w:numPr>
          <w:ilvl w:val="0"/>
          <w:numId w:val="14"/>
        </w:numPr>
      </w:pPr>
      <w:r w:rsidRPr="00112FEE">
        <w:t>Příjemce je povinen zajistit, aby osoby povinné spolupůsobit při kontrole (zejména dodavatelé zboží a služeb, příp.</w:t>
      </w:r>
      <w:r w:rsidR="00177894" w:rsidRPr="00112FEE">
        <w:t xml:space="preserve"> </w:t>
      </w:r>
      <w:r w:rsidRPr="00112FEE">
        <w:t xml:space="preserve">stavebních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99151A">
        <w:t xml:space="preserve">Příjemce je povinen předložit poskytovateli </w:t>
      </w:r>
      <w:r w:rsidRPr="0099151A">
        <w:rPr>
          <w:b/>
        </w:rPr>
        <w:t xml:space="preserve">nejpozději do </w:t>
      </w:r>
      <w:r w:rsidR="0099151A" w:rsidRPr="0099151A">
        <w:rPr>
          <w:b/>
        </w:rPr>
        <w:t>15</w:t>
      </w:r>
      <w:r w:rsidR="00357D0C" w:rsidRPr="0099151A">
        <w:rPr>
          <w:b/>
        </w:rPr>
        <w:t xml:space="preserve">. </w:t>
      </w:r>
      <w:r w:rsidR="00501121" w:rsidRPr="0099151A">
        <w:rPr>
          <w:b/>
        </w:rPr>
        <w:t>12</w:t>
      </w:r>
      <w:r w:rsidR="00357D0C" w:rsidRPr="0099151A">
        <w:rPr>
          <w:b/>
        </w:rPr>
        <w:t>. 20</w:t>
      </w:r>
      <w:r w:rsidR="00743232">
        <w:rPr>
          <w:b/>
        </w:rPr>
        <w:t>2</w:t>
      </w:r>
      <w:r w:rsidR="00A02866">
        <w:rPr>
          <w:b/>
        </w:rPr>
        <w:t>2</w:t>
      </w:r>
      <w:r w:rsidRPr="0099151A">
        <w:rPr>
          <w:b/>
        </w:rPr>
        <w:t xml:space="preserve"> </w:t>
      </w:r>
      <w:r w:rsidRPr="0099151A">
        <w:t xml:space="preserve">finanční vyúčtování dotace </w:t>
      </w:r>
      <w:r w:rsidR="00501121" w:rsidRPr="0099151A">
        <w:t>a závěrečnou zprávu o způsobu využití dotace a jejím přínosu</w:t>
      </w:r>
      <w:r w:rsidRPr="0099151A">
        <w:t xml:space="preserve">. </w:t>
      </w:r>
      <w:r w:rsidR="00501121" w:rsidRPr="0099151A">
        <w:t xml:space="preserve">Vyúčtování se prování na formulářích, které jsou přílohou této smlouvy. </w:t>
      </w:r>
      <w:r w:rsidRPr="0099151A">
        <w:t xml:space="preserve">V tomto termínu </w:t>
      </w:r>
      <w:r w:rsidRPr="0099151A">
        <w:rPr>
          <w:b/>
        </w:rPr>
        <w:t>musí být závěrečná zpráva a finanční vyúčtování dotace doručeny poskytovateli</w:t>
      </w:r>
      <w:r w:rsidRPr="00112FEE">
        <w:rPr>
          <w:b/>
        </w:rPr>
        <w:t>,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w:t>
      </w:r>
      <w:r w:rsidRPr="00112FEE">
        <w:lastRenderedPageBreak/>
        <w:t xml:space="preserve">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lastRenderedPageBreak/>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lastRenderedPageBreak/>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99151A" w:rsidRDefault="003851FA" w:rsidP="003851FA">
      <w:pPr>
        <w:rPr>
          <w:iCs/>
        </w:rPr>
      </w:pPr>
      <w:r w:rsidRPr="00112FEE">
        <w:rPr>
          <w:b/>
          <w:iCs/>
        </w:rPr>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w:t>
      </w:r>
      <w:r w:rsidRPr="0099151A">
        <w:rPr>
          <w:b/>
          <w:iCs/>
        </w:rPr>
        <w:t>předpisů</w:t>
      </w:r>
    </w:p>
    <w:p w:rsidR="003851FA" w:rsidRPr="00112FEE" w:rsidRDefault="003851FA" w:rsidP="003851FA">
      <w:pPr>
        <w:rPr>
          <w:iCs/>
        </w:rPr>
      </w:pPr>
      <w:r w:rsidRPr="0099151A">
        <w:rPr>
          <w:iCs/>
        </w:rPr>
        <w:t>O poskytnutí dotace rozhodl</w:t>
      </w:r>
      <w:r w:rsidR="0099151A" w:rsidRPr="0099151A">
        <w:rPr>
          <w:iCs/>
        </w:rPr>
        <w:t>o</w:t>
      </w:r>
      <w:r w:rsidRPr="0099151A">
        <w:rPr>
          <w:iCs/>
        </w:rPr>
        <w:t xml:space="preserve"> </w:t>
      </w:r>
      <w:r w:rsidR="00590170" w:rsidRPr="0099151A">
        <w:rPr>
          <w:iCs/>
        </w:rPr>
        <w:t>Zastupitelstvo obce Čebín na</w:t>
      </w:r>
      <w:r w:rsidRPr="0099151A">
        <w:rPr>
          <w:iCs/>
        </w:rPr>
        <w:t xml:space="preserve"> </w:t>
      </w:r>
      <w:r w:rsidR="00590170" w:rsidRPr="0099151A">
        <w:rPr>
          <w:iCs/>
        </w:rPr>
        <w:t xml:space="preserve">svém </w:t>
      </w:r>
      <w:r w:rsidR="007713C8">
        <w:rPr>
          <w:iCs/>
        </w:rPr>
        <w:t xml:space="preserve">veřejném </w:t>
      </w:r>
      <w:r w:rsidR="00590170" w:rsidRPr="0099151A">
        <w:rPr>
          <w:iCs/>
        </w:rPr>
        <w:t>zasedání</w:t>
      </w:r>
      <w:r w:rsidRPr="0099151A">
        <w:rPr>
          <w:iCs/>
        </w:rPr>
        <w:t xml:space="preserve"> konané</w:t>
      </w:r>
      <w:r w:rsidR="00590170" w:rsidRPr="0099151A">
        <w:rPr>
          <w:iCs/>
        </w:rPr>
        <w:t>m</w:t>
      </w:r>
      <w:r w:rsidRPr="0099151A">
        <w:rPr>
          <w:iCs/>
        </w:rPr>
        <w:t xml:space="preserve"> dne </w:t>
      </w:r>
      <w:r w:rsidR="00A02866">
        <w:rPr>
          <w:iCs/>
        </w:rPr>
        <w:t>27</w:t>
      </w:r>
      <w:r w:rsidRPr="0099151A">
        <w:rPr>
          <w:iCs/>
        </w:rPr>
        <w:t xml:space="preserve">. </w:t>
      </w:r>
      <w:r w:rsidR="00AF4587">
        <w:rPr>
          <w:iCs/>
        </w:rPr>
        <w:t>1</w:t>
      </w:r>
      <w:r w:rsidRPr="0099151A">
        <w:rPr>
          <w:iCs/>
        </w:rPr>
        <w:t xml:space="preserve">. </w:t>
      </w:r>
      <w:r w:rsidR="00C22132">
        <w:rPr>
          <w:iCs/>
        </w:rPr>
        <w:t>20</w:t>
      </w:r>
      <w:r w:rsidR="00743232">
        <w:rPr>
          <w:iCs/>
        </w:rPr>
        <w:t>2</w:t>
      </w:r>
      <w:r w:rsidR="00A02866">
        <w:rPr>
          <w:iCs/>
        </w:rPr>
        <w:t>2</w:t>
      </w:r>
      <w:r w:rsidRPr="0099151A">
        <w:t xml:space="preserve"> usnesením č. </w:t>
      </w:r>
      <w:r w:rsidR="0099151A" w:rsidRPr="0099151A">
        <w:t>ZO/</w:t>
      </w:r>
      <w:r w:rsidR="00A02866">
        <w:t>420</w:t>
      </w:r>
      <w:r w:rsidR="0099151A" w:rsidRPr="0099151A">
        <w:t>/20</w:t>
      </w:r>
      <w:r w:rsidR="00743232">
        <w:t>2</w:t>
      </w:r>
      <w:r w:rsidR="00A02866">
        <w:t>2</w:t>
      </w:r>
      <w:r w:rsidRPr="0099151A">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99151A">
        <w:t>Orel jednota Čebín, Tomáš Kříž</w:t>
      </w:r>
    </w:p>
    <w:p w:rsidR="002669A0" w:rsidRDefault="002669A0" w:rsidP="002669A0">
      <w:pPr>
        <w:tabs>
          <w:tab w:val="center" w:pos="2268"/>
          <w:tab w:val="center" w:pos="6804"/>
        </w:tabs>
      </w:pPr>
      <w:r w:rsidRPr="00112FEE">
        <w:tab/>
        <w:t>(poskytovatel)</w:t>
      </w:r>
      <w:r w:rsidRPr="00112FEE">
        <w:tab/>
        <w:t>(příjemce)</w:t>
      </w: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Pr="00112FEE" w:rsidRDefault="00206EC0" w:rsidP="00206EC0">
      <w:pPr>
        <w:tabs>
          <w:tab w:val="center" w:pos="2268"/>
          <w:tab w:val="center" w:pos="6804"/>
        </w:tabs>
      </w:pPr>
      <w:r>
        <w:tab/>
      </w:r>
      <w:r>
        <w:tab/>
      </w:r>
      <w:r w:rsidRPr="00112FEE">
        <w:t>………………………………………….</w:t>
      </w:r>
    </w:p>
    <w:p w:rsidR="00206EC0" w:rsidRPr="00112FEE" w:rsidRDefault="00206EC0" w:rsidP="00206EC0">
      <w:pPr>
        <w:tabs>
          <w:tab w:val="center" w:pos="2268"/>
          <w:tab w:val="center" w:pos="6804"/>
        </w:tabs>
      </w:pPr>
      <w:r w:rsidRPr="00112FEE">
        <w:tab/>
      </w:r>
      <w:r w:rsidRPr="00112FEE">
        <w:tab/>
      </w:r>
      <w:r>
        <w:t>Orel jednota Čebín, Bohuslav Husák</w:t>
      </w:r>
    </w:p>
    <w:p w:rsidR="00206EC0" w:rsidRDefault="00206EC0" w:rsidP="00206EC0">
      <w:pPr>
        <w:tabs>
          <w:tab w:val="center" w:pos="2268"/>
          <w:tab w:val="center" w:pos="6804"/>
        </w:tabs>
      </w:pPr>
      <w:r w:rsidRPr="00112FEE">
        <w:tab/>
      </w:r>
      <w:r w:rsidRPr="00112FEE">
        <w:tab/>
        <w:t>(příjemce)</w:t>
      </w:r>
    </w:p>
    <w:p w:rsidR="00206EC0" w:rsidRPr="00206EC0" w:rsidRDefault="00206EC0" w:rsidP="002669A0">
      <w:pPr>
        <w:tabs>
          <w:tab w:val="center" w:pos="2268"/>
          <w:tab w:val="center" w:pos="6804"/>
        </w:tabs>
        <w:rPr>
          <w:b/>
        </w:rPr>
      </w:pPr>
    </w:p>
    <w:sectPr w:rsidR="00206EC0" w:rsidRPr="00206EC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33A" w:rsidRDefault="00AF633A">
      <w:r>
        <w:separator/>
      </w:r>
    </w:p>
  </w:endnote>
  <w:endnote w:type="continuationSeparator" w:id="0">
    <w:p w:rsidR="00AF633A" w:rsidRDefault="00AF6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A02866">
      <w:rPr>
        <w:rStyle w:val="slostrnky"/>
        <w:noProof/>
      </w:rPr>
      <w:t>1</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33A" w:rsidRDefault="00AF633A">
      <w:r>
        <w:separator/>
      </w:r>
    </w:p>
  </w:footnote>
  <w:footnote w:type="continuationSeparator" w:id="0">
    <w:p w:rsidR="00AF633A" w:rsidRDefault="00AF6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5pt;height:7.5pt" o:bullet="t">
        <v:imagedata r:id="rId1" o:title="bullet1"/>
      </v:shape>
    </w:pict>
  </w:numPicBullet>
  <w:numPicBullet w:numPicBulletId="1">
    <w:pict>
      <v:shape id="_x0000_i1029" type="#_x0000_t75" style="width:7.5pt;height:7.5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6EC0"/>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467"/>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232"/>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0402"/>
    <w:rsid w:val="00761B5A"/>
    <w:rsid w:val="00763753"/>
    <w:rsid w:val="00764E13"/>
    <w:rsid w:val="00765E1B"/>
    <w:rsid w:val="007671D3"/>
    <w:rsid w:val="007713C8"/>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165C"/>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151A"/>
    <w:rsid w:val="00995BD3"/>
    <w:rsid w:val="00995CB0"/>
    <w:rsid w:val="00997D8F"/>
    <w:rsid w:val="009A234C"/>
    <w:rsid w:val="009A5B3B"/>
    <w:rsid w:val="009A682C"/>
    <w:rsid w:val="009B28CF"/>
    <w:rsid w:val="009B2D63"/>
    <w:rsid w:val="009B618C"/>
    <w:rsid w:val="009C07AD"/>
    <w:rsid w:val="009D6169"/>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2866"/>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587"/>
    <w:rsid w:val="00AF4D88"/>
    <w:rsid w:val="00AF633A"/>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2424"/>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2132"/>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E77E1"/>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0C7D"/>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2DA9"/>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3.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EFC850-D214-4FE6-9BEE-6052EB4A4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4</TotalTime>
  <Pages>7</Pages>
  <Words>2198</Words>
  <Characters>12970</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15138</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3</cp:revision>
  <cp:lastPrinted>2016-02-12T09:37:00Z</cp:lastPrinted>
  <dcterms:created xsi:type="dcterms:W3CDTF">2021-11-22T15:41:00Z</dcterms:created>
  <dcterms:modified xsi:type="dcterms:W3CDTF">2022-01-31T15:30:00Z</dcterms:modified>
</cp:coreProperties>
</file>