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197344"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A8582B" w:rsidP="0019673C">
      <w:pPr>
        <w:pBdr>
          <w:bottom w:val="single" w:sz="4" w:space="4" w:color="auto"/>
        </w:pBdr>
        <w:jc w:val="right"/>
      </w:pPr>
      <w:r>
        <w:t>Smlouva č. 0</w:t>
      </w:r>
      <w:r w:rsidR="00D754FB">
        <w:t>7</w:t>
      </w:r>
      <w:r w:rsidR="001D30E4" w:rsidRPr="00112FEE">
        <w:t>/</w:t>
      </w:r>
      <w:r w:rsidR="00271E89">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A8582B">
        <w:rPr>
          <w:b/>
        </w:rPr>
        <w:t>Sbor dobrovolných hasičů v Čebíně</w:t>
      </w:r>
    </w:p>
    <w:p w:rsidR="000C03AE" w:rsidRPr="00B32ED2" w:rsidRDefault="0019673C" w:rsidP="0019673C">
      <w:r w:rsidRPr="00B32ED2">
        <w:t>zastoupený:</w:t>
      </w:r>
      <w:r w:rsidR="0066247A" w:rsidRPr="00B32ED2">
        <w:tab/>
      </w:r>
      <w:r w:rsidR="0066247A" w:rsidRPr="00B32ED2">
        <w:tab/>
      </w:r>
      <w:r w:rsidR="0066247A" w:rsidRPr="00B32ED2">
        <w:tab/>
      </w:r>
      <w:r w:rsidR="00A8582B">
        <w:t>Liborem Maláškem</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A8582B">
        <w:t>Čebín 150</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A8582B">
        <w:t>62264592</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A8582B">
        <w:t>731766887</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A8582B">
        <w:t>libor.malasek</w:t>
      </w:r>
      <w:r w:rsidR="00B32ED2" w:rsidRPr="00B32ED2">
        <w:rPr>
          <w:lang w:val="en-US"/>
        </w:rPr>
        <w:t>@</w:t>
      </w:r>
      <w:r w:rsidR="00A8582B">
        <w:t>seznam</w:t>
      </w:r>
      <w:r w:rsidR="00B32ED2" w:rsidRPr="00B32ED2">
        <w:t>.cz</w:t>
      </w:r>
    </w:p>
    <w:p w:rsidR="0019673C" w:rsidRPr="00B32ED2" w:rsidRDefault="0019673C" w:rsidP="0019673C">
      <w:r w:rsidRPr="00B32ED2">
        <w:t>bankovní</w:t>
      </w:r>
      <w:r w:rsidR="00D64219" w:rsidRPr="00B32ED2">
        <w:t xml:space="preserve"> spojení</w:t>
      </w:r>
      <w:r w:rsidR="00B32ED2" w:rsidRPr="00B32ED2">
        <w:t>, č.ú.:</w:t>
      </w:r>
      <w:r w:rsidR="00B32ED2" w:rsidRPr="00B32ED2">
        <w:tab/>
      </w:r>
      <w:r w:rsidR="00A8582B">
        <w:t>268971561/0300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A8582B">
        <w:rPr>
          <w:b/>
        </w:rPr>
        <w:t>Činnost sboru dobrovolných hasičů</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w:t>
      </w:r>
      <w:r w:rsidR="00271E89">
        <w:rPr>
          <w:b/>
        </w:rPr>
        <w:t>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271E89">
        <w:rPr>
          <w:b/>
        </w:rPr>
        <w:t>9</w:t>
      </w:r>
      <w:r w:rsidR="00A8582B">
        <w:rPr>
          <w:b/>
        </w:rPr>
        <w:t>0</w:t>
      </w:r>
      <w:r w:rsidR="003E1412">
        <w:rPr>
          <w:b/>
        </w:rPr>
        <w:t>.000</w:t>
      </w:r>
      <w:r w:rsidR="00A33A53" w:rsidRPr="00B32ED2">
        <w:rPr>
          <w:b/>
        </w:rPr>
        <w:t>,-</w:t>
      </w:r>
      <w:r w:rsidRPr="00B32ED2">
        <w:rPr>
          <w:b/>
        </w:rPr>
        <w:t xml:space="preserve"> Kč</w:t>
      </w:r>
      <w:r w:rsidRPr="00B32ED2">
        <w:t xml:space="preserve"> (slovy: </w:t>
      </w:r>
      <w:r w:rsidR="00271E89">
        <w:rPr>
          <w:b/>
        </w:rPr>
        <w:t>deva</w:t>
      </w:r>
      <w:bookmarkStart w:id="0" w:name="_GoBack"/>
      <w:bookmarkEnd w:id="0"/>
      <w:r w:rsidR="00A8582B">
        <w:rPr>
          <w:b/>
        </w:rPr>
        <w:t>desát</w:t>
      </w:r>
      <w:r w:rsidR="003E1412">
        <w:rPr>
          <w:b/>
        </w:rPr>
        <w:t>tisíc</w:t>
      </w:r>
      <w:r w:rsidR="00B32ED2" w:rsidRPr="00B32ED2">
        <w:rPr>
          <w:b/>
        </w:rPr>
        <w:t xml:space="preserve"> korun českých</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15. 12. 20</w:t>
      </w:r>
      <w:r w:rsidR="00271E89">
        <w:rPr>
          <w:b/>
        </w:rPr>
        <w:t>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357D0C" w:rsidRPr="00B32ED2">
        <w:rPr>
          <w:b/>
        </w:rPr>
        <w:t>1. 1. 20</w:t>
      </w:r>
      <w:r w:rsidR="00271E89">
        <w:rPr>
          <w:b/>
        </w:rPr>
        <w:t>20</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B32ED2" w:rsidRPr="00B32ED2">
        <w:rPr>
          <w:b/>
        </w:rPr>
        <w:t xml:space="preserve">, číslo smlouvy </w:t>
      </w:r>
      <w:r w:rsidR="00D754FB">
        <w:rPr>
          <w:b/>
        </w:rPr>
        <w:t>07</w:t>
      </w:r>
      <w:r w:rsidR="00B32ED2" w:rsidRPr="00B32ED2">
        <w:rPr>
          <w:b/>
        </w:rPr>
        <w:t>/</w:t>
      </w:r>
      <w:r w:rsidR="00271E89">
        <w:rPr>
          <w:b/>
        </w:rPr>
        <w:t>20</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w:t>
      </w:r>
      <w:r w:rsidR="00271E89">
        <w:rPr>
          <w:b/>
        </w:rPr>
        <w:t>20</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3851FA" w:rsidRPr="00B32ED2" w:rsidRDefault="00A8582B" w:rsidP="003851FA">
      <w:pPr>
        <w:rPr>
          <w:iCs/>
        </w:rPr>
      </w:pPr>
      <w:r>
        <w:rPr>
          <w:iCs/>
        </w:rPr>
        <w:t xml:space="preserve">Poskytnutí dotace a uzavření této smlouvy </w:t>
      </w:r>
      <w:r w:rsidR="00D754FB">
        <w:rPr>
          <w:iCs/>
        </w:rPr>
        <w:t xml:space="preserve">schválilo Zastupitelstvo </w:t>
      </w:r>
      <w:r>
        <w:rPr>
          <w:iCs/>
        </w:rPr>
        <w:t>obce Čebín</w:t>
      </w:r>
      <w:r w:rsidR="003851FA" w:rsidRPr="00B32ED2">
        <w:rPr>
          <w:iCs/>
        </w:rPr>
        <w:t xml:space="preserve"> dne </w:t>
      </w:r>
      <w:r w:rsidR="00271E89">
        <w:rPr>
          <w:iCs/>
        </w:rPr>
        <w:t>4</w:t>
      </w:r>
      <w:r w:rsidR="003851FA" w:rsidRPr="00B32ED2">
        <w:rPr>
          <w:iCs/>
        </w:rPr>
        <w:t xml:space="preserve">. </w:t>
      </w:r>
      <w:r w:rsidR="00271E89">
        <w:rPr>
          <w:iCs/>
        </w:rPr>
        <w:t>3</w:t>
      </w:r>
      <w:r w:rsidR="003851FA" w:rsidRPr="00B32ED2">
        <w:rPr>
          <w:iCs/>
        </w:rPr>
        <w:t>. 20</w:t>
      </w:r>
      <w:r w:rsidR="00271E89">
        <w:rPr>
          <w:iCs/>
        </w:rPr>
        <w:t>20</w:t>
      </w:r>
      <w:r w:rsidR="003851FA" w:rsidRPr="00B32ED2">
        <w:t xml:space="preserve"> usnesením č. </w:t>
      </w:r>
      <w:r w:rsidR="00B32ED2" w:rsidRPr="00B32ED2">
        <w:t>ZO/</w:t>
      </w:r>
      <w:r w:rsidR="00271E89">
        <w:t>176</w:t>
      </w:r>
      <w:r w:rsidR="00B32ED2" w:rsidRPr="00B32ED2">
        <w:t>/20</w:t>
      </w:r>
      <w:r w:rsidR="00271E89">
        <w:t>20</w:t>
      </w:r>
      <w:r w:rsidR="003851FA" w:rsidRPr="00B32ED2">
        <w:t>.</w:t>
      </w:r>
    </w:p>
    <w:p w:rsidR="002669A0" w:rsidRPr="00B32ED2" w:rsidRDefault="002669A0" w:rsidP="002669A0"/>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00271E89">
        <w:t>21. 10. 2020</w:t>
      </w:r>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A8582B">
        <w:t>SDH Čebín, Libor Malášek</w:t>
      </w:r>
    </w:p>
    <w:p w:rsidR="002669A0" w:rsidRDefault="002669A0" w:rsidP="002669A0">
      <w:pPr>
        <w:tabs>
          <w:tab w:val="center" w:pos="2268"/>
          <w:tab w:val="center" w:pos="6804"/>
        </w:tabs>
      </w:pPr>
      <w:r w:rsidRPr="00112FEE">
        <w:tab/>
        <w:t>(poskytovatel)</w:t>
      </w:r>
      <w:r w:rsidRPr="00112FEE">
        <w:tab/>
        <w:t>(příjemce)</w:t>
      </w:r>
    </w:p>
    <w:sectPr w:rsidR="002669A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344" w:rsidRDefault="00197344">
      <w:r>
        <w:separator/>
      </w:r>
    </w:p>
  </w:endnote>
  <w:endnote w:type="continuationSeparator" w:id="0">
    <w:p w:rsidR="00197344" w:rsidRDefault="0019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271E89">
      <w:rPr>
        <w:rStyle w:val="slostrnky"/>
        <w:noProof/>
      </w:rPr>
      <w:t>3</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344" w:rsidRDefault="00197344">
      <w:r>
        <w:separator/>
      </w:r>
    </w:p>
  </w:footnote>
  <w:footnote w:type="continuationSeparator" w:id="0">
    <w:p w:rsidR="00197344" w:rsidRDefault="00197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pt;height:9pt" o:bullet="t">
        <v:imagedata r:id="rId1" o:title="bullet1"/>
      </v:shape>
    </w:pict>
  </w:numPicBullet>
  <w:numPicBullet w:numPicBulletId="1">
    <w:pict>
      <v:shape id="_x0000_i1031"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344"/>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E89"/>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1412"/>
    <w:rsid w:val="003E2103"/>
    <w:rsid w:val="003E56BD"/>
    <w:rsid w:val="003E6AEF"/>
    <w:rsid w:val="003F5939"/>
    <w:rsid w:val="00401C8F"/>
    <w:rsid w:val="00402DC1"/>
    <w:rsid w:val="004031DE"/>
    <w:rsid w:val="00404907"/>
    <w:rsid w:val="0041322F"/>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56C"/>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5CFD"/>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82B"/>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3EB8"/>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1F0F"/>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16081"/>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754FB"/>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745E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292300F5-CD5B-4382-988B-BAD883A3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11</TotalTime>
  <Pages>7</Pages>
  <Words>2168</Words>
  <Characters>12795</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14934</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5</cp:revision>
  <cp:lastPrinted>2020-10-21T14:25:00Z</cp:lastPrinted>
  <dcterms:created xsi:type="dcterms:W3CDTF">2017-05-12T06:06:00Z</dcterms:created>
  <dcterms:modified xsi:type="dcterms:W3CDTF">2020-10-21T14:25:00Z</dcterms:modified>
</cp:coreProperties>
</file>