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7203C" w:rsidRPr="007F1680" w:rsidRDefault="00A7203C" w:rsidP="008D1036">
      <w:pPr>
        <w:jc w:val="center"/>
        <w:rPr>
          <w:rFonts w:ascii="Arial" w:hAnsi="Arial" w:cs="Arial"/>
          <w:b/>
          <w:sz w:val="28"/>
        </w:rPr>
      </w:pPr>
      <w:r w:rsidRPr="007F1680">
        <w:rPr>
          <w:rFonts w:ascii="Arial" w:hAnsi="Arial" w:cs="Arial"/>
          <w:b/>
          <w:sz w:val="28"/>
        </w:rPr>
        <w:t xml:space="preserve">Sazebník úhrad za poskytování informací </w:t>
      </w:r>
      <w:r w:rsidRPr="007F1680">
        <w:rPr>
          <w:rFonts w:ascii="Arial" w:hAnsi="Arial" w:cs="Arial"/>
          <w:b/>
          <w:sz w:val="28"/>
        </w:rPr>
        <w:br/>
      </w:r>
    </w:p>
    <w:p w:rsidR="00A7203C" w:rsidRPr="007F1680" w:rsidRDefault="00A7203C" w:rsidP="00DE0318">
      <w:pPr>
        <w:jc w:val="both"/>
        <w:rPr>
          <w:rFonts w:ascii="Arial" w:hAnsi="Arial" w:cs="Arial"/>
          <w:i/>
        </w:rPr>
      </w:pPr>
      <w:r w:rsidRPr="007F1680">
        <w:rPr>
          <w:rFonts w:ascii="Arial" w:hAnsi="Arial" w:cs="Arial"/>
          <w:i/>
        </w:rPr>
        <w:t>pro úhradu nákladů podle zákona č. 106/1999 Sb., o svobodném přístupu k informacím,  zákona č. 123/1998 Sb. o právu na informace o životním prostředí a podle Obecného nařízení EU o ochraně osobních údajů č. 2016/679</w:t>
      </w:r>
    </w:p>
    <w:p w:rsidR="00A7203C" w:rsidRPr="007F1680" w:rsidRDefault="00A7203C" w:rsidP="00DE0318">
      <w:pPr>
        <w:jc w:val="both"/>
        <w:rPr>
          <w:rFonts w:ascii="Arial" w:hAnsi="Arial" w:cs="Arial"/>
          <w:i/>
          <w:sz w:val="20"/>
        </w:rPr>
      </w:pPr>
    </w:p>
    <w:p w:rsidR="00A7203C" w:rsidRPr="007F1680" w:rsidRDefault="00A7203C" w:rsidP="00DE0318">
      <w:pPr>
        <w:jc w:val="both"/>
        <w:rPr>
          <w:rFonts w:ascii="Arial" w:hAnsi="Arial" w:cs="Arial"/>
          <w:sz w:val="22"/>
          <w:szCs w:val="22"/>
        </w:rPr>
      </w:pPr>
      <w:r w:rsidRPr="007F1680">
        <w:rPr>
          <w:rFonts w:ascii="Arial" w:hAnsi="Arial" w:cs="Arial"/>
          <w:sz w:val="22"/>
          <w:szCs w:val="22"/>
        </w:rPr>
        <w:t xml:space="preserve">Obec Újezd stanoví v souladu s § 5 odst. 1 písm. f) zákona č. 106/1999 Sb., o svobodném přístupu k informacím, v platném znění, ve spojení s § 17 tohoto zákona, s nařízením vlády č. 173/2006 Sb., o zásadách stanovení úhrad a licenčních odměn za poskytování informací podle zákona o svobodném přístupu k informacím, s § 10 odst. </w:t>
      </w:r>
      <w:smartTag w:uri="urn:schemas-microsoft-com:office:smarttags" w:element="metricconverter">
        <w:smartTagPr>
          <w:attr w:name="ProductID" w:val="3 a"/>
        </w:smartTagPr>
        <w:r w:rsidRPr="007F1680">
          <w:rPr>
            <w:rFonts w:ascii="Arial" w:hAnsi="Arial" w:cs="Arial"/>
            <w:sz w:val="22"/>
            <w:szCs w:val="22"/>
          </w:rPr>
          <w:t>3 a</w:t>
        </w:r>
      </w:smartTag>
      <w:r w:rsidRPr="007F1680">
        <w:rPr>
          <w:rFonts w:ascii="Arial" w:hAnsi="Arial" w:cs="Arial"/>
          <w:sz w:val="22"/>
          <w:szCs w:val="22"/>
        </w:rPr>
        <w:t xml:space="preserve"> 4 zákona č. 123/1998 Sb. o právu  na informace o životním prostředí, s článkem 12 odst. 5 Obecného nařízení EU o ochraně osobních údajů č. 2016/679  a na základě § 102 odst. 3 zákona č. 128/2000 Sb., o obcích (obecní zřízení), v platném znění, tento sazebník úhrad  za poskytování informací:</w:t>
      </w:r>
    </w:p>
    <w:p w:rsidR="00A7203C" w:rsidRPr="007F1680" w:rsidRDefault="00A7203C" w:rsidP="00DE0318">
      <w:pPr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A7203C" w:rsidRPr="007F1680" w:rsidRDefault="00A7203C" w:rsidP="008D1036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7F1680">
        <w:rPr>
          <w:rFonts w:ascii="Arial" w:hAnsi="Arial" w:cs="Arial"/>
          <w:b/>
          <w:sz w:val="22"/>
          <w:szCs w:val="22"/>
        </w:rPr>
        <w:t>čl. I.</w:t>
      </w:r>
    </w:p>
    <w:p w:rsidR="00A7203C" w:rsidRPr="007F1680" w:rsidRDefault="00A7203C" w:rsidP="008D1036">
      <w:pPr>
        <w:jc w:val="center"/>
        <w:rPr>
          <w:rFonts w:ascii="Arial" w:hAnsi="Arial" w:cs="Arial"/>
          <w:b/>
          <w:sz w:val="22"/>
          <w:szCs w:val="22"/>
        </w:rPr>
      </w:pPr>
      <w:r w:rsidRPr="007F1680">
        <w:rPr>
          <w:rFonts w:ascii="Arial" w:hAnsi="Arial" w:cs="Arial"/>
          <w:b/>
          <w:sz w:val="22"/>
          <w:szCs w:val="22"/>
        </w:rPr>
        <w:t>Náklady na pořízení kopií</w:t>
      </w:r>
    </w:p>
    <w:p w:rsidR="00A7203C" w:rsidRPr="007F1680" w:rsidRDefault="00A7203C" w:rsidP="008D1036">
      <w:pPr>
        <w:jc w:val="both"/>
        <w:rPr>
          <w:rFonts w:ascii="Arial" w:hAnsi="Arial" w:cs="Arial"/>
          <w:sz w:val="22"/>
          <w:szCs w:val="22"/>
        </w:rPr>
      </w:pPr>
      <w:r w:rsidRPr="007F1680">
        <w:rPr>
          <w:rFonts w:ascii="Arial" w:hAnsi="Arial" w:cs="Arial"/>
          <w:sz w:val="22"/>
          <w:szCs w:val="22"/>
        </w:rPr>
        <w:t xml:space="preserve">1. Za pořízení jedné černobílé kopie formátu A4: </w:t>
      </w:r>
    </w:p>
    <w:p w:rsidR="00A7203C" w:rsidRPr="007F1680" w:rsidRDefault="00A7203C" w:rsidP="008D1036">
      <w:pPr>
        <w:rPr>
          <w:rFonts w:ascii="Arial" w:hAnsi="Arial" w:cs="Arial"/>
          <w:sz w:val="22"/>
          <w:szCs w:val="22"/>
        </w:rPr>
      </w:pPr>
      <w:r w:rsidRPr="007F1680">
        <w:rPr>
          <w:rFonts w:ascii="Arial" w:hAnsi="Arial" w:cs="Arial"/>
          <w:sz w:val="22"/>
          <w:szCs w:val="22"/>
        </w:rPr>
        <w:t xml:space="preserve">a) jednostranná ................................................................ 2 Kč </w:t>
      </w:r>
    </w:p>
    <w:p w:rsidR="00A7203C" w:rsidRPr="007F1680" w:rsidRDefault="00A7203C" w:rsidP="008D1036">
      <w:pPr>
        <w:rPr>
          <w:rFonts w:ascii="Arial" w:hAnsi="Arial" w:cs="Arial"/>
          <w:sz w:val="22"/>
          <w:szCs w:val="22"/>
        </w:rPr>
      </w:pPr>
      <w:r w:rsidRPr="007F1680">
        <w:rPr>
          <w:rFonts w:ascii="Arial" w:hAnsi="Arial" w:cs="Arial"/>
          <w:sz w:val="22"/>
          <w:szCs w:val="22"/>
        </w:rPr>
        <w:t xml:space="preserve">b) oboustranná ................................................................ 4 Kč </w:t>
      </w:r>
      <w:r w:rsidRPr="007F1680">
        <w:rPr>
          <w:rFonts w:ascii="Arial" w:hAnsi="Arial" w:cs="Arial"/>
          <w:sz w:val="22"/>
          <w:szCs w:val="22"/>
        </w:rPr>
        <w:br/>
      </w:r>
      <w:r w:rsidRPr="007F1680">
        <w:rPr>
          <w:rFonts w:ascii="Arial" w:hAnsi="Arial" w:cs="Arial"/>
          <w:sz w:val="22"/>
          <w:szCs w:val="22"/>
        </w:rPr>
        <w:br/>
        <w:t xml:space="preserve">2. Za pořízení jedné černobílé kopie formátu A3: </w:t>
      </w:r>
    </w:p>
    <w:p w:rsidR="00A7203C" w:rsidRPr="007F1680" w:rsidRDefault="00A7203C" w:rsidP="008D1036">
      <w:pPr>
        <w:rPr>
          <w:rFonts w:ascii="Arial" w:hAnsi="Arial" w:cs="Arial"/>
          <w:sz w:val="22"/>
          <w:szCs w:val="22"/>
        </w:rPr>
      </w:pPr>
      <w:r w:rsidRPr="007F1680">
        <w:rPr>
          <w:rFonts w:ascii="Arial" w:hAnsi="Arial" w:cs="Arial"/>
          <w:sz w:val="22"/>
          <w:szCs w:val="22"/>
        </w:rPr>
        <w:t xml:space="preserve">a) jednostranná ................................................................ 4 Kč </w:t>
      </w:r>
    </w:p>
    <w:p w:rsidR="00A7203C" w:rsidRPr="007F1680" w:rsidRDefault="00A7203C" w:rsidP="008D1036">
      <w:pPr>
        <w:rPr>
          <w:rFonts w:ascii="Arial" w:hAnsi="Arial" w:cs="Arial"/>
          <w:sz w:val="22"/>
          <w:szCs w:val="22"/>
        </w:rPr>
      </w:pPr>
      <w:r w:rsidRPr="007F1680">
        <w:rPr>
          <w:rFonts w:ascii="Arial" w:hAnsi="Arial" w:cs="Arial"/>
          <w:sz w:val="22"/>
          <w:szCs w:val="22"/>
        </w:rPr>
        <w:t xml:space="preserve">b) oboustranná ................................................................ 8 Kč </w:t>
      </w:r>
    </w:p>
    <w:p w:rsidR="00A7203C" w:rsidRPr="007F1680" w:rsidRDefault="00A7203C" w:rsidP="008D1036">
      <w:pPr>
        <w:rPr>
          <w:rFonts w:ascii="Arial" w:hAnsi="Arial" w:cs="Arial"/>
          <w:sz w:val="22"/>
          <w:szCs w:val="22"/>
        </w:rPr>
      </w:pPr>
      <w:r w:rsidRPr="007F1680">
        <w:rPr>
          <w:rFonts w:ascii="Arial" w:hAnsi="Arial" w:cs="Arial"/>
          <w:sz w:val="22"/>
          <w:szCs w:val="22"/>
        </w:rPr>
        <w:t xml:space="preserve">3. Za tisk na černobílé tiskárně (formát A4, jednostranný) jedna stránka 3 Kč </w:t>
      </w:r>
    </w:p>
    <w:p w:rsidR="00A7203C" w:rsidRPr="007F1680" w:rsidRDefault="00A7203C" w:rsidP="008D1036">
      <w:pPr>
        <w:rPr>
          <w:rFonts w:ascii="Arial" w:hAnsi="Arial" w:cs="Arial"/>
          <w:sz w:val="22"/>
          <w:szCs w:val="22"/>
        </w:rPr>
      </w:pPr>
      <w:r w:rsidRPr="007F1680">
        <w:rPr>
          <w:rFonts w:ascii="Arial" w:hAnsi="Arial" w:cs="Arial"/>
          <w:sz w:val="22"/>
          <w:szCs w:val="22"/>
        </w:rPr>
        <w:t>4. Za pořízení skenu či fotografie do souboru jedné stránky do velikosti A4 při skenování a do velikosti A3 při fotografování včetně úpravy k odeslání …………………..…….5 Kč</w:t>
      </w:r>
    </w:p>
    <w:p w:rsidR="00A7203C" w:rsidRPr="007F1680" w:rsidRDefault="00A7203C" w:rsidP="008D1036">
      <w:pPr>
        <w:jc w:val="both"/>
        <w:rPr>
          <w:rFonts w:ascii="Arial" w:hAnsi="Arial" w:cs="Arial"/>
          <w:sz w:val="22"/>
          <w:szCs w:val="22"/>
        </w:rPr>
      </w:pPr>
      <w:r w:rsidRPr="007F1680">
        <w:rPr>
          <w:rFonts w:ascii="Arial" w:hAnsi="Arial" w:cs="Arial"/>
          <w:sz w:val="22"/>
          <w:szCs w:val="22"/>
        </w:rPr>
        <w:t xml:space="preserve">5. Za poskytnutí kopie nebo tisku v jiném formátu nebo barvě bude účtována skutečná cena za pořízení kopie u komerčního poskytovatele kopírovacích služeb, kterou obec za pořízení kopie nebo tisku bude u tohoto poskytovatele povinna uhradit. </w:t>
      </w:r>
    </w:p>
    <w:p w:rsidR="00A7203C" w:rsidRPr="007F1680" w:rsidRDefault="00A7203C" w:rsidP="008D1036">
      <w:pPr>
        <w:jc w:val="both"/>
        <w:rPr>
          <w:rFonts w:ascii="Arial" w:hAnsi="Arial" w:cs="Arial"/>
          <w:sz w:val="22"/>
          <w:szCs w:val="22"/>
        </w:rPr>
      </w:pPr>
      <w:r w:rsidRPr="007F1680">
        <w:rPr>
          <w:rFonts w:ascii="Arial" w:hAnsi="Arial" w:cs="Arial"/>
          <w:sz w:val="22"/>
          <w:szCs w:val="22"/>
        </w:rPr>
        <w:t xml:space="preserve">6. V případě informací obsažených v publikacích a tiskovinách vydávaných obcí se výše úhrady stanoví ve výši ceny za příslušný výtisk, poskytuje-li se informace formou prodeje tohoto výtisku. </w:t>
      </w:r>
      <w:r w:rsidRPr="007F1680">
        <w:rPr>
          <w:rFonts w:ascii="Arial" w:hAnsi="Arial" w:cs="Arial"/>
          <w:sz w:val="22"/>
          <w:szCs w:val="22"/>
        </w:rPr>
        <w:br/>
      </w:r>
    </w:p>
    <w:p w:rsidR="00A7203C" w:rsidRPr="007F1680" w:rsidRDefault="00A7203C" w:rsidP="008D1036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7F1680">
        <w:rPr>
          <w:rFonts w:ascii="Arial" w:hAnsi="Arial" w:cs="Arial"/>
          <w:b/>
          <w:sz w:val="22"/>
          <w:szCs w:val="22"/>
        </w:rPr>
        <w:t>čl. II.</w:t>
      </w:r>
    </w:p>
    <w:p w:rsidR="00A7203C" w:rsidRPr="007F1680" w:rsidRDefault="00A7203C" w:rsidP="008D1036">
      <w:pPr>
        <w:jc w:val="center"/>
        <w:rPr>
          <w:rFonts w:ascii="Arial" w:hAnsi="Arial" w:cs="Arial"/>
          <w:b/>
          <w:sz w:val="22"/>
          <w:szCs w:val="22"/>
        </w:rPr>
      </w:pPr>
      <w:r w:rsidRPr="007F1680">
        <w:rPr>
          <w:rFonts w:ascii="Arial" w:hAnsi="Arial" w:cs="Arial"/>
          <w:b/>
          <w:sz w:val="22"/>
          <w:szCs w:val="22"/>
        </w:rPr>
        <w:t>Náklady na opatření technických nosičů dat</w:t>
      </w:r>
    </w:p>
    <w:p w:rsidR="00A7203C" w:rsidRPr="007F1680" w:rsidRDefault="00A7203C" w:rsidP="008D1036">
      <w:pPr>
        <w:jc w:val="both"/>
        <w:rPr>
          <w:rFonts w:ascii="Arial" w:hAnsi="Arial" w:cs="Arial"/>
          <w:sz w:val="22"/>
          <w:szCs w:val="22"/>
        </w:rPr>
      </w:pPr>
      <w:r w:rsidRPr="007F1680">
        <w:rPr>
          <w:rFonts w:ascii="Arial" w:hAnsi="Arial" w:cs="Arial"/>
          <w:sz w:val="22"/>
          <w:szCs w:val="22"/>
        </w:rPr>
        <w:t xml:space="preserve">1. 1 ks CD ................................................................................... 10 Kč </w:t>
      </w:r>
    </w:p>
    <w:p w:rsidR="00A7203C" w:rsidRPr="007F1680" w:rsidRDefault="00A7203C" w:rsidP="008D1036">
      <w:pPr>
        <w:jc w:val="both"/>
        <w:rPr>
          <w:rFonts w:ascii="Arial" w:hAnsi="Arial" w:cs="Arial"/>
          <w:sz w:val="22"/>
          <w:szCs w:val="22"/>
        </w:rPr>
      </w:pPr>
      <w:r w:rsidRPr="007F1680">
        <w:rPr>
          <w:rFonts w:ascii="Arial" w:hAnsi="Arial" w:cs="Arial"/>
          <w:sz w:val="22"/>
          <w:szCs w:val="22"/>
        </w:rPr>
        <w:t xml:space="preserve">2. 1 ks DVD ................................................................................ 20 Kč </w:t>
      </w:r>
    </w:p>
    <w:p w:rsidR="00A7203C" w:rsidRPr="007F1680" w:rsidRDefault="00A7203C" w:rsidP="008D1036">
      <w:pPr>
        <w:jc w:val="both"/>
        <w:rPr>
          <w:rFonts w:ascii="Arial" w:hAnsi="Arial" w:cs="Arial"/>
          <w:b/>
          <w:sz w:val="22"/>
          <w:szCs w:val="22"/>
        </w:rPr>
      </w:pPr>
      <w:r w:rsidRPr="007F1680">
        <w:rPr>
          <w:rFonts w:ascii="Arial" w:hAnsi="Arial" w:cs="Arial"/>
          <w:sz w:val="22"/>
          <w:szCs w:val="22"/>
        </w:rPr>
        <w:t xml:space="preserve">3. Pokud žadatel poskytne vlastní technický nosič dat, na který bude možné požadované informace zaznamenat, nebude úhrada tohoto nákladu uplatňována. </w:t>
      </w:r>
    </w:p>
    <w:p w:rsidR="00A7203C" w:rsidRPr="007F1680" w:rsidRDefault="00A7203C" w:rsidP="008D1036">
      <w:pPr>
        <w:keepNext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7F1680">
        <w:rPr>
          <w:rFonts w:ascii="Arial" w:hAnsi="Arial" w:cs="Arial"/>
          <w:b/>
          <w:sz w:val="22"/>
          <w:szCs w:val="22"/>
        </w:rPr>
        <w:t xml:space="preserve">čl. III. </w:t>
      </w:r>
    </w:p>
    <w:p w:rsidR="00A7203C" w:rsidRPr="007F1680" w:rsidRDefault="00A7203C" w:rsidP="008D1036">
      <w:pPr>
        <w:keepNext/>
        <w:jc w:val="center"/>
        <w:rPr>
          <w:rFonts w:ascii="Arial" w:hAnsi="Arial" w:cs="Arial"/>
          <w:b/>
          <w:sz w:val="22"/>
          <w:szCs w:val="22"/>
        </w:rPr>
      </w:pPr>
      <w:r w:rsidRPr="007F1680">
        <w:rPr>
          <w:rFonts w:ascii="Arial" w:hAnsi="Arial" w:cs="Arial"/>
          <w:b/>
          <w:sz w:val="22"/>
          <w:szCs w:val="22"/>
        </w:rPr>
        <w:t>Náklady na odeslání informací žadateli</w:t>
      </w:r>
    </w:p>
    <w:p w:rsidR="00A7203C" w:rsidRPr="007F1680" w:rsidRDefault="00A7203C" w:rsidP="00DE0318">
      <w:pPr>
        <w:rPr>
          <w:rFonts w:ascii="Arial" w:hAnsi="Arial" w:cs="Arial"/>
          <w:sz w:val="22"/>
          <w:szCs w:val="22"/>
        </w:rPr>
      </w:pPr>
      <w:r w:rsidRPr="007F1680">
        <w:rPr>
          <w:rFonts w:ascii="Arial" w:hAnsi="Arial" w:cs="Arial"/>
          <w:sz w:val="22"/>
          <w:szCs w:val="22"/>
        </w:rPr>
        <w:t xml:space="preserve">1. Náklady na poštovní služby budou vyčísleny dle ceníku České pošty s. p., případně jiného poskytovatele poštovní služby. Náklady na balné se stanoví paušální částkou 20,- Kč za jednu poštovní zásilku. </w:t>
      </w:r>
      <w:r w:rsidRPr="007F1680">
        <w:rPr>
          <w:rFonts w:ascii="Arial" w:hAnsi="Arial" w:cs="Arial"/>
          <w:sz w:val="22"/>
          <w:szCs w:val="22"/>
        </w:rPr>
        <w:br/>
      </w:r>
      <w:r w:rsidRPr="007F1680">
        <w:rPr>
          <w:rFonts w:ascii="Arial" w:hAnsi="Arial" w:cs="Arial"/>
          <w:sz w:val="22"/>
          <w:szCs w:val="22"/>
        </w:rPr>
        <w:br/>
        <w:t xml:space="preserve">2. V případě osobního odběru požadovaných informací nebude úhrada nákladů na odeslání informací žadateli uplatňována. </w:t>
      </w:r>
      <w:r w:rsidRPr="007F1680">
        <w:rPr>
          <w:rFonts w:ascii="Arial" w:hAnsi="Arial" w:cs="Arial"/>
          <w:sz w:val="22"/>
          <w:szCs w:val="22"/>
        </w:rPr>
        <w:br/>
      </w:r>
    </w:p>
    <w:p w:rsidR="00A7203C" w:rsidRPr="007F1680" w:rsidRDefault="00A7203C" w:rsidP="008D1036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7F1680">
        <w:rPr>
          <w:rFonts w:ascii="Arial" w:hAnsi="Arial" w:cs="Arial"/>
          <w:b/>
          <w:sz w:val="22"/>
          <w:szCs w:val="22"/>
        </w:rPr>
        <w:t>čl. IV.</w:t>
      </w:r>
    </w:p>
    <w:p w:rsidR="00A7203C" w:rsidRPr="007F1680" w:rsidRDefault="00A7203C" w:rsidP="008D1036">
      <w:pPr>
        <w:jc w:val="center"/>
        <w:rPr>
          <w:rFonts w:ascii="Arial" w:hAnsi="Arial" w:cs="Arial"/>
          <w:b/>
          <w:sz w:val="22"/>
          <w:szCs w:val="22"/>
        </w:rPr>
      </w:pPr>
      <w:r w:rsidRPr="007F1680">
        <w:rPr>
          <w:rFonts w:ascii="Arial" w:hAnsi="Arial" w:cs="Arial"/>
          <w:b/>
          <w:sz w:val="22"/>
          <w:szCs w:val="22"/>
        </w:rPr>
        <w:t>Náklady na mimořádně rozsáhlé vyhledání informací</w:t>
      </w:r>
    </w:p>
    <w:p w:rsidR="00A7203C" w:rsidRPr="007F1680" w:rsidRDefault="00A7203C" w:rsidP="008D1036">
      <w:pPr>
        <w:jc w:val="both"/>
        <w:rPr>
          <w:rFonts w:ascii="Arial" w:hAnsi="Arial" w:cs="Arial"/>
          <w:sz w:val="22"/>
          <w:szCs w:val="22"/>
        </w:rPr>
      </w:pPr>
      <w:r w:rsidRPr="007F1680">
        <w:rPr>
          <w:rFonts w:ascii="Arial" w:hAnsi="Arial" w:cs="Arial"/>
          <w:sz w:val="22"/>
          <w:szCs w:val="22"/>
        </w:rPr>
        <w:t xml:space="preserve">1. V případě mimořádně rozsáhlého vyhledání informací se úhrada požaduje za vyhledávání delší než 1 hodina. Úhrada za hodinu vyhledávání jedním pracovníkem je </w:t>
      </w:r>
      <w:r w:rsidRPr="007F1680">
        <w:rPr>
          <w:rFonts w:ascii="Arial" w:hAnsi="Arial" w:cs="Arial"/>
          <w:b/>
          <w:sz w:val="22"/>
          <w:szCs w:val="22"/>
        </w:rPr>
        <w:t>200,-  Kč</w:t>
      </w:r>
      <w:r w:rsidRPr="007F1680">
        <w:rPr>
          <w:rFonts w:ascii="Arial" w:hAnsi="Arial" w:cs="Arial"/>
          <w:sz w:val="22"/>
          <w:szCs w:val="22"/>
        </w:rPr>
        <w:t xml:space="preserve">, započítává se každých i započatých 30 minut. Úhrada je odvozena od ročních nákladů na platy zaměstnanců obce kteří se mohou podílet na vyhledávání informací, podle schváleného rozpočtu daný rok. V případě mimořádně rozsáhlého vyhledání informací více pracovníky bude úhrada dána součtem doby připadající na každého pracovníka. </w:t>
      </w:r>
    </w:p>
    <w:p w:rsidR="00A7203C" w:rsidRPr="007F1680" w:rsidRDefault="00A7203C" w:rsidP="008D1036">
      <w:pPr>
        <w:jc w:val="both"/>
        <w:rPr>
          <w:rFonts w:ascii="Arial" w:hAnsi="Arial" w:cs="Arial"/>
          <w:sz w:val="22"/>
          <w:szCs w:val="22"/>
        </w:rPr>
      </w:pPr>
      <w:r w:rsidRPr="007F1680">
        <w:rPr>
          <w:rFonts w:ascii="Arial" w:hAnsi="Arial" w:cs="Arial"/>
          <w:sz w:val="22"/>
          <w:szCs w:val="22"/>
        </w:rPr>
        <w:t xml:space="preserve">2. Vzniknou-li při mimořádně rozsáhlém vyhledání informací jiné osobní náklady, nezbytné k vyhledání informace (např. náklady na jízdné na odlehlé pracoviště), budou účtovány na základě individuální kalkulace. </w:t>
      </w:r>
    </w:p>
    <w:p w:rsidR="00A7203C" w:rsidRPr="007F1680" w:rsidRDefault="00A7203C" w:rsidP="008D1036">
      <w:pPr>
        <w:jc w:val="both"/>
        <w:rPr>
          <w:rFonts w:ascii="Arial" w:hAnsi="Arial" w:cs="Arial"/>
          <w:sz w:val="22"/>
          <w:szCs w:val="22"/>
        </w:rPr>
      </w:pPr>
      <w:r w:rsidRPr="007F1680">
        <w:rPr>
          <w:rFonts w:ascii="Arial" w:hAnsi="Arial" w:cs="Arial"/>
          <w:sz w:val="22"/>
          <w:szCs w:val="22"/>
        </w:rPr>
        <w:t>3. Do vyhledávání se zahrne s ohledem na konkrétnost formulace žádosti pouze vyhledání, ve kterém dokumentu se požadovaná informace nachází (např. v evidenci, spisové službě), vyhledání samotného dokumentu (např. ve spisovně, v počítači), vyhledání požadovaných informací v dokumentu, přenesení informací do sdělení žadateli (výpisem nebo kopírováním v počítači). Omezeně lze zahrnout čas nutný na anonymizaci chráněných údajů. Ostatní činnosti spojené s vyřízením žádosti, včetně právního posouzení, se nezapočítávají. Nezapočte se ani čas kopírování listinných dokumentů, který je již vyjádřen jednotkovou sazbou za kopii.</w:t>
      </w:r>
    </w:p>
    <w:p w:rsidR="00A7203C" w:rsidRPr="007F1680" w:rsidRDefault="00A7203C" w:rsidP="008D1036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7F1680">
        <w:rPr>
          <w:rFonts w:ascii="Arial" w:hAnsi="Arial" w:cs="Arial"/>
          <w:b/>
          <w:sz w:val="22"/>
          <w:szCs w:val="22"/>
        </w:rPr>
        <w:t>čl. V.</w:t>
      </w:r>
    </w:p>
    <w:p w:rsidR="00A7203C" w:rsidRPr="007F1680" w:rsidRDefault="00A7203C" w:rsidP="008D1036">
      <w:pPr>
        <w:jc w:val="center"/>
        <w:rPr>
          <w:rFonts w:ascii="Arial" w:hAnsi="Arial" w:cs="Arial"/>
          <w:b/>
          <w:sz w:val="22"/>
          <w:szCs w:val="22"/>
        </w:rPr>
      </w:pPr>
      <w:r w:rsidRPr="007F1680">
        <w:rPr>
          <w:rFonts w:ascii="Arial" w:hAnsi="Arial" w:cs="Arial"/>
          <w:b/>
          <w:sz w:val="22"/>
          <w:szCs w:val="22"/>
        </w:rPr>
        <w:t>Ostatní ustanovení</w:t>
      </w:r>
    </w:p>
    <w:p w:rsidR="00A7203C" w:rsidRPr="007F1680" w:rsidRDefault="00A7203C" w:rsidP="008D1036">
      <w:pPr>
        <w:jc w:val="both"/>
        <w:rPr>
          <w:rFonts w:ascii="Arial" w:hAnsi="Arial" w:cs="Arial"/>
          <w:sz w:val="22"/>
          <w:szCs w:val="22"/>
        </w:rPr>
      </w:pPr>
      <w:r w:rsidRPr="007F1680">
        <w:rPr>
          <w:rFonts w:ascii="Arial" w:hAnsi="Arial" w:cs="Arial"/>
          <w:sz w:val="22"/>
          <w:szCs w:val="22"/>
        </w:rPr>
        <w:t xml:space="preserve">1. Celková výše úhrady je součtem jednotlivých nákladů spojených s poskytnutím požadovaných informací. </w:t>
      </w:r>
      <w:r w:rsidRPr="007F1680">
        <w:rPr>
          <w:rFonts w:ascii="Arial" w:hAnsi="Arial" w:cs="Arial"/>
          <w:b/>
          <w:sz w:val="22"/>
          <w:szCs w:val="22"/>
        </w:rPr>
        <w:t>Do celkové výše 100,- Kč</w:t>
      </w:r>
      <w:r w:rsidRPr="007F1680">
        <w:rPr>
          <w:rFonts w:ascii="Arial" w:hAnsi="Arial" w:cs="Arial"/>
          <w:sz w:val="22"/>
          <w:szCs w:val="22"/>
        </w:rPr>
        <w:t xml:space="preserve"> nebude úhrada požadována, pokud žadatel nepodal po dobu půl roku od podání předchozí žádosti další žádost.</w:t>
      </w:r>
    </w:p>
    <w:p w:rsidR="00A7203C" w:rsidRPr="007F1680" w:rsidRDefault="00A7203C" w:rsidP="008D1036">
      <w:pPr>
        <w:jc w:val="both"/>
        <w:rPr>
          <w:rFonts w:ascii="Arial" w:hAnsi="Arial" w:cs="Arial"/>
          <w:sz w:val="22"/>
          <w:szCs w:val="22"/>
        </w:rPr>
      </w:pPr>
      <w:r w:rsidRPr="007F1680">
        <w:rPr>
          <w:rFonts w:ascii="Arial" w:hAnsi="Arial" w:cs="Arial"/>
          <w:sz w:val="22"/>
          <w:szCs w:val="22"/>
        </w:rPr>
        <w:t xml:space="preserve">2. Z důvodu hodných zvláštního zřetele může starosta obce od úhrady nákladů zcela nebo zčásti upustit na základě žádosti žadatele. </w:t>
      </w:r>
    </w:p>
    <w:p w:rsidR="00A7203C" w:rsidRPr="007F1680" w:rsidRDefault="00A7203C" w:rsidP="008D1036">
      <w:pPr>
        <w:jc w:val="both"/>
        <w:rPr>
          <w:rFonts w:ascii="Arial" w:hAnsi="Arial" w:cs="Arial"/>
          <w:sz w:val="22"/>
          <w:szCs w:val="22"/>
        </w:rPr>
      </w:pPr>
      <w:r w:rsidRPr="007F1680">
        <w:rPr>
          <w:rFonts w:ascii="Arial" w:hAnsi="Arial" w:cs="Arial"/>
          <w:sz w:val="22"/>
          <w:szCs w:val="22"/>
        </w:rPr>
        <w:t>3. Žadatel může úhradu provést buď v hotovosti v pokladně obecního úřadu v úředních hodinách nebo převodem na bankovní účet obce 1408329349/0800 u České spořitelny, a.s.</w:t>
      </w:r>
    </w:p>
    <w:p w:rsidR="00A7203C" w:rsidRPr="007F1680" w:rsidRDefault="00A7203C" w:rsidP="008D1036">
      <w:pPr>
        <w:jc w:val="both"/>
        <w:rPr>
          <w:rFonts w:ascii="Arial" w:hAnsi="Arial" w:cs="Arial"/>
          <w:sz w:val="22"/>
          <w:szCs w:val="22"/>
        </w:rPr>
      </w:pPr>
      <w:r w:rsidRPr="007F1680">
        <w:rPr>
          <w:rFonts w:ascii="Arial" w:hAnsi="Arial" w:cs="Arial"/>
          <w:sz w:val="22"/>
          <w:szCs w:val="22"/>
        </w:rPr>
        <w:t>5. Sazebník je platný s účinností od ……………………………</w:t>
      </w:r>
    </w:p>
    <w:p w:rsidR="00A7203C" w:rsidRPr="007F1680" w:rsidRDefault="00A7203C" w:rsidP="008D1036">
      <w:pPr>
        <w:jc w:val="both"/>
        <w:rPr>
          <w:rFonts w:ascii="Arial" w:hAnsi="Arial" w:cs="Arial"/>
          <w:sz w:val="22"/>
          <w:szCs w:val="22"/>
        </w:rPr>
      </w:pPr>
    </w:p>
    <w:p w:rsidR="00A7203C" w:rsidRPr="007F1680" w:rsidRDefault="00A7203C" w:rsidP="008D1036">
      <w:pPr>
        <w:jc w:val="both"/>
        <w:rPr>
          <w:rFonts w:ascii="Arial" w:hAnsi="Arial" w:cs="Arial"/>
          <w:sz w:val="22"/>
          <w:szCs w:val="22"/>
        </w:rPr>
      </w:pPr>
    </w:p>
    <w:p w:rsidR="00A7203C" w:rsidRPr="007F1680" w:rsidRDefault="00A7203C" w:rsidP="008D1036">
      <w:pPr>
        <w:jc w:val="both"/>
        <w:rPr>
          <w:rFonts w:ascii="Arial" w:hAnsi="Arial" w:cs="Arial"/>
          <w:sz w:val="22"/>
          <w:szCs w:val="22"/>
        </w:rPr>
      </w:pPr>
    </w:p>
    <w:p w:rsidR="00A7203C" w:rsidRPr="007F1680" w:rsidRDefault="00A7203C" w:rsidP="008D1036">
      <w:pPr>
        <w:jc w:val="both"/>
        <w:rPr>
          <w:rFonts w:ascii="Arial" w:hAnsi="Arial" w:cs="Arial"/>
          <w:sz w:val="22"/>
          <w:szCs w:val="22"/>
        </w:rPr>
      </w:pPr>
    </w:p>
    <w:p w:rsidR="00A7203C" w:rsidRPr="007F1680" w:rsidRDefault="00A7203C" w:rsidP="008D1036">
      <w:pPr>
        <w:jc w:val="both"/>
        <w:rPr>
          <w:rFonts w:ascii="Arial" w:hAnsi="Arial" w:cs="Arial"/>
          <w:sz w:val="22"/>
          <w:szCs w:val="22"/>
        </w:rPr>
      </w:pPr>
      <w:r w:rsidRPr="007F1680">
        <w:rPr>
          <w:rFonts w:ascii="Arial" w:hAnsi="Arial" w:cs="Arial"/>
          <w:sz w:val="22"/>
          <w:szCs w:val="22"/>
        </w:rPr>
        <w:t>V Újezdě dne ………………………………..</w:t>
      </w:r>
    </w:p>
    <w:p w:rsidR="00A7203C" w:rsidRPr="00DE0318" w:rsidRDefault="00A7203C" w:rsidP="008D1036">
      <w:pPr>
        <w:jc w:val="both"/>
        <w:rPr>
          <w:rFonts w:ascii="Calibri" w:hAnsi="Calibri" w:cs="Calibri"/>
          <w:sz w:val="22"/>
          <w:szCs w:val="22"/>
        </w:rPr>
      </w:pPr>
    </w:p>
    <w:p w:rsidR="00A7203C" w:rsidRPr="00DE0318" w:rsidRDefault="00A7203C" w:rsidP="008D1036">
      <w:pPr>
        <w:jc w:val="both"/>
        <w:rPr>
          <w:rFonts w:ascii="Calibri" w:hAnsi="Calibri" w:cs="Calibri"/>
          <w:sz w:val="22"/>
          <w:szCs w:val="22"/>
        </w:rPr>
      </w:pPr>
    </w:p>
    <w:p w:rsidR="00A7203C" w:rsidRPr="00DE0318" w:rsidRDefault="00A7203C" w:rsidP="008D1036">
      <w:pPr>
        <w:jc w:val="both"/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p w:rsidR="00A7203C" w:rsidRPr="00DE0318" w:rsidRDefault="00A7203C" w:rsidP="00DE0318">
      <w:pPr>
        <w:ind w:left="2127" w:firstLine="709"/>
        <w:jc w:val="center"/>
        <w:rPr>
          <w:rFonts w:ascii="Calibri" w:hAnsi="Calibri" w:cs="Calibri"/>
          <w:sz w:val="22"/>
          <w:szCs w:val="22"/>
        </w:rPr>
      </w:pPr>
      <w:r w:rsidRPr="00DE0318">
        <w:rPr>
          <w:rFonts w:ascii="Calibri" w:hAnsi="Calibri" w:cs="Calibri"/>
          <w:sz w:val="22"/>
          <w:szCs w:val="22"/>
        </w:rPr>
        <w:t>.......................................</w:t>
      </w:r>
    </w:p>
    <w:p w:rsidR="00A7203C" w:rsidRPr="00DE0318" w:rsidRDefault="00A7203C" w:rsidP="00DE0318">
      <w:pPr>
        <w:ind w:left="2127" w:firstLine="709"/>
        <w:jc w:val="center"/>
        <w:rPr>
          <w:rFonts w:ascii="Calibri" w:hAnsi="Calibri" w:cs="Calibri"/>
          <w:sz w:val="22"/>
          <w:szCs w:val="22"/>
        </w:rPr>
      </w:pPr>
      <w:r w:rsidRPr="00DE0318">
        <w:rPr>
          <w:rFonts w:ascii="Calibri" w:hAnsi="Calibri" w:cs="Calibri"/>
          <w:sz w:val="22"/>
          <w:szCs w:val="22"/>
        </w:rPr>
        <w:t>starosta obce/ razítko</w:t>
      </w:r>
    </w:p>
    <w:p w:rsidR="00A7203C" w:rsidRPr="00DE0318" w:rsidRDefault="00A7203C" w:rsidP="00A06D0B">
      <w:pPr>
        <w:rPr>
          <w:rFonts w:ascii="Calibri" w:hAnsi="Calibri" w:cs="Calibri"/>
          <w:sz w:val="22"/>
          <w:szCs w:val="22"/>
        </w:rPr>
      </w:pPr>
    </w:p>
    <w:sectPr w:rsidR="00A7203C" w:rsidRPr="00DE0318" w:rsidSect="00DE0318">
      <w:headerReference w:type="default" r:id="rId7"/>
      <w:footerReference w:type="even" r:id="rId8"/>
      <w:footerReference w:type="default" r:id="rId9"/>
      <w:pgSz w:w="11906" w:h="16838"/>
      <w:pgMar w:top="1392" w:right="1134" w:bottom="1276" w:left="1134" w:header="567" w:footer="61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03C" w:rsidRDefault="00A7203C">
      <w:r>
        <w:separator/>
      </w:r>
    </w:p>
  </w:endnote>
  <w:endnote w:type="continuationSeparator" w:id="0">
    <w:p w:rsidR="00A7203C" w:rsidRDefault="00A720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Sans D CE">
    <w:altName w:val="MS Gothic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03C" w:rsidRDefault="00A7203C" w:rsidP="009C3F17">
    <w:pPr>
      <w:pStyle w:val="Footer"/>
      <w:framePr w:wrap="around" w:vAnchor="text" w:hAnchor="margin" w:xAlign="center" w:y="1"/>
      <w:rPr>
        <w:rStyle w:val="PageNumber"/>
        <w:rFonts w:cs="Arial Unicode MS"/>
      </w:rPr>
    </w:pPr>
    <w:r>
      <w:rPr>
        <w:rStyle w:val="PageNumber"/>
        <w:rFonts w:cs="Arial Unicode MS"/>
      </w:rPr>
      <w:fldChar w:fldCharType="begin"/>
    </w:r>
    <w:r>
      <w:rPr>
        <w:rStyle w:val="PageNumber"/>
        <w:rFonts w:cs="Arial Unicode MS"/>
      </w:rPr>
      <w:instrText xml:space="preserve">PAGE  </w:instrText>
    </w:r>
    <w:r>
      <w:rPr>
        <w:rStyle w:val="PageNumber"/>
        <w:rFonts w:cs="Arial Unicode MS"/>
      </w:rPr>
      <w:fldChar w:fldCharType="end"/>
    </w:r>
  </w:p>
  <w:p w:rsidR="00A7203C" w:rsidRDefault="00A7203C" w:rsidP="00DA38F9">
    <w:pPr>
      <w:tabs>
        <w:tab w:val="center" w:pos="4819"/>
        <w:tab w:val="right" w:pos="9638"/>
      </w:tabs>
    </w:pPr>
    <w:r>
      <w:t>[Type text]</w:t>
    </w:r>
    <w:r>
      <w:tab/>
      <w:t>[Type text]</w:t>
    </w:r>
    <w:r>
      <w:tab/>
      <w:t>[Type text]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03C" w:rsidRDefault="00A7203C" w:rsidP="009C3F17">
    <w:pPr>
      <w:pStyle w:val="Footer"/>
      <w:framePr w:wrap="around" w:vAnchor="text" w:hAnchor="margin" w:xAlign="center" w:y="1"/>
      <w:rPr>
        <w:rStyle w:val="PageNumber"/>
        <w:rFonts w:cs="Arial Unicode MS"/>
      </w:rPr>
    </w:pPr>
    <w:r>
      <w:rPr>
        <w:rStyle w:val="PageNumber"/>
        <w:rFonts w:cs="Arial Unicode MS"/>
      </w:rPr>
      <w:fldChar w:fldCharType="begin"/>
    </w:r>
    <w:r>
      <w:rPr>
        <w:rStyle w:val="PageNumber"/>
        <w:rFonts w:cs="Arial Unicode MS"/>
      </w:rPr>
      <w:instrText xml:space="preserve">PAGE  </w:instrText>
    </w:r>
    <w:r>
      <w:rPr>
        <w:rStyle w:val="PageNumber"/>
        <w:rFonts w:cs="Arial Unicode MS"/>
      </w:rPr>
      <w:fldChar w:fldCharType="separate"/>
    </w:r>
    <w:r>
      <w:rPr>
        <w:rStyle w:val="PageNumber"/>
        <w:rFonts w:cs="Arial Unicode MS"/>
        <w:noProof/>
      </w:rPr>
      <w:t>1</w:t>
    </w:r>
    <w:r>
      <w:rPr>
        <w:rStyle w:val="PageNumber"/>
        <w:rFonts w:cs="Arial Unicode MS"/>
      </w:rPr>
      <w:fldChar w:fldCharType="end"/>
    </w:r>
  </w:p>
  <w:p w:rsidR="00A7203C" w:rsidRPr="00CA113B" w:rsidRDefault="00A7203C" w:rsidP="009C3F17">
    <w:pPr>
      <w:pStyle w:val="Footer"/>
      <w:rPr>
        <w:rFonts w:ascii="Nimbus Sans D CE" w:eastAsia="Nimbus Sans D CE"/>
        <w:color w:val="FFFFFF"/>
      </w:rPr>
    </w:pPr>
    <w:r w:rsidRPr="00CA113B">
      <w:rPr>
        <w:rFonts w:ascii="Nimbus Sans D CE" w:eastAsia="Nimbus Sans D CE"/>
        <w:color w:val="FFFFFF"/>
      </w:rPr>
      <w:t>.: 123 456 789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03C" w:rsidRDefault="00A7203C">
      <w:r>
        <w:separator/>
      </w:r>
    </w:p>
  </w:footnote>
  <w:footnote w:type="continuationSeparator" w:id="0">
    <w:p w:rsidR="00A7203C" w:rsidRDefault="00A720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03C" w:rsidRDefault="00A7203C" w:rsidP="007F1680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Obec Újezd,   Újezd 272, 763 25 Újezd u Valašských Klobouk</w:t>
    </w:r>
  </w:p>
  <w:p w:rsidR="00A7203C" w:rsidRDefault="00A7203C" w:rsidP="007F1680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 xml:space="preserve">tel. </w:t>
    </w:r>
    <w:r w:rsidRPr="00283B6F">
      <w:rPr>
        <w:sz w:val="28"/>
        <w:szCs w:val="28"/>
      </w:rPr>
      <w:t>77 350</w:t>
    </w:r>
    <w:r>
      <w:rPr>
        <w:sz w:val="28"/>
        <w:szCs w:val="28"/>
      </w:rPr>
      <w:t> </w:t>
    </w:r>
    <w:r w:rsidRPr="00283B6F">
      <w:rPr>
        <w:sz w:val="28"/>
        <w:szCs w:val="28"/>
      </w:rPr>
      <w:t>121</w:t>
    </w:r>
    <w:r>
      <w:rPr>
        <w:sz w:val="28"/>
        <w:szCs w:val="28"/>
      </w:rPr>
      <w:t xml:space="preserve">, email: </w:t>
    </w:r>
    <w:hyperlink r:id="rId1" w:history="1">
      <w:r w:rsidRPr="00710408">
        <w:rPr>
          <w:rStyle w:val="Hyperlink"/>
          <w:sz w:val="28"/>
          <w:szCs w:val="28"/>
        </w:rPr>
        <w:t>obec@ujezdvk.com</w:t>
      </w:r>
    </w:hyperlink>
  </w:p>
  <w:p w:rsidR="00A7203C" w:rsidRPr="00283B6F" w:rsidRDefault="00A7203C" w:rsidP="007F1680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---------------------------</w:t>
    </w:r>
  </w:p>
  <w:p w:rsidR="00A7203C" w:rsidRPr="007F1680" w:rsidRDefault="00A7203C" w:rsidP="007F168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41966"/>
    <w:multiLevelType w:val="hybridMultilevel"/>
    <w:tmpl w:val="A55C2FEA"/>
    <w:lvl w:ilvl="0" w:tplc="44582F9A">
      <w:start w:val="1"/>
      <w:numFmt w:val="decimal"/>
      <w:pStyle w:val="Stednmka21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050017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52A54929"/>
    <w:multiLevelType w:val="hybridMultilevel"/>
    <w:tmpl w:val="CF8A81CA"/>
    <w:lvl w:ilvl="0" w:tplc="C00C033E">
      <w:start w:val="1"/>
      <w:numFmt w:val="upperRoman"/>
      <w:pStyle w:val="Heading3"/>
      <w:lvlText w:val="Čl. %1."/>
      <w:lvlJc w:val="center"/>
      <w:pPr>
        <w:ind w:left="36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9721B03"/>
    <w:multiLevelType w:val="multilevel"/>
    <w:tmpl w:val="DAF8F572"/>
    <w:lvl w:ilvl="0">
      <w:start w:val="1"/>
      <w:numFmt w:val="upperRoman"/>
      <w:lvlText w:val="Čl. %1."/>
      <w:lvlJc w:val="center"/>
      <w:pPr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2A035C0"/>
    <w:multiLevelType w:val="hybridMultilevel"/>
    <w:tmpl w:val="2DDA7C5E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38F9"/>
    <w:rsid w:val="00010531"/>
    <w:rsid w:val="00097867"/>
    <w:rsid w:val="000E6575"/>
    <w:rsid w:val="001215E0"/>
    <w:rsid w:val="001C6ACE"/>
    <w:rsid w:val="001F2538"/>
    <w:rsid w:val="00205FA9"/>
    <w:rsid w:val="00250B87"/>
    <w:rsid w:val="002650A8"/>
    <w:rsid w:val="00283B6F"/>
    <w:rsid w:val="002B2CB6"/>
    <w:rsid w:val="0033501F"/>
    <w:rsid w:val="00397BFD"/>
    <w:rsid w:val="003D3E63"/>
    <w:rsid w:val="00430957"/>
    <w:rsid w:val="00456A46"/>
    <w:rsid w:val="004B34FC"/>
    <w:rsid w:val="004D69D4"/>
    <w:rsid w:val="00620649"/>
    <w:rsid w:val="00626A47"/>
    <w:rsid w:val="006754F1"/>
    <w:rsid w:val="006B7F5A"/>
    <w:rsid w:val="00710408"/>
    <w:rsid w:val="00710558"/>
    <w:rsid w:val="007A023C"/>
    <w:rsid w:val="007F1680"/>
    <w:rsid w:val="008052AC"/>
    <w:rsid w:val="0081442B"/>
    <w:rsid w:val="0089572F"/>
    <w:rsid w:val="008C0410"/>
    <w:rsid w:val="008D1036"/>
    <w:rsid w:val="008F7335"/>
    <w:rsid w:val="009015CF"/>
    <w:rsid w:val="0093593F"/>
    <w:rsid w:val="00965F88"/>
    <w:rsid w:val="009778A7"/>
    <w:rsid w:val="00991723"/>
    <w:rsid w:val="009A2271"/>
    <w:rsid w:val="009A4787"/>
    <w:rsid w:val="009A6F42"/>
    <w:rsid w:val="009C3F17"/>
    <w:rsid w:val="00A0633F"/>
    <w:rsid w:val="00A06D0B"/>
    <w:rsid w:val="00A7203C"/>
    <w:rsid w:val="00A97B3C"/>
    <w:rsid w:val="00AC08F1"/>
    <w:rsid w:val="00AC7326"/>
    <w:rsid w:val="00B71964"/>
    <w:rsid w:val="00B84AA2"/>
    <w:rsid w:val="00C07BC2"/>
    <w:rsid w:val="00C526EC"/>
    <w:rsid w:val="00C7483F"/>
    <w:rsid w:val="00C836F0"/>
    <w:rsid w:val="00C955D0"/>
    <w:rsid w:val="00CA113B"/>
    <w:rsid w:val="00D64F2D"/>
    <w:rsid w:val="00D672DC"/>
    <w:rsid w:val="00D90B5D"/>
    <w:rsid w:val="00DA38F9"/>
    <w:rsid w:val="00DA676E"/>
    <w:rsid w:val="00DB65DA"/>
    <w:rsid w:val="00DE0318"/>
    <w:rsid w:val="00DE2403"/>
    <w:rsid w:val="00DE7238"/>
    <w:rsid w:val="00DF6B76"/>
    <w:rsid w:val="00E16770"/>
    <w:rsid w:val="00E47D9C"/>
    <w:rsid w:val="00E54EA6"/>
    <w:rsid w:val="00F246C5"/>
    <w:rsid w:val="00F52045"/>
    <w:rsid w:val="00F71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Subtle 2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ACE"/>
    <w:pPr>
      <w:widowControl w:val="0"/>
      <w:suppressAutoHyphens/>
    </w:pPr>
    <w:rPr>
      <w:rFonts w:cs="Arial Unicode MS"/>
      <w:kern w:val="1"/>
      <w:sz w:val="24"/>
      <w:szCs w:val="24"/>
      <w:lang w:eastAsia="hi-IN" w:bidi="hi-IN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C3F17"/>
    <w:pPr>
      <w:keepNext/>
      <w:widowControl/>
      <w:numPr>
        <w:numId w:val="1"/>
      </w:numPr>
      <w:suppressAutoHyphens w:val="0"/>
      <w:spacing w:before="840" w:after="60"/>
      <w:jc w:val="center"/>
      <w:outlineLvl w:val="2"/>
    </w:pPr>
    <w:rPr>
      <w:rFonts w:eastAsia="MS Gothic" w:cs="Times New Roman"/>
      <w:b/>
      <w:bCs/>
      <w:kern w:val="0"/>
      <w:sz w:val="20"/>
      <w:szCs w:val="20"/>
      <w:lang w:eastAsia="cs-CZ"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9C3F17"/>
    <w:rPr>
      <w:rFonts w:eastAsia="MS Gothic"/>
      <w:b/>
      <w:lang w:eastAsia="cs-CZ"/>
    </w:rPr>
  </w:style>
  <w:style w:type="paragraph" w:customStyle="1" w:styleId="Nadpis">
    <w:name w:val="Nadpis"/>
    <w:basedOn w:val="Normal"/>
    <w:next w:val="BodyText"/>
    <w:uiPriority w:val="99"/>
    <w:rsid w:val="001C6ACE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C6AC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20C7D"/>
    <w:rPr>
      <w:rFonts w:cs="Mangal"/>
      <w:kern w:val="1"/>
      <w:sz w:val="24"/>
      <w:szCs w:val="21"/>
      <w:lang w:eastAsia="hi-IN" w:bidi="hi-IN"/>
    </w:rPr>
  </w:style>
  <w:style w:type="paragraph" w:styleId="List">
    <w:name w:val="List"/>
    <w:basedOn w:val="BodyText"/>
    <w:uiPriority w:val="99"/>
    <w:rsid w:val="001C6ACE"/>
  </w:style>
  <w:style w:type="paragraph" w:customStyle="1" w:styleId="Popisek">
    <w:name w:val="Popisek"/>
    <w:basedOn w:val="Normal"/>
    <w:uiPriority w:val="99"/>
    <w:rsid w:val="001C6AC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al"/>
    <w:uiPriority w:val="99"/>
    <w:rsid w:val="001C6ACE"/>
    <w:pPr>
      <w:suppressLineNumbers/>
    </w:pPr>
  </w:style>
  <w:style w:type="paragraph" w:styleId="Header">
    <w:name w:val="header"/>
    <w:basedOn w:val="Normal"/>
    <w:link w:val="HeaderChar"/>
    <w:uiPriority w:val="99"/>
    <w:rsid w:val="001C6ACE"/>
    <w:pPr>
      <w:suppressLineNumbers/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E0318"/>
    <w:rPr>
      <w:rFonts w:eastAsia="Times New Roman" w:cs="Arial Unicode MS"/>
      <w:kern w:val="1"/>
      <w:sz w:val="24"/>
      <w:szCs w:val="24"/>
      <w:lang w:eastAsia="hi-IN" w:bidi="hi-IN"/>
    </w:rPr>
  </w:style>
  <w:style w:type="paragraph" w:styleId="Footer">
    <w:name w:val="footer"/>
    <w:basedOn w:val="Normal"/>
    <w:link w:val="FooterChar"/>
    <w:uiPriority w:val="99"/>
    <w:rsid w:val="001C6ACE"/>
    <w:pPr>
      <w:suppressLineNumbers/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20C7D"/>
    <w:rPr>
      <w:rFonts w:cs="Mangal"/>
      <w:kern w:val="1"/>
      <w:sz w:val="24"/>
      <w:szCs w:val="21"/>
      <w:lang w:eastAsia="hi-IN" w:bidi="hi-IN"/>
    </w:rPr>
  </w:style>
  <w:style w:type="paragraph" w:styleId="Title">
    <w:name w:val="Title"/>
    <w:basedOn w:val="Normal"/>
    <w:next w:val="Normal"/>
    <w:link w:val="TitleChar"/>
    <w:uiPriority w:val="99"/>
    <w:qFormat/>
    <w:rsid w:val="009C3F17"/>
    <w:pPr>
      <w:widowControl/>
      <w:suppressAutoHyphens w:val="0"/>
      <w:spacing w:before="240" w:after="240" w:line="276" w:lineRule="auto"/>
      <w:jc w:val="center"/>
      <w:outlineLvl w:val="0"/>
    </w:pPr>
    <w:rPr>
      <w:rFonts w:ascii="Cambria" w:hAnsi="Cambria" w:cs="Times New Roman"/>
      <w:b/>
      <w:bCs/>
      <w:kern w:val="28"/>
      <w:sz w:val="44"/>
      <w:szCs w:val="32"/>
      <w:lang w:eastAsia="cs-CZ" w:bidi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9C3F17"/>
    <w:rPr>
      <w:rFonts w:ascii="Cambria" w:hAnsi="Cambria"/>
      <w:b/>
      <w:kern w:val="28"/>
      <w:sz w:val="32"/>
    </w:rPr>
  </w:style>
  <w:style w:type="paragraph" w:customStyle="1" w:styleId="Stednmka21">
    <w:name w:val="Střední mřížka 21"/>
    <w:uiPriority w:val="99"/>
    <w:rsid w:val="009C3F17"/>
    <w:pPr>
      <w:numPr>
        <w:numId w:val="2"/>
      </w:numPr>
      <w:spacing w:after="120" w:line="324" w:lineRule="auto"/>
      <w:jc w:val="both"/>
    </w:pPr>
    <w:rPr>
      <w:rFonts w:ascii="Calibri" w:eastAsia="MS Mincho" w:hAnsi="Calibri"/>
    </w:rPr>
  </w:style>
  <w:style w:type="paragraph" w:styleId="Subtitle">
    <w:name w:val="Subtitle"/>
    <w:basedOn w:val="Normal"/>
    <w:next w:val="Normal"/>
    <w:link w:val="SubtitleChar"/>
    <w:uiPriority w:val="99"/>
    <w:qFormat/>
    <w:rsid w:val="009C3F17"/>
    <w:pPr>
      <w:widowControl/>
      <w:numPr>
        <w:ilvl w:val="1"/>
      </w:numPr>
      <w:suppressAutoHyphens w:val="0"/>
      <w:spacing w:after="160" w:line="276" w:lineRule="auto"/>
    </w:pPr>
    <w:rPr>
      <w:rFonts w:ascii="Calibri" w:eastAsia="MS Mincho" w:hAnsi="Calibri" w:cs="Times New Roman"/>
      <w:color w:val="5A5A5A"/>
      <w:spacing w:val="15"/>
      <w:kern w:val="0"/>
      <w:sz w:val="22"/>
      <w:szCs w:val="22"/>
      <w:lang w:eastAsia="cs-CZ" w:bidi="ar-S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C3F17"/>
    <w:rPr>
      <w:rFonts w:ascii="Calibri" w:eastAsia="MS Mincho" w:hAnsi="Calibri"/>
      <w:color w:val="5A5A5A"/>
      <w:spacing w:val="15"/>
      <w:sz w:val="22"/>
      <w:lang w:eastAsia="cs-CZ"/>
    </w:rPr>
  </w:style>
  <w:style w:type="paragraph" w:styleId="FootnoteText">
    <w:name w:val="footnote text"/>
    <w:basedOn w:val="Normal"/>
    <w:link w:val="FootnoteTextChar"/>
    <w:uiPriority w:val="99"/>
    <w:rsid w:val="009C3F17"/>
    <w:pPr>
      <w:widowControl/>
      <w:suppressAutoHyphens w:val="0"/>
    </w:pPr>
    <w:rPr>
      <w:rFonts w:ascii="Calibri" w:eastAsia="MS Mincho" w:hAnsi="Calibri" w:cs="Times New Roman"/>
      <w:kern w:val="0"/>
      <w:sz w:val="20"/>
      <w:szCs w:val="20"/>
      <w:lang w:eastAsia="cs-CZ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9C3F17"/>
    <w:rPr>
      <w:rFonts w:ascii="Calibri" w:eastAsia="MS Mincho" w:hAnsi="Calibri"/>
      <w:lang w:eastAsia="cs-CZ"/>
    </w:rPr>
  </w:style>
  <w:style w:type="character" w:styleId="FootnoteReference">
    <w:name w:val="footnote reference"/>
    <w:basedOn w:val="DefaultParagraphFont"/>
    <w:uiPriority w:val="99"/>
    <w:rsid w:val="009C3F17"/>
    <w:rPr>
      <w:rFonts w:cs="Times New Roman"/>
      <w:vertAlign w:val="superscript"/>
    </w:rPr>
  </w:style>
  <w:style w:type="character" w:customStyle="1" w:styleId="Stednmka11">
    <w:name w:val="Střední mřížka 11"/>
    <w:uiPriority w:val="99"/>
    <w:semiHidden/>
    <w:rsid w:val="009C3F17"/>
    <w:rPr>
      <w:color w:val="808080"/>
    </w:rPr>
  </w:style>
  <w:style w:type="character" w:styleId="PageNumber">
    <w:name w:val="page number"/>
    <w:basedOn w:val="DefaultParagraphFont"/>
    <w:uiPriority w:val="99"/>
    <w:semiHidden/>
    <w:rsid w:val="009C3F17"/>
    <w:rPr>
      <w:rFonts w:cs="Times New Roman"/>
    </w:rPr>
  </w:style>
  <w:style w:type="character" w:styleId="PlaceholderText">
    <w:name w:val="Placeholder Text"/>
    <w:basedOn w:val="DefaultParagraphFont"/>
    <w:uiPriority w:val="99"/>
    <w:rsid w:val="008F7335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965F88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65F88"/>
    <w:rPr>
      <w:rFonts w:ascii="Tahoma" w:eastAsia="Times New Roman" w:hAnsi="Tahoma" w:cs="Mangal"/>
      <w:kern w:val="1"/>
      <w:sz w:val="14"/>
      <w:szCs w:val="14"/>
      <w:lang w:eastAsia="hi-IN" w:bidi="hi-IN"/>
    </w:rPr>
  </w:style>
  <w:style w:type="character" w:styleId="CommentReference">
    <w:name w:val="annotation reference"/>
    <w:basedOn w:val="DefaultParagraphFont"/>
    <w:uiPriority w:val="99"/>
    <w:semiHidden/>
    <w:rsid w:val="00965F8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65F88"/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65F88"/>
    <w:rPr>
      <w:rFonts w:eastAsia="Times New Roman" w:cs="Mangal"/>
      <w:kern w:val="1"/>
      <w:sz w:val="18"/>
      <w:szCs w:val="18"/>
      <w:lang w:eastAsia="hi-I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65F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65F88"/>
    <w:rPr>
      <w:b/>
      <w:bCs/>
    </w:rPr>
  </w:style>
  <w:style w:type="character" w:styleId="Hyperlink">
    <w:name w:val="Hyperlink"/>
    <w:basedOn w:val="DefaultParagraphFont"/>
    <w:uiPriority w:val="99"/>
    <w:rsid w:val="00DE031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obec@ujezdvk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714</Words>
  <Characters>4214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Sazebník úhrad za poskytování informací </dc:title>
  <dc:subject/>
  <dc:creator>Petra  Süsserová</dc:creator>
  <cp:keywords/>
  <dc:description/>
  <cp:lastModifiedBy>zak09</cp:lastModifiedBy>
  <cp:revision>2</cp:revision>
  <dcterms:created xsi:type="dcterms:W3CDTF">2019-04-29T09:56:00Z</dcterms:created>
  <dcterms:modified xsi:type="dcterms:W3CDTF">2019-04-29T09:56:00Z</dcterms:modified>
</cp:coreProperties>
</file>