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8D3898" w14:textId="77777777" w:rsidR="00B16832" w:rsidRPr="00BC43DE" w:rsidRDefault="00B16832">
      <w:pPr>
        <w:pStyle w:val="Standard"/>
        <w:pBdr>
          <w:top w:val="single" w:sz="4" w:space="1" w:color="000000"/>
        </w:pBdr>
        <w:rPr>
          <w:sz w:val="18"/>
          <w:szCs w:val="18"/>
        </w:rPr>
      </w:pPr>
    </w:p>
    <w:p w14:paraId="33D265CB" w14:textId="77777777" w:rsidR="00ED269A" w:rsidRPr="00BC43DE" w:rsidRDefault="00ED269A" w:rsidP="00AD2C79">
      <w:pPr>
        <w:pStyle w:val="Standard"/>
        <w:jc w:val="center"/>
        <w:rPr>
          <w:b/>
          <w:bCs/>
          <w:sz w:val="18"/>
          <w:szCs w:val="18"/>
        </w:rPr>
      </w:pPr>
    </w:p>
    <w:p w14:paraId="7BF87880" w14:textId="030E6BEB" w:rsidR="00AD2C79" w:rsidRPr="00BC43DE" w:rsidRDefault="00ED269A" w:rsidP="00AD2C79">
      <w:pPr>
        <w:pStyle w:val="Standard"/>
        <w:jc w:val="center"/>
        <w:rPr>
          <w:sz w:val="16"/>
          <w:szCs w:val="16"/>
        </w:rPr>
      </w:pPr>
      <w:r>
        <w:rPr>
          <w:b/>
          <w:bCs/>
          <w:sz w:val="36"/>
          <w:szCs w:val="36"/>
        </w:rPr>
        <w:t xml:space="preserve">NABÍDKA </w:t>
      </w:r>
      <w:r>
        <w:rPr>
          <w:b/>
          <w:bCs/>
          <w:sz w:val="32"/>
          <w:szCs w:val="32"/>
        </w:rPr>
        <w:t>PRACOVNÍHO MÍSTA</w:t>
      </w:r>
    </w:p>
    <w:p w14:paraId="09B87BEC" w14:textId="77777777" w:rsidR="00AD2C79" w:rsidRPr="00BC43DE" w:rsidRDefault="00AD2C79" w:rsidP="00AD2C79">
      <w:pPr>
        <w:pStyle w:val="Standard"/>
        <w:jc w:val="center"/>
        <w:rPr>
          <w:b/>
          <w:bCs/>
          <w:sz w:val="16"/>
          <w:szCs w:val="16"/>
        </w:rPr>
      </w:pPr>
    </w:p>
    <w:p w14:paraId="0576B50D" w14:textId="7996F2F0" w:rsidR="00AD2C79" w:rsidRDefault="00F41C1F" w:rsidP="00AD2C79">
      <w:pPr>
        <w:pStyle w:val="Standard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Ú</w:t>
      </w:r>
      <w:r w:rsidR="00C75B11">
        <w:rPr>
          <w:b/>
          <w:bCs/>
          <w:sz w:val="32"/>
          <w:szCs w:val="32"/>
        </w:rPr>
        <w:t xml:space="preserve">držba </w:t>
      </w:r>
      <w:r w:rsidR="00ED269A">
        <w:rPr>
          <w:b/>
          <w:bCs/>
          <w:sz w:val="32"/>
          <w:szCs w:val="32"/>
        </w:rPr>
        <w:t>obce Hradištko</w:t>
      </w:r>
    </w:p>
    <w:p w14:paraId="360C5C8F" w14:textId="77777777" w:rsidR="00F0601F" w:rsidRPr="005C3A67" w:rsidRDefault="00F0601F" w:rsidP="002958BE">
      <w:pPr>
        <w:pStyle w:val="Standard"/>
        <w:rPr>
          <w:sz w:val="22"/>
          <w:szCs w:val="22"/>
        </w:rPr>
      </w:pPr>
    </w:p>
    <w:p w14:paraId="1347B391" w14:textId="77777777" w:rsidR="00AD2C79" w:rsidRPr="005C3A67" w:rsidRDefault="00AD2C79" w:rsidP="00BC43DE">
      <w:pPr>
        <w:pStyle w:val="Tlotextu"/>
        <w:spacing w:after="0"/>
        <w:jc w:val="both"/>
        <w:rPr>
          <w:sz w:val="22"/>
          <w:szCs w:val="22"/>
        </w:rPr>
      </w:pPr>
      <w:r w:rsidRPr="005C3A67">
        <w:rPr>
          <w:rStyle w:val="Silnzdraznn"/>
          <w:rFonts w:ascii="Times New Roman" w:hAnsi="Times New Roman"/>
          <w:sz w:val="22"/>
          <w:szCs w:val="22"/>
        </w:rPr>
        <w:t>Náplň práce:</w:t>
      </w:r>
      <w:r w:rsidRPr="005C3A67">
        <w:rPr>
          <w:rFonts w:ascii="Times New Roman" w:hAnsi="Times New Roman"/>
          <w:sz w:val="22"/>
          <w:szCs w:val="22"/>
        </w:rPr>
        <w:t xml:space="preserve"> </w:t>
      </w:r>
    </w:p>
    <w:p w14:paraId="77F6F010" w14:textId="5B8AC055" w:rsidR="008E484C" w:rsidRPr="005C3A67" w:rsidRDefault="008E484C" w:rsidP="00BC43DE">
      <w:pPr>
        <w:pStyle w:val="Tlotextu"/>
        <w:numPr>
          <w:ilvl w:val="0"/>
          <w:numId w:val="6"/>
        </w:numPr>
        <w:suppressAutoHyphens/>
        <w:spacing w:after="0" w:line="240" w:lineRule="auto"/>
        <w:ind w:left="714" w:hanging="357"/>
        <w:jc w:val="both"/>
        <w:rPr>
          <w:rFonts w:ascii="Times New Roman" w:hAnsi="Times New Roman"/>
          <w:sz w:val="22"/>
          <w:szCs w:val="22"/>
        </w:rPr>
      </w:pPr>
      <w:r w:rsidRPr="005C3A67">
        <w:rPr>
          <w:rFonts w:ascii="Times New Roman" w:hAnsi="Times New Roman"/>
          <w:sz w:val="22"/>
          <w:szCs w:val="22"/>
        </w:rPr>
        <w:t>údržba veřejných prostranství</w:t>
      </w:r>
      <w:r w:rsidR="00BC43DE">
        <w:rPr>
          <w:rFonts w:ascii="Times New Roman" w:hAnsi="Times New Roman"/>
          <w:sz w:val="22"/>
          <w:szCs w:val="22"/>
        </w:rPr>
        <w:t xml:space="preserve"> (zimní, letní)</w:t>
      </w:r>
      <w:r w:rsidRPr="005C3A67">
        <w:rPr>
          <w:rFonts w:ascii="Times New Roman" w:hAnsi="Times New Roman"/>
          <w:sz w:val="22"/>
          <w:szCs w:val="22"/>
        </w:rPr>
        <w:t>, komunikací a budov ve vlastnictví obce, úklid obce, včetně potřebné součinnosti při akcích spoluorganizovaných obcí</w:t>
      </w:r>
    </w:p>
    <w:p w14:paraId="6E5C19E5" w14:textId="361F46E4" w:rsidR="008E484C" w:rsidRPr="005C3A67" w:rsidRDefault="008E484C" w:rsidP="005C3A67">
      <w:pPr>
        <w:pStyle w:val="Tlotextu"/>
        <w:numPr>
          <w:ilvl w:val="0"/>
          <w:numId w:val="6"/>
        </w:numPr>
        <w:suppressAutoHyphens/>
        <w:spacing w:after="0" w:line="240" w:lineRule="auto"/>
        <w:ind w:left="714" w:hanging="357"/>
        <w:jc w:val="both"/>
        <w:rPr>
          <w:rFonts w:ascii="Times New Roman" w:hAnsi="Times New Roman"/>
          <w:sz w:val="22"/>
          <w:szCs w:val="22"/>
        </w:rPr>
      </w:pPr>
      <w:r w:rsidRPr="005C3A67">
        <w:rPr>
          <w:rFonts w:ascii="Times New Roman" w:hAnsi="Times New Roman"/>
          <w:sz w:val="22"/>
          <w:szCs w:val="22"/>
        </w:rPr>
        <w:t>údržba a prořezy veřejné zeleně</w:t>
      </w:r>
    </w:p>
    <w:p w14:paraId="251CC272" w14:textId="7473DEC4" w:rsidR="008E484C" w:rsidRDefault="008E484C" w:rsidP="005C3A67">
      <w:pPr>
        <w:pStyle w:val="Tlotextu"/>
        <w:numPr>
          <w:ilvl w:val="0"/>
          <w:numId w:val="6"/>
        </w:numPr>
        <w:suppressAutoHyphens/>
        <w:spacing w:after="0" w:line="240" w:lineRule="auto"/>
        <w:ind w:left="714" w:hanging="357"/>
        <w:jc w:val="both"/>
        <w:rPr>
          <w:rFonts w:ascii="Times New Roman" w:hAnsi="Times New Roman"/>
          <w:sz w:val="22"/>
          <w:szCs w:val="22"/>
        </w:rPr>
      </w:pPr>
      <w:r w:rsidRPr="005C3A67">
        <w:rPr>
          <w:rFonts w:ascii="Times New Roman" w:hAnsi="Times New Roman"/>
          <w:sz w:val="22"/>
          <w:szCs w:val="22"/>
        </w:rPr>
        <w:t>zabezpečení technické údržby strojů pro komunální využití</w:t>
      </w:r>
    </w:p>
    <w:p w14:paraId="1C360D6D" w14:textId="77777777" w:rsidR="00BC43DE" w:rsidRPr="005C3A67" w:rsidRDefault="00BC43DE" w:rsidP="00BC43DE">
      <w:pPr>
        <w:pStyle w:val="Tlotextu"/>
        <w:suppressAutoHyphens/>
        <w:spacing w:after="0" w:line="240" w:lineRule="auto"/>
        <w:ind w:left="714"/>
        <w:jc w:val="both"/>
        <w:rPr>
          <w:rFonts w:ascii="Times New Roman" w:hAnsi="Times New Roman"/>
          <w:sz w:val="22"/>
          <w:szCs w:val="22"/>
        </w:rPr>
      </w:pPr>
    </w:p>
    <w:p w14:paraId="33BF9ACE" w14:textId="77777777" w:rsidR="00AD2C79" w:rsidRPr="005C3A67" w:rsidRDefault="00AD2C79" w:rsidP="00BC43DE">
      <w:pPr>
        <w:pStyle w:val="Tlotextu"/>
        <w:spacing w:after="0" w:line="330" w:lineRule="atLeast"/>
        <w:jc w:val="both"/>
        <w:rPr>
          <w:rFonts w:ascii="Times New Roman" w:hAnsi="Times New Roman"/>
          <w:color w:val="333333"/>
          <w:sz w:val="22"/>
          <w:szCs w:val="22"/>
        </w:rPr>
      </w:pPr>
      <w:r w:rsidRPr="005C3A67">
        <w:rPr>
          <w:rFonts w:ascii="Times New Roman" w:hAnsi="Times New Roman"/>
          <w:color w:val="333333"/>
          <w:sz w:val="22"/>
          <w:szCs w:val="22"/>
        </w:rPr>
        <w:t> </w:t>
      </w:r>
      <w:r w:rsidRPr="005C3A67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Nabízíme: </w:t>
      </w:r>
    </w:p>
    <w:p w14:paraId="58A29DF0" w14:textId="5BD94D95" w:rsidR="00AD2C79" w:rsidRPr="005C3A67" w:rsidRDefault="00AD2C79" w:rsidP="00BC43DE">
      <w:pPr>
        <w:numPr>
          <w:ilvl w:val="0"/>
          <w:numId w:val="2"/>
        </w:numPr>
        <w:suppressAutoHyphens/>
        <w:ind w:left="714" w:hanging="357"/>
        <w:jc w:val="both"/>
        <w:rPr>
          <w:rFonts w:ascii="Times New Roman" w:hAnsi="Times New Roman"/>
          <w:sz w:val="22"/>
          <w:szCs w:val="22"/>
        </w:rPr>
      </w:pPr>
      <w:r w:rsidRPr="005C3A67">
        <w:rPr>
          <w:rFonts w:ascii="Times New Roman" w:hAnsi="Times New Roman" w:cs="Times New Roman"/>
          <w:color w:val="000000"/>
          <w:sz w:val="22"/>
          <w:szCs w:val="22"/>
        </w:rPr>
        <w:t xml:space="preserve">pracovní poměr na celý úvazek </w:t>
      </w:r>
      <w:r w:rsidR="00D34630" w:rsidRPr="005C3A67">
        <w:rPr>
          <w:rFonts w:ascii="Times New Roman" w:hAnsi="Times New Roman" w:cs="Times New Roman"/>
          <w:color w:val="000000"/>
          <w:sz w:val="22"/>
          <w:szCs w:val="22"/>
        </w:rPr>
        <w:t>na dobu neurčitou</w:t>
      </w:r>
      <w:r w:rsidR="00A7758E" w:rsidRPr="005C3A67">
        <w:rPr>
          <w:rFonts w:ascii="Times New Roman" w:hAnsi="Times New Roman" w:cs="Times New Roman"/>
          <w:color w:val="000000"/>
          <w:sz w:val="22"/>
          <w:szCs w:val="22"/>
        </w:rPr>
        <w:t xml:space="preserve"> s tříměsíční zkušební dobou</w:t>
      </w:r>
    </w:p>
    <w:p w14:paraId="02DEF64C" w14:textId="460D7A5E" w:rsidR="00842F7A" w:rsidRPr="005C3A67" w:rsidRDefault="00AD2C79" w:rsidP="00BC43DE">
      <w:pPr>
        <w:numPr>
          <w:ilvl w:val="0"/>
          <w:numId w:val="2"/>
        </w:numPr>
        <w:suppressAutoHyphens/>
        <w:ind w:left="714" w:hanging="357"/>
        <w:jc w:val="both"/>
        <w:rPr>
          <w:rFonts w:ascii="Times New Roman" w:hAnsi="Times New Roman"/>
          <w:sz w:val="22"/>
          <w:szCs w:val="22"/>
        </w:rPr>
      </w:pPr>
      <w:r w:rsidRPr="005C3A67">
        <w:rPr>
          <w:rFonts w:ascii="Times New Roman" w:hAnsi="Times New Roman" w:cs="Times New Roman"/>
          <w:color w:val="000000"/>
          <w:sz w:val="22"/>
          <w:szCs w:val="22"/>
        </w:rPr>
        <w:t>platové zařazení dle platných platových předpisů, osobní ohodnocení</w:t>
      </w:r>
      <w:r w:rsidR="005C3A67" w:rsidRPr="005C3A67">
        <w:rPr>
          <w:rFonts w:ascii="Times New Roman" w:hAnsi="Times New Roman" w:cs="Times New Roman"/>
          <w:color w:val="000000"/>
          <w:sz w:val="22"/>
          <w:szCs w:val="22"/>
        </w:rPr>
        <w:t xml:space="preserve"> po zkušební době</w:t>
      </w:r>
    </w:p>
    <w:p w14:paraId="3E9B7696" w14:textId="77777777" w:rsidR="00AD2C79" w:rsidRPr="005C3A67" w:rsidRDefault="00AD2C79" w:rsidP="00BC43DE">
      <w:pPr>
        <w:numPr>
          <w:ilvl w:val="0"/>
          <w:numId w:val="2"/>
        </w:numPr>
        <w:suppressAutoHyphens/>
        <w:ind w:left="714" w:hanging="357"/>
        <w:jc w:val="both"/>
        <w:rPr>
          <w:rFonts w:ascii="Times New Roman" w:hAnsi="Times New Roman"/>
          <w:sz w:val="22"/>
          <w:szCs w:val="22"/>
        </w:rPr>
      </w:pPr>
      <w:r w:rsidRPr="005C3A67">
        <w:rPr>
          <w:rFonts w:ascii="Times New Roman" w:hAnsi="Times New Roman" w:cs="Times New Roman"/>
          <w:color w:val="000000"/>
          <w:sz w:val="22"/>
          <w:szCs w:val="22"/>
        </w:rPr>
        <w:t xml:space="preserve">5 týdnů dovolené, zaměstnanecké benefity </w:t>
      </w:r>
    </w:p>
    <w:p w14:paraId="6D211C14" w14:textId="77777777" w:rsidR="00AD2C79" w:rsidRPr="005C3A67" w:rsidRDefault="00AD2C79" w:rsidP="005C3A67">
      <w:pPr>
        <w:pStyle w:val="Tlotextu"/>
        <w:spacing w:after="0" w:line="330" w:lineRule="atLeast"/>
        <w:jc w:val="both"/>
        <w:rPr>
          <w:rFonts w:ascii="Times New Roman" w:hAnsi="Times New Roman"/>
          <w:b/>
          <w:bCs/>
          <w:sz w:val="22"/>
          <w:szCs w:val="22"/>
          <w:u w:val="single"/>
        </w:rPr>
      </w:pPr>
    </w:p>
    <w:p w14:paraId="49005A17" w14:textId="507130D2" w:rsidR="007952A6" w:rsidRPr="00BC43DE" w:rsidRDefault="00AD2C79" w:rsidP="005C3A67">
      <w:pPr>
        <w:pStyle w:val="Standard"/>
        <w:spacing w:after="20"/>
        <w:jc w:val="both"/>
        <w:rPr>
          <w:sz w:val="22"/>
          <w:szCs w:val="22"/>
        </w:rPr>
      </w:pPr>
      <w:r w:rsidRPr="005C3A67">
        <w:rPr>
          <w:b/>
          <w:bCs/>
          <w:sz w:val="22"/>
          <w:szCs w:val="22"/>
        </w:rPr>
        <w:t xml:space="preserve">Předpokládaný nástup: </w:t>
      </w:r>
      <w:r w:rsidR="000F56FF">
        <w:rPr>
          <w:sz w:val="22"/>
          <w:szCs w:val="22"/>
        </w:rPr>
        <w:t>dle dohody</w:t>
      </w:r>
      <w:r w:rsidR="005944D2">
        <w:rPr>
          <w:sz w:val="22"/>
          <w:szCs w:val="22"/>
        </w:rPr>
        <w:t>,</w:t>
      </w:r>
      <w:r w:rsidR="005944D2" w:rsidRPr="005944D2">
        <w:rPr>
          <w:sz w:val="22"/>
          <w:szCs w:val="22"/>
        </w:rPr>
        <w:t xml:space="preserve"> </w:t>
      </w:r>
      <w:r w:rsidR="005944D2" w:rsidRPr="00BC43DE">
        <w:rPr>
          <w:sz w:val="22"/>
          <w:szCs w:val="22"/>
        </w:rPr>
        <w:t>možno ihned</w:t>
      </w:r>
    </w:p>
    <w:p w14:paraId="6E0EDB65" w14:textId="77777777" w:rsidR="007952A6" w:rsidRPr="005C3A67" w:rsidRDefault="007952A6" w:rsidP="005C3A67">
      <w:pPr>
        <w:pStyle w:val="Standard"/>
        <w:spacing w:after="20"/>
        <w:jc w:val="both"/>
        <w:rPr>
          <w:b/>
          <w:bCs/>
          <w:sz w:val="22"/>
          <w:szCs w:val="22"/>
        </w:rPr>
      </w:pPr>
    </w:p>
    <w:p w14:paraId="4A1C8F79" w14:textId="6E86681A" w:rsidR="00095FB4" w:rsidRPr="005C3A67" w:rsidRDefault="00AD2C79" w:rsidP="005C3A67">
      <w:pPr>
        <w:pStyle w:val="Standard"/>
        <w:spacing w:after="57"/>
        <w:jc w:val="both"/>
        <w:rPr>
          <w:sz w:val="22"/>
          <w:szCs w:val="22"/>
        </w:rPr>
      </w:pPr>
      <w:r w:rsidRPr="005C3A67">
        <w:rPr>
          <w:b/>
          <w:bCs/>
          <w:sz w:val="22"/>
          <w:szCs w:val="22"/>
        </w:rPr>
        <w:t>M</w:t>
      </w:r>
      <w:r w:rsidRPr="005C3A67">
        <w:rPr>
          <w:rFonts w:hint="eastAsia"/>
          <w:b/>
          <w:bCs/>
          <w:sz w:val="22"/>
          <w:szCs w:val="22"/>
        </w:rPr>
        <w:t>í</w:t>
      </w:r>
      <w:r w:rsidRPr="005C3A67">
        <w:rPr>
          <w:b/>
          <w:bCs/>
          <w:sz w:val="22"/>
          <w:szCs w:val="22"/>
        </w:rPr>
        <w:t>sto v</w:t>
      </w:r>
      <w:r w:rsidRPr="005C3A67">
        <w:rPr>
          <w:rFonts w:hint="eastAsia"/>
          <w:b/>
          <w:bCs/>
          <w:sz w:val="22"/>
          <w:szCs w:val="22"/>
        </w:rPr>
        <w:t>ý</w:t>
      </w:r>
      <w:r w:rsidRPr="005C3A67">
        <w:rPr>
          <w:b/>
          <w:bCs/>
          <w:sz w:val="22"/>
          <w:szCs w:val="22"/>
        </w:rPr>
        <w:t>konu pr</w:t>
      </w:r>
      <w:r w:rsidRPr="005C3A67">
        <w:rPr>
          <w:rFonts w:hint="eastAsia"/>
          <w:b/>
          <w:bCs/>
          <w:sz w:val="22"/>
          <w:szCs w:val="22"/>
        </w:rPr>
        <w:t>á</w:t>
      </w:r>
      <w:r w:rsidRPr="005C3A67">
        <w:rPr>
          <w:b/>
          <w:bCs/>
          <w:sz w:val="22"/>
          <w:szCs w:val="22"/>
        </w:rPr>
        <w:t>ce:</w:t>
      </w:r>
      <w:r w:rsidRPr="005C3A67">
        <w:rPr>
          <w:sz w:val="22"/>
          <w:szCs w:val="22"/>
        </w:rPr>
        <w:t xml:space="preserve"> </w:t>
      </w:r>
      <w:r w:rsidR="00262C57" w:rsidRPr="005C3A67">
        <w:rPr>
          <w:sz w:val="22"/>
          <w:szCs w:val="22"/>
        </w:rPr>
        <w:t>k</w:t>
      </w:r>
      <w:r w:rsidRPr="005C3A67">
        <w:rPr>
          <w:sz w:val="22"/>
          <w:szCs w:val="22"/>
        </w:rPr>
        <w:t>atastrální území Hradištko pod Medníkem</w:t>
      </w:r>
    </w:p>
    <w:p w14:paraId="44B8EAC0" w14:textId="77777777" w:rsidR="00095FB4" w:rsidRPr="005C3A67" w:rsidRDefault="00095FB4" w:rsidP="005C3A67">
      <w:pPr>
        <w:pStyle w:val="Standard"/>
        <w:spacing w:after="57"/>
        <w:jc w:val="both"/>
        <w:rPr>
          <w:b/>
          <w:bCs/>
          <w:sz w:val="22"/>
          <w:szCs w:val="22"/>
        </w:rPr>
      </w:pPr>
    </w:p>
    <w:p w14:paraId="17756ED4" w14:textId="0F296760" w:rsidR="007952A6" w:rsidRPr="005C3A67" w:rsidRDefault="00AD2C79" w:rsidP="00BC43DE">
      <w:pPr>
        <w:pStyle w:val="Standard"/>
        <w:jc w:val="both"/>
        <w:rPr>
          <w:b/>
          <w:bCs/>
          <w:sz w:val="22"/>
          <w:szCs w:val="22"/>
        </w:rPr>
      </w:pPr>
      <w:r w:rsidRPr="005C3A67">
        <w:rPr>
          <w:b/>
          <w:bCs/>
          <w:sz w:val="22"/>
          <w:szCs w:val="22"/>
        </w:rPr>
        <w:t>Základní předpoklady pro výkon práce:</w:t>
      </w:r>
    </w:p>
    <w:p w14:paraId="36AE50F3" w14:textId="363BE329" w:rsidR="00FE6BF2" w:rsidRPr="005C3A67" w:rsidRDefault="00FE6BF2" w:rsidP="00BC43DE">
      <w:pPr>
        <w:pStyle w:val="Standard"/>
        <w:widowControl w:val="0"/>
        <w:numPr>
          <w:ilvl w:val="0"/>
          <w:numId w:val="3"/>
        </w:numPr>
        <w:autoSpaceDN/>
        <w:ind w:left="714" w:hanging="357"/>
        <w:jc w:val="both"/>
        <w:textAlignment w:val="auto"/>
        <w:rPr>
          <w:sz w:val="22"/>
          <w:szCs w:val="22"/>
        </w:rPr>
      </w:pPr>
      <w:r w:rsidRPr="005C3A67">
        <w:rPr>
          <w:color w:val="333333"/>
          <w:sz w:val="22"/>
          <w:szCs w:val="22"/>
        </w:rPr>
        <w:t>minimálně výuční list</w:t>
      </w:r>
    </w:p>
    <w:p w14:paraId="58645AA2" w14:textId="4B039AE4" w:rsidR="00AD2C79" w:rsidRPr="005C3A67" w:rsidRDefault="00AD2C79" w:rsidP="005C3A67">
      <w:pPr>
        <w:pStyle w:val="Standard"/>
        <w:widowControl w:val="0"/>
        <w:numPr>
          <w:ilvl w:val="0"/>
          <w:numId w:val="3"/>
        </w:numPr>
        <w:autoSpaceDN/>
        <w:ind w:left="714" w:hanging="357"/>
        <w:jc w:val="both"/>
        <w:textAlignment w:val="auto"/>
        <w:rPr>
          <w:rStyle w:val="Zdraznn1"/>
          <w:i w:val="0"/>
          <w:iCs w:val="0"/>
          <w:sz w:val="22"/>
          <w:szCs w:val="22"/>
        </w:rPr>
      </w:pPr>
      <w:r w:rsidRPr="005C3A67">
        <w:rPr>
          <w:rStyle w:val="Zdraznn1"/>
          <w:i w:val="0"/>
          <w:sz w:val="22"/>
          <w:szCs w:val="22"/>
        </w:rPr>
        <w:t>manuální zručnost</w:t>
      </w:r>
    </w:p>
    <w:p w14:paraId="6459F790" w14:textId="6A08214D" w:rsidR="007952A6" w:rsidRPr="005C3A67" w:rsidRDefault="007952A6" w:rsidP="005C3A67">
      <w:pPr>
        <w:pStyle w:val="Standard"/>
        <w:widowControl w:val="0"/>
        <w:numPr>
          <w:ilvl w:val="0"/>
          <w:numId w:val="3"/>
        </w:numPr>
        <w:autoSpaceDN/>
        <w:ind w:left="714" w:hanging="357"/>
        <w:jc w:val="both"/>
        <w:textAlignment w:val="auto"/>
        <w:rPr>
          <w:sz w:val="22"/>
          <w:szCs w:val="22"/>
        </w:rPr>
      </w:pPr>
      <w:r w:rsidRPr="005C3A67">
        <w:rPr>
          <w:sz w:val="22"/>
          <w:szCs w:val="22"/>
        </w:rPr>
        <w:t>samostatnost</w:t>
      </w:r>
    </w:p>
    <w:p w14:paraId="2104BAEB" w14:textId="57445D40" w:rsidR="00AD2C79" w:rsidRPr="005C3A67" w:rsidRDefault="00AD2C79" w:rsidP="005C3A67">
      <w:pPr>
        <w:pStyle w:val="Tlotextu"/>
        <w:numPr>
          <w:ilvl w:val="0"/>
          <w:numId w:val="3"/>
        </w:numPr>
        <w:suppressAutoHyphens/>
        <w:spacing w:after="0" w:line="240" w:lineRule="auto"/>
        <w:ind w:left="714" w:hanging="357"/>
        <w:jc w:val="both"/>
        <w:rPr>
          <w:sz w:val="22"/>
          <w:szCs w:val="22"/>
        </w:rPr>
      </w:pPr>
      <w:r w:rsidRPr="005C3A67">
        <w:rPr>
          <w:rFonts w:ascii="Times New Roman" w:hAnsi="Times New Roman"/>
          <w:color w:val="00000A"/>
          <w:sz w:val="22"/>
          <w:szCs w:val="22"/>
        </w:rPr>
        <w:t>řidičský průkaz skupiny B</w:t>
      </w:r>
    </w:p>
    <w:p w14:paraId="4D8391D4" w14:textId="39C64D74" w:rsidR="00AD2C79" w:rsidRPr="005C3A67" w:rsidRDefault="00AD2C79" w:rsidP="005C3A67">
      <w:pPr>
        <w:pStyle w:val="Tlotextu"/>
        <w:numPr>
          <w:ilvl w:val="0"/>
          <w:numId w:val="3"/>
        </w:numPr>
        <w:suppressAutoHyphens/>
        <w:spacing w:after="0" w:line="240" w:lineRule="auto"/>
        <w:ind w:left="714" w:hanging="357"/>
        <w:jc w:val="both"/>
        <w:rPr>
          <w:sz w:val="22"/>
          <w:szCs w:val="22"/>
        </w:rPr>
      </w:pPr>
      <w:r w:rsidRPr="005C3A67">
        <w:rPr>
          <w:rFonts w:ascii="Times New Roman" w:hAnsi="Times New Roman"/>
          <w:color w:val="00000A"/>
          <w:sz w:val="22"/>
          <w:szCs w:val="22"/>
        </w:rPr>
        <w:t xml:space="preserve">bezúhonnost </w:t>
      </w:r>
    </w:p>
    <w:p w14:paraId="4B7E3E4B" w14:textId="77777777" w:rsidR="002958BE" w:rsidRPr="005C3A67" w:rsidRDefault="002958BE" w:rsidP="005C3A67">
      <w:pPr>
        <w:pStyle w:val="Tlotextu"/>
        <w:numPr>
          <w:ilvl w:val="0"/>
          <w:numId w:val="3"/>
        </w:numPr>
        <w:suppressAutoHyphens/>
        <w:spacing w:after="0" w:line="240" w:lineRule="auto"/>
        <w:ind w:left="714" w:hanging="357"/>
        <w:jc w:val="both"/>
        <w:rPr>
          <w:sz w:val="22"/>
          <w:szCs w:val="22"/>
        </w:rPr>
      </w:pPr>
      <w:r w:rsidRPr="005C3A67">
        <w:rPr>
          <w:rFonts w:ascii="Times New Roman" w:hAnsi="Times New Roman"/>
          <w:color w:val="00000A"/>
          <w:sz w:val="22"/>
          <w:szCs w:val="22"/>
        </w:rPr>
        <w:t>dobrý zdravotní stav</w:t>
      </w:r>
    </w:p>
    <w:p w14:paraId="452899A3" w14:textId="77777777" w:rsidR="00AD2C79" w:rsidRPr="005C3A67" w:rsidRDefault="00AD2C79" w:rsidP="005C3A67">
      <w:pPr>
        <w:pStyle w:val="Tlotextu"/>
        <w:spacing w:after="113" w:line="240" w:lineRule="auto"/>
        <w:jc w:val="both"/>
        <w:rPr>
          <w:rStyle w:val="Zdraznn1"/>
          <w:rFonts w:ascii="Times New Roman" w:hAnsi="Times New Roman"/>
          <w:b/>
          <w:i w:val="0"/>
          <w:iCs w:val="0"/>
          <w:sz w:val="22"/>
          <w:szCs w:val="22"/>
        </w:rPr>
      </w:pPr>
    </w:p>
    <w:p w14:paraId="419AEC9D" w14:textId="77777777" w:rsidR="00AD2C79" w:rsidRPr="005C3A67" w:rsidRDefault="00AD2C79" w:rsidP="00BC43DE">
      <w:pPr>
        <w:pStyle w:val="Standard"/>
        <w:jc w:val="both"/>
        <w:rPr>
          <w:i/>
          <w:sz w:val="22"/>
          <w:szCs w:val="22"/>
        </w:rPr>
      </w:pPr>
      <w:r w:rsidRPr="005C3A67">
        <w:rPr>
          <w:rStyle w:val="Zdraznn1"/>
          <w:b/>
          <w:i w:val="0"/>
          <w:sz w:val="22"/>
          <w:szCs w:val="22"/>
        </w:rPr>
        <w:t>Vítáno:</w:t>
      </w:r>
    </w:p>
    <w:p w14:paraId="6F741A2D" w14:textId="77777777" w:rsidR="00AD2C79" w:rsidRPr="005C3A67" w:rsidRDefault="00AD2C79" w:rsidP="00BC43DE">
      <w:pPr>
        <w:pStyle w:val="Tlotextu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/>
          <w:sz w:val="22"/>
          <w:szCs w:val="22"/>
        </w:rPr>
      </w:pPr>
      <w:r w:rsidRPr="005C3A67">
        <w:rPr>
          <w:rFonts w:ascii="Times New Roman" w:hAnsi="Times New Roman"/>
          <w:sz w:val="22"/>
          <w:szCs w:val="22"/>
        </w:rPr>
        <w:t>další zkoušky odborné způsobilosti (např. svářečské, elektrotechnické)</w:t>
      </w:r>
    </w:p>
    <w:p w14:paraId="4FAC8C38" w14:textId="6E85228B" w:rsidR="002958BE" w:rsidRDefault="00AD2C79" w:rsidP="00BC43DE">
      <w:pPr>
        <w:pStyle w:val="Tlotextu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/>
          <w:sz w:val="22"/>
          <w:szCs w:val="22"/>
        </w:rPr>
      </w:pPr>
      <w:r w:rsidRPr="005C3A67">
        <w:rPr>
          <w:rFonts w:ascii="Times New Roman" w:hAnsi="Times New Roman"/>
          <w:sz w:val="22"/>
          <w:szCs w:val="22"/>
        </w:rPr>
        <w:t>řidičský průkaz rozšířený o další skupiny</w:t>
      </w:r>
    </w:p>
    <w:p w14:paraId="048B2A35" w14:textId="77777777" w:rsidR="00BC43DE" w:rsidRPr="00BC43DE" w:rsidRDefault="00BC43DE" w:rsidP="00BC43DE">
      <w:pPr>
        <w:pStyle w:val="Tlotextu"/>
        <w:spacing w:after="0" w:line="240" w:lineRule="auto"/>
        <w:ind w:left="714"/>
        <w:jc w:val="both"/>
        <w:rPr>
          <w:rFonts w:ascii="Times New Roman" w:hAnsi="Times New Roman"/>
          <w:sz w:val="22"/>
          <w:szCs w:val="22"/>
        </w:rPr>
      </w:pPr>
    </w:p>
    <w:p w14:paraId="298C27E5" w14:textId="77777777" w:rsidR="00AD2C79" w:rsidRPr="005C3A67" w:rsidRDefault="00AD2C79" w:rsidP="00BC43DE">
      <w:pPr>
        <w:pStyle w:val="Standard"/>
        <w:jc w:val="both"/>
        <w:rPr>
          <w:sz w:val="22"/>
          <w:szCs w:val="22"/>
        </w:rPr>
      </w:pPr>
      <w:r w:rsidRPr="005C3A67">
        <w:rPr>
          <w:b/>
          <w:bCs/>
          <w:sz w:val="22"/>
          <w:szCs w:val="22"/>
        </w:rPr>
        <w:t>Doklady, které připojí uchazeč k přihlášce:</w:t>
      </w:r>
    </w:p>
    <w:p w14:paraId="69722E1A" w14:textId="77777777" w:rsidR="005944D2" w:rsidRDefault="00AD2C79" w:rsidP="005944D2">
      <w:pPr>
        <w:pStyle w:val="Tlotextu"/>
        <w:numPr>
          <w:ilvl w:val="0"/>
          <w:numId w:val="5"/>
        </w:numPr>
        <w:spacing w:after="0" w:line="240" w:lineRule="auto"/>
        <w:ind w:left="714" w:hanging="357"/>
        <w:jc w:val="both"/>
        <w:rPr>
          <w:sz w:val="22"/>
          <w:szCs w:val="22"/>
        </w:rPr>
      </w:pPr>
      <w:r w:rsidRPr="005C3A67">
        <w:rPr>
          <w:rFonts w:ascii="Times New Roman" w:hAnsi="Times New Roman"/>
          <w:color w:val="000000"/>
          <w:sz w:val="22"/>
          <w:szCs w:val="22"/>
        </w:rPr>
        <w:t xml:space="preserve">životopis včetně telefonního a e-mailového kontaktu </w:t>
      </w:r>
      <w:r w:rsidR="005944D2">
        <w:rPr>
          <w:rFonts w:ascii="Times New Roman" w:hAnsi="Times New Roman"/>
          <w:color w:val="000000"/>
          <w:sz w:val="22"/>
          <w:szCs w:val="22"/>
        </w:rPr>
        <w:t xml:space="preserve">s uvedením informace o </w:t>
      </w:r>
      <w:r w:rsidRPr="005944D2">
        <w:rPr>
          <w:sz w:val="22"/>
          <w:szCs w:val="22"/>
        </w:rPr>
        <w:t xml:space="preserve">nejvyšším </w:t>
      </w:r>
    </w:p>
    <w:p w14:paraId="2C9080C5" w14:textId="42A25A62" w:rsidR="00AD2C79" w:rsidRPr="005944D2" w:rsidRDefault="00AD2C79" w:rsidP="005944D2">
      <w:pPr>
        <w:pStyle w:val="Tlotextu"/>
        <w:spacing w:after="0" w:line="240" w:lineRule="auto"/>
        <w:ind w:left="714"/>
        <w:jc w:val="both"/>
        <w:rPr>
          <w:sz w:val="22"/>
          <w:szCs w:val="22"/>
        </w:rPr>
      </w:pPr>
      <w:r w:rsidRPr="005944D2">
        <w:rPr>
          <w:sz w:val="22"/>
          <w:szCs w:val="22"/>
        </w:rPr>
        <w:t>dosaženém vzdělání</w:t>
      </w:r>
    </w:p>
    <w:p w14:paraId="6C989818" w14:textId="363048C9" w:rsidR="00AD2C79" w:rsidRPr="005C3A67" w:rsidRDefault="000B1543" w:rsidP="005C3A67">
      <w:pPr>
        <w:pStyle w:val="Standard"/>
        <w:widowControl w:val="0"/>
        <w:numPr>
          <w:ilvl w:val="0"/>
          <w:numId w:val="5"/>
        </w:numPr>
        <w:suppressAutoHyphens w:val="0"/>
        <w:autoSpaceDN/>
        <w:ind w:left="714" w:hanging="357"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>s</w:t>
      </w:r>
      <w:r w:rsidR="00AD2C79" w:rsidRPr="005C3A67">
        <w:rPr>
          <w:sz w:val="22"/>
          <w:szCs w:val="22"/>
        </w:rPr>
        <w:t xml:space="preserve">ouhlas </w:t>
      </w:r>
      <w:r>
        <w:rPr>
          <w:sz w:val="22"/>
          <w:szCs w:val="22"/>
        </w:rPr>
        <w:t>s</w:t>
      </w:r>
      <w:r w:rsidR="00AD2C79" w:rsidRPr="005C3A67">
        <w:rPr>
          <w:sz w:val="22"/>
          <w:szCs w:val="22"/>
        </w:rPr>
        <w:t xml:space="preserve">e zpracováním osobních údajů </w:t>
      </w:r>
    </w:p>
    <w:p w14:paraId="350FC682" w14:textId="77777777" w:rsidR="00AD2C79" w:rsidRPr="005C3A67" w:rsidRDefault="00AD2C79" w:rsidP="005C3A67">
      <w:pPr>
        <w:pStyle w:val="Standard"/>
        <w:jc w:val="both"/>
        <w:rPr>
          <w:sz w:val="22"/>
          <w:szCs w:val="22"/>
        </w:rPr>
      </w:pPr>
      <w:r w:rsidRPr="005C3A67">
        <w:rPr>
          <w:i/>
          <w:iCs/>
          <w:sz w:val="22"/>
          <w:szCs w:val="22"/>
        </w:rPr>
        <w:t>(Poskytnutím svých osobních údajů v rozsahu přihlášky do výběrového řízení dávám ve smyslu zákona č. 101/2000 Sb., o ochraně osobních údajů, v platném znění, souhlas k jejich zpracování a uchování.)</w:t>
      </w:r>
    </w:p>
    <w:p w14:paraId="4856535E" w14:textId="77777777" w:rsidR="00AD2C79" w:rsidRPr="005C3A67" w:rsidRDefault="00AD2C79" w:rsidP="005C3A67">
      <w:pPr>
        <w:pStyle w:val="Standard"/>
        <w:jc w:val="both"/>
        <w:rPr>
          <w:sz w:val="22"/>
          <w:szCs w:val="22"/>
        </w:rPr>
      </w:pPr>
    </w:p>
    <w:p w14:paraId="6977E314" w14:textId="01C7548E" w:rsidR="004B1621" w:rsidRPr="005C3A67" w:rsidRDefault="00AD2C79" w:rsidP="005C3A67">
      <w:pPr>
        <w:pStyle w:val="Standard"/>
        <w:jc w:val="both"/>
        <w:rPr>
          <w:sz w:val="22"/>
          <w:szCs w:val="22"/>
        </w:rPr>
      </w:pPr>
      <w:r w:rsidRPr="005C3A67">
        <w:rPr>
          <w:sz w:val="22"/>
          <w:szCs w:val="22"/>
        </w:rPr>
        <w:t xml:space="preserve">Přihlášku mohou zájemci </w:t>
      </w:r>
      <w:r w:rsidR="005944D2">
        <w:rPr>
          <w:sz w:val="22"/>
          <w:szCs w:val="22"/>
        </w:rPr>
        <w:t xml:space="preserve">zaslat na email </w:t>
      </w:r>
      <w:hyperlink r:id="rId7" w:history="1">
        <w:r w:rsidR="005944D2" w:rsidRPr="009502C7">
          <w:rPr>
            <w:rStyle w:val="Hypertextovodkaz"/>
            <w:sz w:val="22"/>
            <w:szCs w:val="22"/>
          </w:rPr>
          <w:t>podatelna</w:t>
        </w:r>
        <w:r w:rsidR="005944D2" w:rsidRPr="009502C7">
          <w:rPr>
            <w:rStyle w:val="Hypertextovodkaz"/>
            <w:sz w:val="22"/>
            <w:szCs w:val="22"/>
          </w:rPr>
          <w:t>@</w:t>
        </w:r>
        <w:r w:rsidR="005944D2" w:rsidRPr="009502C7">
          <w:rPr>
            <w:rStyle w:val="Hypertextovodkaz"/>
            <w:sz w:val="22"/>
            <w:szCs w:val="22"/>
          </w:rPr>
          <w:t>hradistko.cz</w:t>
        </w:r>
      </w:hyperlink>
      <w:r w:rsidR="005944D2">
        <w:rPr>
          <w:sz w:val="22"/>
          <w:szCs w:val="22"/>
        </w:rPr>
        <w:t xml:space="preserve"> nebo </w:t>
      </w:r>
      <w:r w:rsidRPr="005C3A67">
        <w:rPr>
          <w:sz w:val="22"/>
          <w:szCs w:val="22"/>
        </w:rPr>
        <w:t xml:space="preserve">osobně doručit na podatelnu na adresu:  </w:t>
      </w:r>
    </w:p>
    <w:p w14:paraId="0F560982" w14:textId="7565104C" w:rsidR="00BC43DE" w:rsidRDefault="00AD2C79" w:rsidP="005C3A67">
      <w:pPr>
        <w:pStyle w:val="Standard"/>
        <w:jc w:val="both"/>
        <w:rPr>
          <w:sz w:val="22"/>
          <w:szCs w:val="22"/>
        </w:rPr>
      </w:pPr>
      <w:r w:rsidRPr="005C3A67">
        <w:rPr>
          <w:sz w:val="22"/>
          <w:szCs w:val="22"/>
        </w:rPr>
        <w:t xml:space="preserve">Obecní úřad Hradištko, </w:t>
      </w:r>
      <w:r w:rsidR="005F7F14" w:rsidRPr="005C3A67">
        <w:rPr>
          <w:sz w:val="22"/>
          <w:szCs w:val="22"/>
        </w:rPr>
        <w:t>Ve Dvoře 1</w:t>
      </w:r>
      <w:r w:rsidRPr="005C3A67">
        <w:rPr>
          <w:sz w:val="22"/>
          <w:szCs w:val="22"/>
        </w:rPr>
        <w:t>, 252 09  Hradištko</w:t>
      </w:r>
      <w:r w:rsidR="00BC43DE">
        <w:rPr>
          <w:sz w:val="22"/>
          <w:szCs w:val="22"/>
        </w:rPr>
        <w:t>, IDDS fxtbd3h</w:t>
      </w:r>
    </w:p>
    <w:p w14:paraId="7A75D9D2" w14:textId="58B31E18" w:rsidR="00AD2C79" w:rsidRPr="005C3A67" w:rsidRDefault="00BC43DE" w:rsidP="005C3A67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AD2C79" w:rsidRPr="005C3A67">
        <w:rPr>
          <w:b/>
          <w:bCs/>
          <w:sz w:val="22"/>
          <w:szCs w:val="22"/>
        </w:rPr>
        <w:t xml:space="preserve">nejpozději do </w:t>
      </w:r>
      <w:r w:rsidR="000F56FF">
        <w:rPr>
          <w:b/>
          <w:bCs/>
          <w:sz w:val="22"/>
          <w:szCs w:val="22"/>
        </w:rPr>
        <w:t>15</w:t>
      </w:r>
      <w:r w:rsidR="003544AC" w:rsidRPr="005C3A67">
        <w:rPr>
          <w:b/>
          <w:bCs/>
          <w:sz w:val="22"/>
          <w:szCs w:val="22"/>
        </w:rPr>
        <w:t>.</w:t>
      </w:r>
      <w:r w:rsidR="000F56FF">
        <w:rPr>
          <w:b/>
          <w:bCs/>
          <w:sz w:val="22"/>
          <w:szCs w:val="22"/>
        </w:rPr>
        <w:t>4</w:t>
      </w:r>
      <w:r w:rsidR="003544AC" w:rsidRPr="005C3A67">
        <w:rPr>
          <w:b/>
          <w:bCs/>
          <w:sz w:val="22"/>
          <w:szCs w:val="22"/>
        </w:rPr>
        <w:t>.202</w:t>
      </w:r>
      <w:r w:rsidR="000F56FF">
        <w:rPr>
          <w:b/>
          <w:bCs/>
          <w:sz w:val="22"/>
          <w:szCs w:val="22"/>
        </w:rPr>
        <w:t>5.</w:t>
      </w:r>
    </w:p>
    <w:p w14:paraId="39B251B3" w14:textId="77777777" w:rsidR="00AD2C79" w:rsidRPr="005C3A67" w:rsidRDefault="00AD2C79" w:rsidP="005C3A67">
      <w:pPr>
        <w:pStyle w:val="Standard"/>
        <w:jc w:val="both"/>
        <w:rPr>
          <w:b/>
          <w:bCs/>
          <w:sz w:val="22"/>
          <w:szCs w:val="22"/>
        </w:rPr>
      </w:pPr>
    </w:p>
    <w:p w14:paraId="3D4D3290" w14:textId="52EC5426" w:rsidR="00AD2C79" w:rsidRPr="00BC43DE" w:rsidRDefault="00AD2C79" w:rsidP="00BC43DE">
      <w:pPr>
        <w:pStyle w:val="Tlotextu"/>
        <w:jc w:val="both"/>
        <w:rPr>
          <w:sz w:val="22"/>
          <w:szCs w:val="22"/>
        </w:rPr>
      </w:pPr>
      <w:r w:rsidRPr="005C3A67">
        <w:rPr>
          <w:rFonts w:ascii="Times New Roman" w:hAnsi="Times New Roman"/>
          <w:color w:val="000000"/>
          <w:sz w:val="22"/>
          <w:szCs w:val="22"/>
        </w:rPr>
        <w:t xml:space="preserve">Další informace poskytne Radka Svobodová, </w:t>
      </w:r>
      <w:hyperlink r:id="rId8">
        <w:r w:rsidRPr="005C3A67">
          <w:rPr>
            <w:rStyle w:val="Internetovodkaz"/>
            <w:rFonts w:ascii="Times New Roman" w:hAnsi="Times New Roman"/>
            <w:color w:val="000000"/>
            <w:sz w:val="22"/>
            <w:szCs w:val="22"/>
          </w:rPr>
          <w:t>starosta@hradistko.cz</w:t>
        </w:r>
      </w:hyperlink>
      <w:r w:rsidRPr="005C3A67">
        <w:rPr>
          <w:rFonts w:ascii="Times New Roman" w:hAnsi="Times New Roman"/>
          <w:color w:val="000000"/>
          <w:sz w:val="22"/>
          <w:szCs w:val="22"/>
        </w:rPr>
        <w:t>, tel. 731 658 508</w:t>
      </w:r>
    </w:p>
    <w:p w14:paraId="5599984D" w14:textId="230E8C0C" w:rsidR="00AD2C79" w:rsidRPr="005C3A67" w:rsidRDefault="00AD2C79" w:rsidP="00AD2C79">
      <w:pPr>
        <w:pStyle w:val="Standard"/>
        <w:spacing w:line="330" w:lineRule="atLeast"/>
        <w:rPr>
          <w:sz w:val="22"/>
          <w:szCs w:val="22"/>
        </w:rPr>
      </w:pPr>
      <w:r w:rsidRPr="005C3A67">
        <w:rPr>
          <w:sz w:val="22"/>
          <w:szCs w:val="22"/>
        </w:rPr>
        <w:t xml:space="preserve">V Hradištku dne </w:t>
      </w:r>
      <w:r w:rsidR="000F56FF">
        <w:rPr>
          <w:sz w:val="22"/>
          <w:szCs w:val="22"/>
        </w:rPr>
        <w:t>1.4.2025</w:t>
      </w:r>
      <w:r w:rsidRPr="005C3A67">
        <w:rPr>
          <w:sz w:val="22"/>
          <w:szCs w:val="22"/>
        </w:rPr>
        <w:t xml:space="preserve">              </w:t>
      </w:r>
    </w:p>
    <w:p w14:paraId="0074A196" w14:textId="77777777" w:rsidR="00AD2C79" w:rsidRPr="005C3A67" w:rsidRDefault="00AD2C79" w:rsidP="00AD2C79">
      <w:pPr>
        <w:pStyle w:val="Standard"/>
        <w:spacing w:line="330" w:lineRule="atLeast"/>
        <w:rPr>
          <w:sz w:val="22"/>
          <w:szCs w:val="22"/>
        </w:rPr>
      </w:pPr>
    </w:p>
    <w:p w14:paraId="43C94CC5" w14:textId="0F0F5D30" w:rsidR="00AD2C79" w:rsidRDefault="00BC43DE" w:rsidP="00BC43DE">
      <w:pPr>
        <w:pStyle w:val="Standard"/>
        <w:ind w:left="4248" w:firstLine="708"/>
        <w:rPr>
          <w:sz w:val="22"/>
          <w:szCs w:val="22"/>
        </w:rPr>
      </w:pPr>
      <w:r>
        <w:rPr>
          <w:sz w:val="22"/>
          <w:szCs w:val="22"/>
        </w:rPr>
        <w:t>R</w:t>
      </w:r>
      <w:r w:rsidR="00AD2C79" w:rsidRPr="005C3A67">
        <w:rPr>
          <w:sz w:val="22"/>
          <w:szCs w:val="22"/>
        </w:rPr>
        <w:t>adka Svobodová, v.r.</w:t>
      </w:r>
    </w:p>
    <w:p w14:paraId="09190285" w14:textId="684E6822" w:rsidR="00B16832" w:rsidRPr="005C3A67" w:rsidRDefault="00BC43DE" w:rsidP="00BC43DE">
      <w:pPr>
        <w:pStyle w:val="Standard"/>
        <w:ind w:left="4248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="00AD2C79" w:rsidRPr="005C3A67">
        <w:rPr>
          <w:sz w:val="22"/>
          <w:szCs w:val="22"/>
        </w:rPr>
        <w:t>starostka obce Hradištko</w:t>
      </w:r>
    </w:p>
    <w:sectPr w:rsidR="00B16832" w:rsidRPr="005C3A67" w:rsidSect="00BC43DE">
      <w:headerReference w:type="default" r:id="rId9"/>
      <w:footerReference w:type="default" r:id="rId10"/>
      <w:pgSz w:w="11905" w:h="16837"/>
      <w:pgMar w:top="1276" w:right="1417" w:bottom="851" w:left="1417" w:header="28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3D2CB" w14:textId="77777777" w:rsidR="007B5E6C" w:rsidRDefault="007B5E6C">
      <w:r>
        <w:separator/>
      </w:r>
    </w:p>
  </w:endnote>
  <w:endnote w:type="continuationSeparator" w:id="0">
    <w:p w14:paraId="76F6296F" w14:textId="77777777" w:rsidR="007B5E6C" w:rsidRDefault="007B5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A18FA" w14:textId="77777777" w:rsidR="00000000" w:rsidRDefault="00000000">
    <w:pPr>
      <w:pStyle w:val="Zpat"/>
    </w:pPr>
  </w:p>
  <w:p w14:paraId="716D2581" w14:textId="77777777" w:rsidR="00000000" w:rsidRDefault="000000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B1C9C" w14:textId="77777777" w:rsidR="007B5E6C" w:rsidRDefault="007B5E6C">
      <w:r>
        <w:rPr>
          <w:color w:val="000000"/>
        </w:rPr>
        <w:ptab w:relativeTo="margin" w:alignment="center" w:leader="none"/>
      </w:r>
    </w:p>
  </w:footnote>
  <w:footnote w:type="continuationSeparator" w:id="0">
    <w:p w14:paraId="4A362C41" w14:textId="77777777" w:rsidR="007B5E6C" w:rsidRDefault="007B5E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8FD2F" w14:textId="77777777" w:rsidR="00000000" w:rsidRDefault="00813C25">
    <w:pPr>
      <w:pStyle w:val="Standard"/>
      <w:rPr>
        <w:sz w:val="16"/>
      </w:rPr>
    </w:pPr>
    <w:r>
      <w:rPr>
        <w:noProof/>
        <w:sz w:val="16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124ECD7" wp14:editId="409EC5B4">
              <wp:simplePos x="0" y="0"/>
              <wp:positionH relativeFrom="column">
                <wp:posOffset>109800</wp:posOffset>
              </wp:positionH>
              <wp:positionV relativeFrom="paragraph">
                <wp:posOffset>6840</wp:posOffset>
              </wp:positionV>
              <wp:extent cx="647640" cy="743040"/>
              <wp:effectExtent l="0" t="0" r="60" b="0"/>
              <wp:wrapNone/>
              <wp:docPr id="1" name="Rámec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7640" cy="743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14:paraId="55D7DB05" w14:textId="5C00F6B6" w:rsidR="00000000" w:rsidRDefault="005C3A67">
                          <w:pPr>
                            <w:pStyle w:val="Standard"/>
                            <w:rPr>
                              <w:sz w:val="20"/>
                            </w:rPr>
                          </w:pPr>
                          <w:r>
                            <w:rPr>
                              <w:rFonts w:eastAsia="Lucida Sans Unicode" w:cs="Tahoma"/>
                              <w:kern w:val="0"/>
                              <w:sz w:val="20"/>
                              <w:szCs w:val="20"/>
                            </w:rPr>
                            <w:object w:dxaOrig="705" w:dyaOrig="810" w14:anchorId="767933E3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Objekt1" o:spid="_x0000_i1026" type="#_x0000_t75" style="width:35.25pt;height:40.5pt;visibility:visible;mso-wrap-style:square">
                                <v:imagedata r:id="rId1" o:title=""/>
                              </v:shape>
                              <o:OLEObject Type="Embed" ProgID="Word.Picture.8" ShapeID="Objekt1" DrawAspect="Content" ObjectID="_1805033957" r:id="rId2"/>
                            </w:object>
                          </w:r>
                        </w:p>
                      </w:txbxContent>
                    </wps:txbx>
                    <wps:bodyPr vert="horz" wrap="none" lIns="0" tIns="0" rIns="0" bIns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24ECD7" id="_x0000_t202" coordsize="21600,21600" o:spt="202" path="m,l,21600r21600,l21600,xe">
              <v:stroke joinstyle="miter"/>
              <v:path gradientshapeok="t" o:connecttype="rect"/>
            </v:shapetype>
            <v:shape id="Rámec2" o:spid="_x0000_s1026" type="#_x0000_t202" style="position:absolute;margin-left:8.65pt;margin-top:.55pt;width:51pt;height:58.5pt;z-index:-2516561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" stroked="f">
              <v:textbox inset="0,0,0,0">
                <w:txbxContent>
                  <w:p w14:paraId="55D7DB05" w14:textId="5C00F6B6" w:rsidR="00B35D69" w:rsidRDefault="005C3A67">
                    <w:pPr>
                      <w:pStyle w:val="Standard"/>
                      <w:rPr>
                        <w:sz w:val="20"/>
                      </w:rPr>
                    </w:pPr>
                    <w:r>
                      <w:rPr>
                        <w:rFonts w:eastAsia="Lucida Sans Unicode" w:cs="Tahoma"/>
                        <w:kern w:val="0"/>
                        <w:sz w:val="20"/>
                        <w:szCs w:val="20"/>
                      </w:rPr>
                      <w:object w:dxaOrig="1016" w:dyaOrig="1172" w14:anchorId="767933E3">
                        <v:shape id="Objekt1" o:spid="_x0000_i1069" type="#_x0000_t75" style="width:35.25pt;height:40.5pt;visibility:visible;mso-wrap-style:square">
                          <v:imagedata r:id="rId3" o:title=""/>
                        </v:shape>
                        <o:OLEObject Type="Embed" ProgID="Word.Picture.8" ShapeID="Objekt1" DrawAspect="Content" ObjectID="_1734177516" r:id="rId4"/>
                      </w:object>
                    </w:r>
                  </w:p>
                </w:txbxContent>
              </v:textbox>
            </v:shape>
          </w:pict>
        </mc:Fallback>
      </mc:AlternateContent>
    </w:r>
  </w:p>
  <w:p w14:paraId="5BC624CA" w14:textId="77777777" w:rsidR="00000000" w:rsidRPr="00BC43DE" w:rsidRDefault="00813C25" w:rsidP="00BC43DE">
    <w:pPr>
      <w:pStyle w:val="Nadpis4"/>
      <w:spacing w:line="240" w:lineRule="exact"/>
      <w:ind w:left="708" w:firstLine="708"/>
      <w:rPr>
        <w:sz w:val="22"/>
        <w:szCs w:val="22"/>
      </w:rPr>
    </w:pPr>
    <w:r w:rsidRPr="00BC43DE">
      <w:rPr>
        <w:spacing w:val="18"/>
        <w:sz w:val="22"/>
        <w:szCs w:val="22"/>
      </w:rPr>
      <w:t>Obec</w:t>
    </w:r>
  </w:p>
  <w:p w14:paraId="5B7E323F" w14:textId="77777777" w:rsidR="00000000" w:rsidRDefault="00813C25">
    <w:pPr>
      <w:pStyle w:val="Nadpis4"/>
      <w:spacing w:line="240" w:lineRule="exact"/>
      <w:ind w:left="1416"/>
      <w:rPr>
        <w:smallCaps/>
        <w:spacing w:val="28"/>
      </w:rPr>
    </w:pPr>
    <w:r w:rsidRPr="00BC43DE">
      <w:rPr>
        <w:smallCaps/>
        <w:spacing w:val="28"/>
        <w:sz w:val="22"/>
        <w:szCs w:val="22"/>
      </w:rPr>
      <w:t>Hradištko</w:t>
    </w:r>
    <w:r>
      <w:rPr>
        <w:smallCaps/>
        <w:spacing w:val="28"/>
      </w:rPr>
      <w:tab/>
    </w:r>
  </w:p>
  <w:p w14:paraId="135A8510" w14:textId="193E6096" w:rsidR="00000000" w:rsidRDefault="00813C25">
    <w:pPr>
      <w:pStyle w:val="Standard"/>
      <w:spacing w:before="80"/>
      <w:ind w:left="1418" w:right="65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6135CD0" wp14:editId="4FDC69E8">
              <wp:simplePos x="0" y="0"/>
              <wp:positionH relativeFrom="column">
                <wp:posOffset>897839</wp:posOffset>
              </wp:positionH>
              <wp:positionV relativeFrom="paragraph">
                <wp:posOffset>29880</wp:posOffset>
              </wp:positionV>
              <wp:extent cx="1189441" cy="0"/>
              <wp:effectExtent l="0" t="0" r="0" b="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89441" cy="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5ED97FE1" id="Přímá spojnice 2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.7pt,2.35pt" to="164.3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" strokeweight=".26mm">
              <v:stroke joinstyle="miter"/>
            </v:line>
          </w:pict>
        </mc:Fallback>
      </mc:AlternateContent>
    </w:r>
    <w:r w:rsidR="004B27E2">
      <w:rPr>
        <w:sz w:val="16"/>
      </w:rPr>
      <w:t>Ve Dvoře 1</w:t>
    </w:r>
    <w:r>
      <w:rPr>
        <w:spacing w:val="-26"/>
        <w:sz w:val="16"/>
      </w:rPr>
      <w:t>,</w:t>
    </w:r>
    <w:r>
      <w:rPr>
        <w:spacing w:val="-4"/>
        <w:sz w:val="16"/>
      </w:rPr>
      <w:t xml:space="preserve">   </w:t>
    </w:r>
    <w:r>
      <w:rPr>
        <w:sz w:val="16"/>
      </w:rPr>
      <w:t>PSČ  252 09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A350F"/>
    <w:multiLevelType w:val="multilevel"/>
    <w:tmpl w:val="A1F84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/>
        <w:sz w:val="26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/>
        <w:sz w:val="26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b/>
        <w:sz w:val="2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/>
        <w:sz w:val="26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/>
        <w:sz w:val="26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b/>
        <w:sz w:val="2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/>
        <w:sz w:val="26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/>
        <w:sz w:val="26"/>
      </w:rPr>
    </w:lvl>
  </w:abstractNum>
  <w:abstractNum w:abstractNumId="1" w15:restartNumberingAfterBreak="0">
    <w:nsid w:val="26CD2F42"/>
    <w:multiLevelType w:val="multilevel"/>
    <w:tmpl w:val="87EE4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50103E56"/>
    <w:multiLevelType w:val="multilevel"/>
    <w:tmpl w:val="3E36EE2E"/>
    <w:styleLink w:val="WW8Num1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54B27CD3"/>
    <w:multiLevelType w:val="hybridMultilevel"/>
    <w:tmpl w:val="11CABB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2D7B0C"/>
    <w:multiLevelType w:val="multilevel"/>
    <w:tmpl w:val="99086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/>
        <w:sz w:val="26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/>
        <w:sz w:val="26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b/>
        <w:sz w:val="2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/>
        <w:sz w:val="26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/>
        <w:sz w:val="26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b/>
        <w:sz w:val="2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/>
        <w:sz w:val="26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/>
        <w:sz w:val="26"/>
      </w:rPr>
    </w:lvl>
  </w:abstractNum>
  <w:abstractNum w:abstractNumId="5" w15:restartNumberingAfterBreak="0">
    <w:nsid w:val="69407A9C"/>
    <w:multiLevelType w:val="multilevel"/>
    <w:tmpl w:val="FCA26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/>
        <w:sz w:val="26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/>
        <w:sz w:val="26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b/>
        <w:sz w:val="2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/>
        <w:sz w:val="26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/>
        <w:sz w:val="26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b/>
        <w:sz w:val="2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/>
        <w:sz w:val="26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/>
        <w:sz w:val="26"/>
      </w:rPr>
    </w:lvl>
  </w:abstractNum>
  <w:num w:numId="1" w16cid:durableId="1194464822">
    <w:abstractNumId w:val="2"/>
  </w:num>
  <w:num w:numId="2" w16cid:durableId="847184478">
    <w:abstractNumId w:val="4"/>
  </w:num>
  <w:num w:numId="3" w16cid:durableId="632639438">
    <w:abstractNumId w:val="0"/>
  </w:num>
  <w:num w:numId="4" w16cid:durableId="1310594984">
    <w:abstractNumId w:val="1"/>
  </w:num>
  <w:num w:numId="5" w16cid:durableId="1795708035">
    <w:abstractNumId w:val="5"/>
  </w:num>
  <w:num w:numId="6" w16cid:durableId="10710050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C79"/>
    <w:rsid w:val="00010238"/>
    <w:rsid w:val="00044305"/>
    <w:rsid w:val="00084834"/>
    <w:rsid w:val="00095FB4"/>
    <w:rsid w:val="000B1543"/>
    <w:rsid w:val="000F56FF"/>
    <w:rsid w:val="00103280"/>
    <w:rsid w:val="00202130"/>
    <w:rsid w:val="00237E87"/>
    <w:rsid w:val="00262C57"/>
    <w:rsid w:val="002958BE"/>
    <w:rsid w:val="002A1307"/>
    <w:rsid w:val="00344AA0"/>
    <w:rsid w:val="003544AC"/>
    <w:rsid w:val="00374F28"/>
    <w:rsid w:val="003841C7"/>
    <w:rsid w:val="00441C68"/>
    <w:rsid w:val="00451BEE"/>
    <w:rsid w:val="004B1621"/>
    <w:rsid w:val="004B27E2"/>
    <w:rsid w:val="004D20D9"/>
    <w:rsid w:val="005257BE"/>
    <w:rsid w:val="005944D2"/>
    <w:rsid w:val="005C3A67"/>
    <w:rsid w:val="005E1FE8"/>
    <w:rsid w:val="005F7F14"/>
    <w:rsid w:val="006556D6"/>
    <w:rsid w:val="0069656E"/>
    <w:rsid w:val="006A6C82"/>
    <w:rsid w:val="00741E1A"/>
    <w:rsid w:val="007556EC"/>
    <w:rsid w:val="00782ECB"/>
    <w:rsid w:val="007952A6"/>
    <w:rsid w:val="007972F5"/>
    <w:rsid w:val="007B5E6C"/>
    <w:rsid w:val="00813C25"/>
    <w:rsid w:val="00825A8F"/>
    <w:rsid w:val="00842F7A"/>
    <w:rsid w:val="0086281F"/>
    <w:rsid w:val="008A0028"/>
    <w:rsid w:val="008D3D6F"/>
    <w:rsid w:val="008E484C"/>
    <w:rsid w:val="00947A90"/>
    <w:rsid w:val="00984A59"/>
    <w:rsid w:val="00A41909"/>
    <w:rsid w:val="00A4526E"/>
    <w:rsid w:val="00A71379"/>
    <w:rsid w:val="00A76E3E"/>
    <w:rsid w:val="00A7758E"/>
    <w:rsid w:val="00AA5024"/>
    <w:rsid w:val="00AD2C79"/>
    <w:rsid w:val="00AF25D1"/>
    <w:rsid w:val="00B16832"/>
    <w:rsid w:val="00BA0302"/>
    <w:rsid w:val="00BC43DE"/>
    <w:rsid w:val="00C04EEE"/>
    <w:rsid w:val="00C43F80"/>
    <w:rsid w:val="00C75B11"/>
    <w:rsid w:val="00CF04E7"/>
    <w:rsid w:val="00D3041E"/>
    <w:rsid w:val="00D34630"/>
    <w:rsid w:val="00ED269A"/>
    <w:rsid w:val="00F0601F"/>
    <w:rsid w:val="00F1110F"/>
    <w:rsid w:val="00F20890"/>
    <w:rsid w:val="00F41C1F"/>
    <w:rsid w:val="00FE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E5BC01"/>
  <w15:docId w15:val="{A9F1F758-1EDF-4DD3-8153-E99C3AF7A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cs-CZ" w:eastAsia="cs-CZ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D2C79"/>
    <w:pPr>
      <w:suppressAutoHyphens w:val="0"/>
      <w:autoSpaceDN/>
      <w:textAlignment w:val="auto"/>
    </w:pPr>
    <w:rPr>
      <w:rFonts w:ascii="Liberation Serif" w:eastAsia="SimSun" w:hAnsi="Liberation Serif" w:cs="Arial"/>
      <w:kern w:val="0"/>
      <w:lang w:eastAsia="zh-CN" w:bidi="hi-IN"/>
    </w:rPr>
  </w:style>
  <w:style w:type="paragraph" w:styleId="Nadpis2">
    <w:name w:val="heading 2"/>
    <w:basedOn w:val="Standard"/>
    <w:next w:val="Standard"/>
    <w:pPr>
      <w:keepNext/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dpis4">
    <w:name w:val="heading 4"/>
    <w:basedOn w:val="Standard"/>
    <w:next w:val="Standard"/>
    <w:pPr>
      <w:keepNext/>
      <w:overflowPunct w:val="0"/>
      <w:autoSpaceDE w:val="0"/>
      <w:outlineLvl w:val="3"/>
    </w:pPr>
    <w:rPr>
      <w:spacing w:val="22"/>
      <w:sz w:val="28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qFormat/>
    <w:pPr>
      <w:widowControl/>
    </w:pPr>
    <w:rPr>
      <w:rFonts w:eastAsia="Times New Roman"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eznam">
    <w:name w:val="List"/>
    <w:basedOn w:val="Textbody"/>
    <w:rPr>
      <w:rFonts w:cs="Tahoma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Bookodstavec">
    <w:name w:val="Book odstavec"/>
    <w:basedOn w:val="Standard"/>
    <w:pPr>
      <w:overflowPunct w:val="0"/>
      <w:autoSpaceDE w:val="0"/>
    </w:pPr>
    <w:rPr>
      <w:rFonts w:ascii="Bookman Old Style" w:eastAsia="Bookman Old Style" w:hAnsi="Bookman Old Style" w:cs="Bookman Old Style"/>
      <w:spacing w:val="8"/>
      <w:sz w:val="22"/>
      <w:szCs w:val="20"/>
    </w:rPr>
  </w:style>
  <w:style w:type="paragraph" w:styleId="Zhlav">
    <w:name w:val="header"/>
    <w:basedOn w:val="Standard"/>
    <w:pPr>
      <w:tabs>
        <w:tab w:val="center" w:pos="4536"/>
        <w:tab w:val="right" w:pos="9072"/>
      </w:tabs>
    </w:pPr>
  </w:style>
  <w:style w:type="paragraph" w:styleId="Zpat">
    <w:name w:val="footer"/>
    <w:basedOn w:val="Standard"/>
    <w:pPr>
      <w:tabs>
        <w:tab w:val="center" w:pos="4536"/>
        <w:tab w:val="right" w:pos="9072"/>
      </w:tabs>
    </w:pPr>
  </w:style>
  <w:style w:type="paragraph" w:styleId="Textbubliny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eastAsia="Courier New" w:hAnsi="Courier New" w:cs="Courier New"/>
    </w:rPr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1z3">
    <w:name w:val="WW8Num1z3"/>
    <w:rPr>
      <w:rFonts w:ascii="Symbol" w:eastAsia="Symbol" w:hAnsi="Symbol" w:cs="Symbol"/>
    </w:rPr>
  </w:style>
  <w:style w:type="numbering" w:customStyle="1" w:styleId="WW8Num1">
    <w:name w:val="WW8Num1"/>
    <w:basedOn w:val="Bezseznamu"/>
    <w:pPr>
      <w:numPr>
        <w:numId w:val="1"/>
      </w:numPr>
    </w:pPr>
  </w:style>
  <w:style w:type="character" w:customStyle="1" w:styleId="Silnzdraznn">
    <w:name w:val="Silné zdůraznění"/>
    <w:rsid w:val="00AD2C79"/>
    <w:rPr>
      <w:b/>
      <w:bCs/>
    </w:rPr>
  </w:style>
  <w:style w:type="character" w:customStyle="1" w:styleId="Zdraznn1">
    <w:name w:val="Zdůraznění1"/>
    <w:rsid w:val="00AD2C79"/>
    <w:rPr>
      <w:i/>
      <w:iCs/>
    </w:rPr>
  </w:style>
  <w:style w:type="character" w:customStyle="1" w:styleId="Internetovodkaz">
    <w:name w:val="Internetový odkaz"/>
    <w:basedOn w:val="Standardnpsmoodstavce"/>
    <w:rsid w:val="00AD2C79"/>
    <w:rPr>
      <w:color w:val="0000FF"/>
      <w:u w:val="single"/>
    </w:rPr>
  </w:style>
  <w:style w:type="paragraph" w:customStyle="1" w:styleId="Tlotextu">
    <w:name w:val="Tělo textu"/>
    <w:basedOn w:val="Normln"/>
    <w:rsid w:val="00AD2C79"/>
    <w:pPr>
      <w:spacing w:after="140" w:line="288" w:lineRule="auto"/>
    </w:pPr>
  </w:style>
  <w:style w:type="paragraph" w:customStyle="1" w:styleId="Default">
    <w:name w:val="Default"/>
    <w:rsid w:val="00F0601F"/>
    <w:pPr>
      <w:widowControl/>
      <w:suppressAutoHyphens w:val="0"/>
      <w:autoSpaceDE w:val="0"/>
      <w:adjustRightInd w:val="0"/>
      <w:textAlignment w:val="auto"/>
    </w:pPr>
    <w:rPr>
      <w:rFonts w:cs="Times New Roman"/>
      <w:color w:val="000000"/>
      <w:kern w:val="0"/>
    </w:rPr>
  </w:style>
  <w:style w:type="paragraph" w:styleId="Revize">
    <w:name w:val="Revision"/>
    <w:hidden/>
    <w:uiPriority w:val="99"/>
    <w:semiHidden/>
    <w:rsid w:val="00044305"/>
    <w:pPr>
      <w:widowControl/>
      <w:suppressAutoHyphens w:val="0"/>
      <w:autoSpaceDN/>
      <w:textAlignment w:val="auto"/>
    </w:pPr>
    <w:rPr>
      <w:rFonts w:ascii="Liberation Serif" w:eastAsia="SimSun" w:hAnsi="Liberation Serif" w:cs="Mangal"/>
      <w:kern w:val="0"/>
      <w:szCs w:val="21"/>
      <w:lang w:eastAsia="zh-CN" w:bidi="hi-IN"/>
    </w:rPr>
  </w:style>
  <w:style w:type="character" w:styleId="Odkaznakoment">
    <w:name w:val="annotation reference"/>
    <w:basedOn w:val="Standardnpsmoodstavce"/>
    <w:uiPriority w:val="99"/>
    <w:semiHidden/>
    <w:unhideWhenUsed/>
    <w:rsid w:val="000443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4305"/>
    <w:rPr>
      <w:rFonts w:cs="Mangal"/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4305"/>
    <w:rPr>
      <w:rFonts w:ascii="Liberation Serif" w:eastAsia="SimSun" w:hAnsi="Liberation Serif" w:cs="Mangal"/>
      <w:kern w:val="0"/>
      <w:sz w:val="20"/>
      <w:szCs w:val="18"/>
      <w:lang w:eastAsia="zh-CN" w:bidi="hi-I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43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4305"/>
    <w:rPr>
      <w:rFonts w:ascii="Liberation Serif" w:eastAsia="SimSun" w:hAnsi="Liberation Serif" w:cs="Mangal"/>
      <w:b/>
      <w:bCs/>
      <w:kern w:val="0"/>
      <w:sz w:val="20"/>
      <w:szCs w:val="18"/>
      <w:lang w:eastAsia="zh-CN" w:bidi="hi-IN"/>
    </w:rPr>
  </w:style>
  <w:style w:type="character" w:styleId="Hypertextovodkaz">
    <w:name w:val="Hyperlink"/>
    <w:basedOn w:val="Standardnpsmoodstavce"/>
    <w:uiPriority w:val="99"/>
    <w:unhideWhenUsed/>
    <w:rsid w:val="005944D2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5944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rosta@hradistko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odatelna@hradistko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wm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Relationship Id="rId4" Type="http://schemas.openxmlformats.org/officeDocument/2006/relationships/oleObject" Target="embeddings/oleObject2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vebni\Documents\Vlastn&#237;%20&#353;ablony%20Office\hlavi&#269;kov&#253;%20pap&#237;r%20-%20Obec%20Hradi&#353;tko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 - Obec Hradištko</Template>
  <TotalTime>12</TotalTime>
  <Pages>1</Pages>
  <Words>257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Hlavičkový - stavební</vt:lpstr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Hlavičkový - stavební</dc:title>
  <dc:creator>Radka Svobodová</dc:creator>
  <cp:lastModifiedBy>Radka Svobodová</cp:lastModifiedBy>
  <cp:revision>3</cp:revision>
  <cp:lastPrinted>2023-01-02T14:12:00Z</cp:lastPrinted>
  <dcterms:created xsi:type="dcterms:W3CDTF">2025-04-01T15:25:00Z</dcterms:created>
  <dcterms:modified xsi:type="dcterms:W3CDTF">2025-04-01T15:33:00Z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